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473"/>
        <w:gridCol w:w="342"/>
        <w:gridCol w:w="3186"/>
        <w:gridCol w:w="403"/>
        <w:gridCol w:w="1541"/>
        <w:gridCol w:w="1890"/>
      </w:tblGrid>
      <w:tr w:rsidR="003F47EE" w:rsidRPr="007575DE" w14:paraId="1B015634" w14:textId="77777777" w:rsidTr="00C90F9A">
        <w:trPr>
          <w:trHeight w:val="432"/>
          <w:tblHeader/>
          <w:jc w:val="center"/>
        </w:trPr>
        <w:tc>
          <w:tcPr>
            <w:tcW w:w="10800" w:type="dxa"/>
            <w:gridSpan w:val="7"/>
            <w:tcBorders>
              <w:top w:val="single" w:sz="4" w:space="0" w:color="auto"/>
              <w:left w:val="single" w:sz="4" w:space="0" w:color="auto"/>
              <w:bottom w:val="single" w:sz="4" w:space="0" w:color="auto"/>
              <w:right w:val="single" w:sz="4" w:space="0" w:color="auto"/>
            </w:tcBorders>
            <w:vAlign w:val="center"/>
          </w:tcPr>
          <w:p w14:paraId="7971BA34" w14:textId="679E4A28" w:rsidR="003F47EE" w:rsidRPr="00C90F9A" w:rsidRDefault="003F47EE" w:rsidP="00C90F9A">
            <w:pPr>
              <w:pStyle w:val="Heading1"/>
              <w:spacing w:before="0"/>
              <w:rPr>
                <w:sz w:val="28"/>
                <w:szCs w:val="24"/>
              </w:rPr>
            </w:pPr>
            <w:bookmarkStart w:id="0" w:name="_Toc522790335"/>
            <w:bookmarkStart w:id="1" w:name="_Toc90981379"/>
            <w:bookmarkStart w:id="2" w:name="_Toc93492087"/>
            <w:bookmarkStart w:id="3" w:name="_Toc114213644"/>
            <w:r w:rsidRPr="00C90F9A">
              <w:rPr>
                <w:rStyle w:val="Heading1Char"/>
                <w:b/>
                <w:smallCaps/>
                <w:sz w:val="28"/>
                <w:szCs w:val="24"/>
              </w:rPr>
              <w:t>OHP</w:t>
            </w:r>
            <w:r w:rsidRPr="00C90F9A">
              <w:rPr>
                <w:sz w:val="28"/>
                <w:szCs w:val="24"/>
              </w:rPr>
              <w:t xml:space="preserve"> 1</w:t>
            </w:r>
            <w:r w:rsidR="0083306C">
              <w:rPr>
                <w:sz w:val="28"/>
                <w:szCs w:val="24"/>
              </w:rPr>
              <w:t>0</w:t>
            </w:r>
            <w:r w:rsidRPr="00C90F9A">
              <w:rPr>
                <w:rStyle w:val="Heading1Char"/>
                <w:b/>
                <w:smallCaps/>
                <w:sz w:val="28"/>
                <w:szCs w:val="24"/>
              </w:rPr>
              <w:t>: Bio Suisse Switzerland Compliance</w:t>
            </w:r>
            <w:bookmarkEnd w:id="0"/>
            <w:bookmarkEnd w:id="1"/>
            <w:bookmarkEnd w:id="2"/>
            <w:bookmarkEnd w:id="3"/>
          </w:p>
        </w:tc>
      </w:tr>
      <w:tr w:rsidR="003F47EE" w:rsidRPr="007575DE" w14:paraId="573E2EA5" w14:textId="77777777" w:rsidTr="00C90F9A">
        <w:trPr>
          <w:trHeight w:val="377"/>
          <w:jc w:val="center"/>
        </w:trPr>
        <w:tc>
          <w:tcPr>
            <w:tcW w:w="10800" w:type="dxa"/>
            <w:gridSpan w:val="7"/>
            <w:tcBorders>
              <w:top w:val="single" w:sz="4" w:space="0" w:color="auto"/>
              <w:left w:val="single" w:sz="4" w:space="0" w:color="auto"/>
              <w:bottom w:val="single" w:sz="4" w:space="0" w:color="auto"/>
              <w:right w:val="single" w:sz="4" w:space="0" w:color="auto"/>
            </w:tcBorders>
          </w:tcPr>
          <w:p w14:paraId="1D54BF5E" w14:textId="64B6F214" w:rsidR="003F47EE" w:rsidRPr="0083306C" w:rsidRDefault="003F47EE" w:rsidP="00C90F9A">
            <w:pPr>
              <w:spacing w:before="40" w:after="40" w:line="240" w:lineRule="auto"/>
              <w:jc w:val="both"/>
              <w:rPr>
                <w:rStyle w:val="Heading1Char"/>
                <w:b w:val="0"/>
                <w:i/>
                <w:iCs/>
                <w:szCs w:val="24"/>
              </w:rPr>
            </w:pPr>
            <w:bookmarkStart w:id="4" w:name="_Hlk35352134"/>
            <w:r w:rsidRPr="0083306C">
              <w:rPr>
                <w:i/>
                <w:iCs/>
                <w:sz w:val="24"/>
                <w:szCs w:val="24"/>
              </w:rPr>
              <w:t xml:space="preserve">Complete this section if you are seeking certification to export product to Switzerland as Bio Suisse Organic. QCS is an inspection body for ICB AG, the certification body of the Bio Suisse Standard. All Bio Suisse certification decisions are made by </w:t>
            </w:r>
            <w:hyperlink r:id="rId12" w:history="1">
              <w:r w:rsidRPr="0083306C">
                <w:rPr>
                  <w:rStyle w:val="Hyperlink"/>
                  <w:i/>
                  <w:iCs/>
                  <w:sz w:val="24"/>
                  <w:szCs w:val="24"/>
                </w:rPr>
                <w:t>International Certification Bio Suisse</w:t>
              </w:r>
            </w:hyperlink>
            <w:r w:rsidRPr="0083306C">
              <w:rPr>
                <w:i/>
                <w:iCs/>
                <w:sz w:val="24"/>
                <w:szCs w:val="24"/>
              </w:rPr>
              <w:t xml:space="preserve"> (ICB AG). </w:t>
            </w:r>
            <w:bookmarkEnd w:id="4"/>
            <w:r w:rsidRPr="0083306C">
              <w:rPr>
                <w:i/>
                <w:iCs/>
                <w:sz w:val="24"/>
                <w:szCs w:val="24"/>
              </w:rPr>
              <w:t xml:space="preserve">Obtain a copy of the Bio Suisse Standards and all related forms from the Downloads section of the ICB AG website: </w:t>
            </w:r>
            <w:hyperlink r:id="rId13" w:history="1">
              <w:r w:rsidRPr="0083306C">
                <w:rPr>
                  <w:rStyle w:val="Hyperlink"/>
                  <w:i/>
                  <w:iCs/>
                  <w:sz w:val="24"/>
                  <w:szCs w:val="24"/>
                </w:rPr>
                <w:t>Downloads (icbag.ch)</w:t>
              </w:r>
            </w:hyperlink>
          </w:p>
        </w:tc>
      </w:tr>
      <w:tr w:rsidR="003F47EE" w:rsidRPr="007575DE" w14:paraId="7501D448" w14:textId="77777777" w:rsidTr="00C90F9A">
        <w:trPr>
          <w:trHeight w:val="377"/>
          <w:jc w:val="center"/>
        </w:trPr>
        <w:tc>
          <w:tcPr>
            <w:tcW w:w="10800" w:type="dxa"/>
            <w:gridSpan w:val="7"/>
            <w:tcBorders>
              <w:top w:val="single" w:sz="4" w:space="0" w:color="auto"/>
              <w:left w:val="single" w:sz="4" w:space="0" w:color="auto"/>
              <w:bottom w:val="single" w:sz="4" w:space="0" w:color="auto"/>
              <w:right w:val="single" w:sz="4" w:space="0" w:color="auto"/>
            </w:tcBorders>
          </w:tcPr>
          <w:p w14:paraId="7EE95F14" w14:textId="5F52BABE" w:rsidR="00203A57" w:rsidRPr="00C90F9A" w:rsidRDefault="00203A57" w:rsidP="00C90F9A">
            <w:pPr>
              <w:pStyle w:val="ListParagraph"/>
              <w:numPr>
                <w:ilvl w:val="0"/>
                <w:numId w:val="56"/>
              </w:numPr>
              <w:spacing w:before="40" w:after="40"/>
              <w:ind w:left="360"/>
              <w:rPr>
                <w:rFonts w:ascii="Arial Narrow" w:hAnsi="Arial Narrow"/>
                <w:b/>
              </w:rPr>
            </w:pPr>
            <w:r w:rsidRPr="00C90F9A">
              <w:rPr>
                <w:rFonts w:ascii="Arial Narrow" w:hAnsi="Arial Narrow"/>
                <w:b/>
              </w:rPr>
              <w:t>PRODUCT VERIFICATION</w:t>
            </w:r>
          </w:p>
          <w:p w14:paraId="0790644F" w14:textId="595DCF5F" w:rsidR="003F47EE" w:rsidRPr="00C90F9A" w:rsidRDefault="003F47EE" w:rsidP="00203A57">
            <w:pPr>
              <w:pStyle w:val="ListParagraph"/>
              <w:numPr>
                <w:ilvl w:val="0"/>
                <w:numId w:val="43"/>
              </w:numPr>
              <w:contextualSpacing/>
              <w:rPr>
                <w:rFonts w:ascii="Arial Narrow" w:hAnsi="Arial Narrow"/>
                <w:bCs/>
                <w:sz w:val="22"/>
                <w:szCs w:val="22"/>
              </w:rPr>
            </w:pPr>
            <w:r w:rsidRPr="00C90F9A">
              <w:rPr>
                <w:rFonts w:ascii="Arial Narrow" w:hAnsi="Arial Narrow"/>
                <w:bCs/>
                <w:sz w:val="22"/>
                <w:szCs w:val="22"/>
              </w:rPr>
              <w:t xml:space="preserve">Have you been asked by an importer holding a valid license contract with Bio Suisse to acquire Bio Suisse certification </w:t>
            </w:r>
            <w:proofErr w:type="gramStart"/>
            <w:r w:rsidRPr="00C90F9A">
              <w:rPr>
                <w:rFonts w:ascii="Arial Narrow" w:hAnsi="Arial Narrow"/>
                <w:bCs/>
                <w:sz w:val="22"/>
                <w:szCs w:val="22"/>
              </w:rPr>
              <w:t>in order to</w:t>
            </w:r>
            <w:proofErr w:type="gramEnd"/>
            <w:r w:rsidRPr="00C90F9A">
              <w:rPr>
                <w:rFonts w:ascii="Arial Narrow" w:hAnsi="Arial Narrow"/>
                <w:bCs/>
                <w:sz w:val="22"/>
                <w:szCs w:val="22"/>
              </w:rPr>
              <w:t xml:space="preserve"> sell Bio Suisse certified products through the supply chain for export to Switzerland? </w:t>
            </w:r>
            <w:r w:rsidR="003C410A" w:rsidRPr="00C57713">
              <w:rPr>
                <w:rFonts w:ascii="Arial Narrow" w:hAnsi="Arial Narrow"/>
                <w:bCs/>
                <w:sz w:val="22"/>
                <w:szCs w:val="22"/>
              </w:rPr>
              <w:t xml:space="preserve"> </w:t>
            </w:r>
            <w:r w:rsidRPr="00C90F9A">
              <w:rPr>
                <w:rFonts w:ascii="Arial Narrow" w:hAnsi="Arial Narrow"/>
                <w:bCs/>
                <w:sz w:val="22"/>
                <w:szCs w:val="22"/>
              </w:rPr>
              <w:t xml:space="preserve"> </w:t>
            </w:r>
            <w:r w:rsidRPr="00C90F9A">
              <w:rPr>
                <w:rFonts w:ascii="Arial Narrow" w:hAnsi="Arial Narrow"/>
                <w:sz w:val="22"/>
                <w:szCs w:val="22"/>
                <w:lang w:val="en-GB"/>
              </w:rPr>
              <w:fldChar w:fldCharType="begin">
                <w:ffData>
                  <w:name w:val="Check3"/>
                  <w:enabled/>
                  <w:calcOnExit w:val="0"/>
                  <w:checkBox>
                    <w:sizeAuto/>
                    <w:default w:val="0"/>
                  </w:checkBox>
                </w:ffData>
              </w:fldChar>
            </w:r>
            <w:r w:rsidRPr="00C90F9A">
              <w:rPr>
                <w:rFonts w:ascii="Arial Narrow" w:hAnsi="Arial Narrow"/>
                <w:sz w:val="22"/>
                <w:szCs w:val="22"/>
                <w:lang w:val="en-GB"/>
              </w:rPr>
              <w:instrText xml:space="preserve"> FORMCHECKBOX </w:instrText>
            </w:r>
            <w:r w:rsidRPr="00C90F9A">
              <w:rPr>
                <w:rFonts w:ascii="Arial Narrow" w:hAnsi="Arial Narrow"/>
                <w:sz w:val="22"/>
                <w:szCs w:val="22"/>
                <w:lang w:val="en-GB"/>
              </w:rPr>
            </w:r>
            <w:r w:rsidRPr="00C90F9A">
              <w:rPr>
                <w:rFonts w:ascii="Arial Narrow" w:hAnsi="Arial Narrow"/>
                <w:sz w:val="22"/>
                <w:szCs w:val="22"/>
                <w:lang w:val="en-GB"/>
              </w:rPr>
              <w:fldChar w:fldCharType="separate"/>
            </w:r>
            <w:r w:rsidRPr="00C90F9A">
              <w:rPr>
                <w:rFonts w:ascii="Arial Narrow" w:hAnsi="Arial Narrow"/>
                <w:sz w:val="22"/>
                <w:szCs w:val="22"/>
                <w:lang w:val="en-GB"/>
              </w:rPr>
              <w:fldChar w:fldCharType="end"/>
            </w:r>
            <w:r w:rsidRPr="00C90F9A">
              <w:rPr>
                <w:rFonts w:ascii="Arial Narrow" w:hAnsi="Arial Narrow"/>
                <w:sz w:val="22"/>
                <w:szCs w:val="22"/>
                <w:lang w:val="en-GB"/>
              </w:rPr>
              <w:t xml:space="preserve"> Yes</w:t>
            </w:r>
            <w:r w:rsidR="003C410A" w:rsidRPr="00C57713">
              <w:rPr>
                <w:rFonts w:ascii="Arial Narrow" w:hAnsi="Arial Narrow"/>
                <w:sz w:val="22"/>
                <w:szCs w:val="22"/>
                <w:lang w:val="en-GB"/>
              </w:rPr>
              <w:t xml:space="preserve"> </w:t>
            </w:r>
            <w:r w:rsidRPr="00C90F9A">
              <w:rPr>
                <w:rFonts w:ascii="Arial Narrow" w:hAnsi="Arial Narrow"/>
                <w:sz w:val="22"/>
                <w:szCs w:val="22"/>
                <w:lang w:val="en-GB"/>
              </w:rPr>
              <w:t xml:space="preserve">  </w:t>
            </w:r>
            <w:r w:rsidRPr="00C90F9A">
              <w:rPr>
                <w:rFonts w:ascii="Arial Narrow" w:hAnsi="Arial Narrow"/>
                <w:sz w:val="22"/>
                <w:szCs w:val="22"/>
                <w:lang w:val="en-GB"/>
              </w:rPr>
              <w:fldChar w:fldCharType="begin">
                <w:ffData>
                  <w:name w:val="Check3"/>
                  <w:enabled/>
                  <w:calcOnExit w:val="0"/>
                  <w:checkBox>
                    <w:sizeAuto/>
                    <w:default w:val="0"/>
                  </w:checkBox>
                </w:ffData>
              </w:fldChar>
            </w:r>
            <w:r w:rsidRPr="00C90F9A">
              <w:rPr>
                <w:rFonts w:ascii="Arial Narrow" w:hAnsi="Arial Narrow"/>
                <w:sz w:val="22"/>
                <w:szCs w:val="22"/>
                <w:lang w:val="en-GB"/>
              </w:rPr>
              <w:instrText xml:space="preserve"> FORMCHECKBOX </w:instrText>
            </w:r>
            <w:r w:rsidRPr="00C90F9A">
              <w:rPr>
                <w:rFonts w:ascii="Arial Narrow" w:hAnsi="Arial Narrow"/>
                <w:sz w:val="22"/>
                <w:szCs w:val="22"/>
                <w:lang w:val="en-GB"/>
              </w:rPr>
            </w:r>
            <w:r w:rsidRPr="00C90F9A">
              <w:rPr>
                <w:rFonts w:ascii="Arial Narrow" w:hAnsi="Arial Narrow"/>
                <w:sz w:val="22"/>
                <w:szCs w:val="22"/>
                <w:lang w:val="en-GB"/>
              </w:rPr>
              <w:fldChar w:fldCharType="separate"/>
            </w:r>
            <w:r w:rsidRPr="00C90F9A">
              <w:rPr>
                <w:rFonts w:ascii="Arial Narrow" w:hAnsi="Arial Narrow"/>
                <w:sz w:val="22"/>
                <w:szCs w:val="22"/>
                <w:lang w:val="en-GB"/>
              </w:rPr>
              <w:fldChar w:fldCharType="end"/>
            </w:r>
            <w:r w:rsidRPr="00C90F9A">
              <w:rPr>
                <w:rFonts w:ascii="Arial Narrow" w:hAnsi="Arial Narrow"/>
                <w:sz w:val="22"/>
                <w:szCs w:val="22"/>
                <w:lang w:val="en-GB"/>
              </w:rPr>
              <w:t xml:space="preserve">  No</w:t>
            </w:r>
          </w:p>
          <w:p w14:paraId="3E2D9033" w14:textId="77777777" w:rsidR="003F47EE" w:rsidRPr="00C90F9A" w:rsidRDefault="003F47EE" w:rsidP="003F47EE">
            <w:pPr>
              <w:numPr>
                <w:ilvl w:val="0"/>
                <w:numId w:val="43"/>
              </w:numPr>
              <w:spacing w:after="0" w:line="240" w:lineRule="auto"/>
              <w:rPr>
                <w:bCs/>
                <w:sz w:val="22"/>
              </w:rPr>
            </w:pPr>
            <w:r w:rsidRPr="00C90F9A">
              <w:rPr>
                <w:bCs/>
                <w:sz w:val="22"/>
              </w:rPr>
              <w:t>List all products you wish to represent as Bio Suisse certified.</w:t>
            </w:r>
          </w:p>
        </w:tc>
      </w:tr>
      <w:tr w:rsidR="003F47EE" w:rsidRPr="00A94598" w14:paraId="257E7B7C" w14:textId="77777777" w:rsidTr="00C90F9A">
        <w:trPr>
          <w:trHeight w:val="360"/>
          <w:jc w:val="center"/>
        </w:trPr>
        <w:tc>
          <w:tcPr>
            <w:tcW w:w="3438" w:type="dxa"/>
            <w:gridSpan w:val="2"/>
          </w:tcPr>
          <w:p w14:paraId="6239D39A" w14:textId="77777777" w:rsidR="003F47EE" w:rsidRPr="00C90F9A" w:rsidRDefault="003F47EE" w:rsidP="003F47EE">
            <w:pPr>
              <w:spacing w:after="0" w:line="240" w:lineRule="auto"/>
              <w:rPr>
                <w:sz w:val="22"/>
              </w:rPr>
            </w:pPr>
            <w:r w:rsidRPr="00C90F9A">
              <w:rPr>
                <w:b/>
                <w:sz w:val="22"/>
              </w:rPr>
              <w:t>Product Name</w:t>
            </w:r>
          </w:p>
        </w:tc>
        <w:tc>
          <w:tcPr>
            <w:tcW w:w="3528" w:type="dxa"/>
            <w:gridSpan w:val="2"/>
          </w:tcPr>
          <w:p w14:paraId="5F77A81D" w14:textId="77777777" w:rsidR="003F47EE" w:rsidRPr="00C90F9A" w:rsidRDefault="003F47EE" w:rsidP="003F47EE">
            <w:pPr>
              <w:spacing w:after="0" w:line="240" w:lineRule="auto"/>
              <w:rPr>
                <w:sz w:val="22"/>
              </w:rPr>
            </w:pPr>
            <w:r w:rsidRPr="00C90F9A">
              <w:rPr>
                <w:b/>
                <w:sz w:val="22"/>
              </w:rPr>
              <w:t>Brand Name/ID Mark</w:t>
            </w:r>
          </w:p>
        </w:tc>
        <w:tc>
          <w:tcPr>
            <w:tcW w:w="3834" w:type="dxa"/>
            <w:gridSpan w:val="3"/>
          </w:tcPr>
          <w:p w14:paraId="0C795354" w14:textId="77777777" w:rsidR="003F47EE" w:rsidRPr="00FF07A4" w:rsidRDefault="003F47EE" w:rsidP="003F47EE">
            <w:pPr>
              <w:spacing w:after="0" w:line="240" w:lineRule="auto"/>
              <w:rPr>
                <w:szCs w:val="20"/>
              </w:rPr>
            </w:pPr>
            <w:r w:rsidRPr="00FF07A4">
              <w:rPr>
                <w:b/>
                <w:szCs w:val="20"/>
              </w:rPr>
              <w:t>Projected amount intended for export</w:t>
            </w:r>
          </w:p>
        </w:tc>
      </w:tr>
      <w:tr w:rsidR="003F47EE" w:rsidRPr="005B0997" w14:paraId="2ABA961D" w14:textId="77777777" w:rsidTr="00C90F9A">
        <w:trPr>
          <w:trHeight w:val="360"/>
          <w:jc w:val="center"/>
        </w:trPr>
        <w:tc>
          <w:tcPr>
            <w:tcW w:w="3438" w:type="dxa"/>
            <w:gridSpan w:val="2"/>
          </w:tcPr>
          <w:p w14:paraId="0053FFD8" w14:textId="77777777" w:rsidR="003F47EE" w:rsidRPr="00C90F9A" w:rsidRDefault="003F47EE" w:rsidP="003F47EE">
            <w:pPr>
              <w:spacing w:after="0" w:line="240" w:lineRule="auto"/>
              <w:rPr>
                <w:rFonts w:ascii="Garamond" w:hAnsi="Garamond"/>
                <w:szCs w:val="20"/>
              </w:rPr>
            </w:pPr>
            <w:r w:rsidRPr="00C90F9A">
              <w:rPr>
                <w:rFonts w:ascii="Garamond" w:hAnsi="Garamond"/>
                <w:bCs/>
                <w:iCs/>
                <w:szCs w:val="20"/>
              </w:rPr>
              <w:fldChar w:fldCharType="begin">
                <w:ffData>
                  <w:name w:val="Text63"/>
                  <w:enabled/>
                  <w:calcOnExit w:val="0"/>
                  <w:textInput/>
                </w:ffData>
              </w:fldChar>
            </w:r>
            <w:r w:rsidRPr="00C90F9A">
              <w:rPr>
                <w:rFonts w:ascii="Garamond" w:hAnsi="Garamond"/>
                <w:bCs/>
                <w:iCs/>
                <w:szCs w:val="20"/>
              </w:rPr>
              <w:instrText xml:space="preserve"> FORMTEXT </w:instrText>
            </w:r>
            <w:r w:rsidRPr="00C90F9A">
              <w:rPr>
                <w:rFonts w:ascii="Garamond" w:hAnsi="Garamond"/>
                <w:bCs/>
                <w:iCs/>
                <w:szCs w:val="20"/>
              </w:rPr>
            </w:r>
            <w:r w:rsidRPr="00C90F9A">
              <w:rPr>
                <w:rFonts w:ascii="Garamond" w:hAnsi="Garamond"/>
                <w:bCs/>
                <w:iCs/>
                <w:szCs w:val="20"/>
              </w:rPr>
              <w:fldChar w:fldCharType="separate"/>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szCs w:val="20"/>
              </w:rPr>
              <w:fldChar w:fldCharType="end"/>
            </w:r>
          </w:p>
        </w:tc>
        <w:tc>
          <w:tcPr>
            <w:tcW w:w="3528" w:type="dxa"/>
            <w:gridSpan w:val="2"/>
          </w:tcPr>
          <w:p w14:paraId="318AB2FF" w14:textId="77777777" w:rsidR="003F47EE" w:rsidRPr="00C90F9A" w:rsidRDefault="003F47EE" w:rsidP="003F47EE">
            <w:pPr>
              <w:spacing w:after="0" w:line="240" w:lineRule="auto"/>
              <w:rPr>
                <w:rFonts w:ascii="Garamond" w:hAnsi="Garamond"/>
                <w:szCs w:val="20"/>
              </w:rPr>
            </w:pPr>
            <w:r w:rsidRPr="00C90F9A">
              <w:rPr>
                <w:rFonts w:ascii="Garamond" w:hAnsi="Garamond"/>
                <w:bCs/>
                <w:iCs/>
                <w:szCs w:val="20"/>
              </w:rPr>
              <w:fldChar w:fldCharType="begin">
                <w:ffData>
                  <w:name w:val="Text63"/>
                  <w:enabled/>
                  <w:calcOnExit w:val="0"/>
                  <w:textInput/>
                </w:ffData>
              </w:fldChar>
            </w:r>
            <w:r w:rsidRPr="00C90F9A">
              <w:rPr>
                <w:rFonts w:ascii="Garamond" w:hAnsi="Garamond"/>
                <w:bCs/>
                <w:iCs/>
                <w:szCs w:val="20"/>
              </w:rPr>
              <w:instrText xml:space="preserve"> FORMTEXT </w:instrText>
            </w:r>
            <w:r w:rsidRPr="00C90F9A">
              <w:rPr>
                <w:rFonts w:ascii="Garamond" w:hAnsi="Garamond"/>
                <w:bCs/>
                <w:iCs/>
                <w:szCs w:val="20"/>
              </w:rPr>
            </w:r>
            <w:r w:rsidRPr="00C90F9A">
              <w:rPr>
                <w:rFonts w:ascii="Garamond" w:hAnsi="Garamond"/>
                <w:bCs/>
                <w:iCs/>
                <w:szCs w:val="20"/>
              </w:rPr>
              <w:fldChar w:fldCharType="separate"/>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szCs w:val="20"/>
              </w:rPr>
              <w:fldChar w:fldCharType="end"/>
            </w:r>
          </w:p>
        </w:tc>
        <w:tc>
          <w:tcPr>
            <w:tcW w:w="3834" w:type="dxa"/>
            <w:gridSpan w:val="3"/>
          </w:tcPr>
          <w:p w14:paraId="3101BCF3" w14:textId="77777777" w:rsidR="003F47EE" w:rsidRPr="00C90F9A" w:rsidRDefault="003F47EE" w:rsidP="003F47EE">
            <w:pPr>
              <w:spacing w:after="0" w:line="240" w:lineRule="auto"/>
              <w:rPr>
                <w:rFonts w:ascii="Garamond" w:hAnsi="Garamond"/>
                <w:szCs w:val="20"/>
              </w:rPr>
            </w:pPr>
            <w:r w:rsidRPr="00C90F9A">
              <w:rPr>
                <w:rFonts w:ascii="Garamond" w:hAnsi="Garamond"/>
                <w:bCs/>
                <w:iCs/>
                <w:szCs w:val="20"/>
              </w:rPr>
              <w:fldChar w:fldCharType="begin">
                <w:ffData>
                  <w:name w:val="Text63"/>
                  <w:enabled/>
                  <w:calcOnExit w:val="0"/>
                  <w:textInput/>
                </w:ffData>
              </w:fldChar>
            </w:r>
            <w:r w:rsidRPr="00C90F9A">
              <w:rPr>
                <w:rFonts w:ascii="Garamond" w:hAnsi="Garamond"/>
                <w:bCs/>
                <w:iCs/>
                <w:szCs w:val="20"/>
              </w:rPr>
              <w:instrText xml:space="preserve"> FORMTEXT </w:instrText>
            </w:r>
            <w:r w:rsidRPr="00C90F9A">
              <w:rPr>
                <w:rFonts w:ascii="Garamond" w:hAnsi="Garamond"/>
                <w:bCs/>
                <w:iCs/>
                <w:szCs w:val="20"/>
              </w:rPr>
            </w:r>
            <w:r w:rsidRPr="00C90F9A">
              <w:rPr>
                <w:rFonts w:ascii="Garamond" w:hAnsi="Garamond"/>
                <w:bCs/>
                <w:iCs/>
                <w:szCs w:val="20"/>
              </w:rPr>
              <w:fldChar w:fldCharType="separate"/>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szCs w:val="20"/>
              </w:rPr>
              <w:fldChar w:fldCharType="end"/>
            </w:r>
          </w:p>
        </w:tc>
      </w:tr>
      <w:tr w:rsidR="003F47EE" w:rsidRPr="005B0997" w14:paraId="07A356B7" w14:textId="77777777" w:rsidTr="00C90F9A">
        <w:trPr>
          <w:trHeight w:val="360"/>
          <w:jc w:val="center"/>
        </w:trPr>
        <w:tc>
          <w:tcPr>
            <w:tcW w:w="3438" w:type="dxa"/>
            <w:gridSpan w:val="2"/>
          </w:tcPr>
          <w:p w14:paraId="531D9639" w14:textId="77777777" w:rsidR="003F47EE" w:rsidRPr="00C90F9A" w:rsidRDefault="003F47EE" w:rsidP="003F47EE">
            <w:pPr>
              <w:spacing w:after="0" w:line="240" w:lineRule="auto"/>
              <w:rPr>
                <w:rFonts w:ascii="Garamond" w:hAnsi="Garamond"/>
                <w:szCs w:val="20"/>
              </w:rPr>
            </w:pPr>
            <w:r w:rsidRPr="00C90F9A">
              <w:rPr>
                <w:rFonts w:ascii="Garamond" w:hAnsi="Garamond"/>
                <w:bCs/>
                <w:iCs/>
                <w:szCs w:val="20"/>
              </w:rPr>
              <w:fldChar w:fldCharType="begin">
                <w:ffData>
                  <w:name w:val="Text63"/>
                  <w:enabled/>
                  <w:calcOnExit w:val="0"/>
                  <w:textInput/>
                </w:ffData>
              </w:fldChar>
            </w:r>
            <w:r w:rsidRPr="00C90F9A">
              <w:rPr>
                <w:rFonts w:ascii="Garamond" w:hAnsi="Garamond"/>
                <w:bCs/>
                <w:iCs/>
                <w:szCs w:val="20"/>
              </w:rPr>
              <w:instrText xml:space="preserve"> FORMTEXT </w:instrText>
            </w:r>
            <w:r w:rsidRPr="00C90F9A">
              <w:rPr>
                <w:rFonts w:ascii="Garamond" w:hAnsi="Garamond"/>
                <w:bCs/>
                <w:iCs/>
                <w:szCs w:val="20"/>
              </w:rPr>
            </w:r>
            <w:r w:rsidRPr="00C90F9A">
              <w:rPr>
                <w:rFonts w:ascii="Garamond" w:hAnsi="Garamond"/>
                <w:bCs/>
                <w:iCs/>
                <w:szCs w:val="20"/>
              </w:rPr>
              <w:fldChar w:fldCharType="separate"/>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szCs w:val="20"/>
              </w:rPr>
              <w:fldChar w:fldCharType="end"/>
            </w:r>
          </w:p>
        </w:tc>
        <w:tc>
          <w:tcPr>
            <w:tcW w:w="3528" w:type="dxa"/>
            <w:gridSpan w:val="2"/>
          </w:tcPr>
          <w:p w14:paraId="3118F1AF" w14:textId="77777777" w:rsidR="003F47EE" w:rsidRPr="00C90F9A" w:rsidRDefault="003F47EE" w:rsidP="003F47EE">
            <w:pPr>
              <w:spacing w:after="0" w:line="240" w:lineRule="auto"/>
              <w:rPr>
                <w:rFonts w:ascii="Garamond" w:hAnsi="Garamond"/>
                <w:szCs w:val="20"/>
              </w:rPr>
            </w:pPr>
            <w:r w:rsidRPr="00C90F9A">
              <w:rPr>
                <w:rFonts w:ascii="Garamond" w:hAnsi="Garamond"/>
                <w:bCs/>
                <w:iCs/>
                <w:szCs w:val="20"/>
              </w:rPr>
              <w:fldChar w:fldCharType="begin">
                <w:ffData>
                  <w:name w:val="Text63"/>
                  <w:enabled/>
                  <w:calcOnExit w:val="0"/>
                  <w:textInput/>
                </w:ffData>
              </w:fldChar>
            </w:r>
            <w:r w:rsidRPr="00C90F9A">
              <w:rPr>
                <w:rFonts w:ascii="Garamond" w:hAnsi="Garamond"/>
                <w:bCs/>
                <w:iCs/>
                <w:szCs w:val="20"/>
              </w:rPr>
              <w:instrText xml:space="preserve"> FORMTEXT </w:instrText>
            </w:r>
            <w:r w:rsidRPr="00C90F9A">
              <w:rPr>
                <w:rFonts w:ascii="Garamond" w:hAnsi="Garamond"/>
                <w:bCs/>
                <w:iCs/>
                <w:szCs w:val="20"/>
              </w:rPr>
            </w:r>
            <w:r w:rsidRPr="00C90F9A">
              <w:rPr>
                <w:rFonts w:ascii="Garamond" w:hAnsi="Garamond"/>
                <w:bCs/>
                <w:iCs/>
                <w:szCs w:val="20"/>
              </w:rPr>
              <w:fldChar w:fldCharType="separate"/>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szCs w:val="20"/>
              </w:rPr>
              <w:fldChar w:fldCharType="end"/>
            </w:r>
          </w:p>
        </w:tc>
        <w:tc>
          <w:tcPr>
            <w:tcW w:w="3834" w:type="dxa"/>
            <w:gridSpan w:val="3"/>
          </w:tcPr>
          <w:p w14:paraId="24FC8C69" w14:textId="77777777" w:rsidR="003F47EE" w:rsidRPr="00C90F9A" w:rsidRDefault="003F47EE" w:rsidP="003F47EE">
            <w:pPr>
              <w:spacing w:after="0" w:line="240" w:lineRule="auto"/>
              <w:rPr>
                <w:rFonts w:ascii="Garamond" w:hAnsi="Garamond"/>
                <w:szCs w:val="20"/>
              </w:rPr>
            </w:pPr>
            <w:r w:rsidRPr="00C90F9A">
              <w:rPr>
                <w:rFonts w:ascii="Garamond" w:hAnsi="Garamond"/>
                <w:bCs/>
                <w:iCs/>
                <w:szCs w:val="20"/>
              </w:rPr>
              <w:fldChar w:fldCharType="begin">
                <w:ffData>
                  <w:name w:val="Text63"/>
                  <w:enabled/>
                  <w:calcOnExit w:val="0"/>
                  <w:textInput/>
                </w:ffData>
              </w:fldChar>
            </w:r>
            <w:r w:rsidRPr="00C90F9A">
              <w:rPr>
                <w:rFonts w:ascii="Garamond" w:hAnsi="Garamond"/>
                <w:bCs/>
                <w:iCs/>
                <w:szCs w:val="20"/>
              </w:rPr>
              <w:instrText xml:space="preserve"> FORMTEXT </w:instrText>
            </w:r>
            <w:r w:rsidRPr="00C90F9A">
              <w:rPr>
                <w:rFonts w:ascii="Garamond" w:hAnsi="Garamond"/>
                <w:bCs/>
                <w:iCs/>
                <w:szCs w:val="20"/>
              </w:rPr>
            </w:r>
            <w:r w:rsidRPr="00C90F9A">
              <w:rPr>
                <w:rFonts w:ascii="Garamond" w:hAnsi="Garamond"/>
                <w:bCs/>
                <w:iCs/>
                <w:szCs w:val="20"/>
              </w:rPr>
              <w:fldChar w:fldCharType="separate"/>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szCs w:val="20"/>
              </w:rPr>
              <w:fldChar w:fldCharType="end"/>
            </w:r>
          </w:p>
        </w:tc>
      </w:tr>
      <w:tr w:rsidR="003F47EE" w:rsidRPr="005B0997" w14:paraId="106E871F" w14:textId="77777777" w:rsidTr="00C90F9A">
        <w:trPr>
          <w:trHeight w:val="360"/>
          <w:jc w:val="center"/>
        </w:trPr>
        <w:tc>
          <w:tcPr>
            <w:tcW w:w="3438" w:type="dxa"/>
            <w:gridSpan w:val="2"/>
          </w:tcPr>
          <w:p w14:paraId="2042514C" w14:textId="77777777" w:rsidR="003F47EE" w:rsidRPr="00C90F9A" w:rsidRDefault="003F47EE" w:rsidP="003F47EE">
            <w:pPr>
              <w:spacing w:after="0" w:line="240" w:lineRule="auto"/>
              <w:rPr>
                <w:rFonts w:ascii="Garamond" w:hAnsi="Garamond"/>
                <w:szCs w:val="20"/>
              </w:rPr>
            </w:pPr>
            <w:r w:rsidRPr="00C90F9A">
              <w:rPr>
                <w:rFonts w:ascii="Garamond" w:hAnsi="Garamond"/>
                <w:bCs/>
                <w:iCs/>
                <w:szCs w:val="20"/>
              </w:rPr>
              <w:fldChar w:fldCharType="begin">
                <w:ffData>
                  <w:name w:val="Text63"/>
                  <w:enabled/>
                  <w:calcOnExit w:val="0"/>
                  <w:textInput/>
                </w:ffData>
              </w:fldChar>
            </w:r>
            <w:r w:rsidRPr="00C90F9A">
              <w:rPr>
                <w:rFonts w:ascii="Garamond" w:hAnsi="Garamond"/>
                <w:bCs/>
                <w:iCs/>
                <w:szCs w:val="20"/>
              </w:rPr>
              <w:instrText xml:space="preserve"> FORMTEXT </w:instrText>
            </w:r>
            <w:r w:rsidRPr="00C90F9A">
              <w:rPr>
                <w:rFonts w:ascii="Garamond" w:hAnsi="Garamond"/>
                <w:bCs/>
                <w:iCs/>
                <w:szCs w:val="20"/>
              </w:rPr>
            </w:r>
            <w:r w:rsidRPr="00C90F9A">
              <w:rPr>
                <w:rFonts w:ascii="Garamond" w:hAnsi="Garamond"/>
                <w:bCs/>
                <w:iCs/>
                <w:szCs w:val="20"/>
              </w:rPr>
              <w:fldChar w:fldCharType="separate"/>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szCs w:val="20"/>
              </w:rPr>
              <w:fldChar w:fldCharType="end"/>
            </w:r>
          </w:p>
        </w:tc>
        <w:tc>
          <w:tcPr>
            <w:tcW w:w="3528" w:type="dxa"/>
            <w:gridSpan w:val="2"/>
          </w:tcPr>
          <w:p w14:paraId="2B358789" w14:textId="77777777" w:rsidR="003F47EE" w:rsidRPr="00C90F9A" w:rsidRDefault="003F47EE" w:rsidP="003F47EE">
            <w:pPr>
              <w:spacing w:after="0" w:line="240" w:lineRule="auto"/>
              <w:rPr>
                <w:rFonts w:ascii="Garamond" w:hAnsi="Garamond"/>
                <w:szCs w:val="20"/>
              </w:rPr>
            </w:pPr>
            <w:r w:rsidRPr="00C90F9A">
              <w:rPr>
                <w:rFonts w:ascii="Garamond" w:hAnsi="Garamond"/>
                <w:bCs/>
                <w:iCs/>
                <w:szCs w:val="20"/>
              </w:rPr>
              <w:fldChar w:fldCharType="begin">
                <w:ffData>
                  <w:name w:val="Text63"/>
                  <w:enabled/>
                  <w:calcOnExit w:val="0"/>
                  <w:textInput/>
                </w:ffData>
              </w:fldChar>
            </w:r>
            <w:r w:rsidRPr="00C90F9A">
              <w:rPr>
                <w:rFonts w:ascii="Garamond" w:hAnsi="Garamond"/>
                <w:bCs/>
                <w:iCs/>
                <w:szCs w:val="20"/>
              </w:rPr>
              <w:instrText xml:space="preserve"> FORMTEXT </w:instrText>
            </w:r>
            <w:r w:rsidRPr="00C90F9A">
              <w:rPr>
                <w:rFonts w:ascii="Garamond" w:hAnsi="Garamond"/>
                <w:bCs/>
                <w:iCs/>
                <w:szCs w:val="20"/>
              </w:rPr>
            </w:r>
            <w:r w:rsidRPr="00C90F9A">
              <w:rPr>
                <w:rFonts w:ascii="Garamond" w:hAnsi="Garamond"/>
                <w:bCs/>
                <w:iCs/>
                <w:szCs w:val="20"/>
              </w:rPr>
              <w:fldChar w:fldCharType="separate"/>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szCs w:val="20"/>
              </w:rPr>
              <w:fldChar w:fldCharType="end"/>
            </w:r>
          </w:p>
        </w:tc>
        <w:tc>
          <w:tcPr>
            <w:tcW w:w="3834" w:type="dxa"/>
            <w:gridSpan w:val="3"/>
          </w:tcPr>
          <w:p w14:paraId="3F9D4BB7" w14:textId="77777777" w:rsidR="003F47EE" w:rsidRPr="00C90F9A" w:rsidRDefault="003F47EE" w:rsidP="003F47EE">
            <w:pPr>
              <w:spacing w:after="0" w:line="240" w:lineRule="auto"/>
              <w:rPr>
                <w:rFonts w:ascii="Garamond" w:hAnsi="Garamond"/>
                <w:szCs w:val="20"/>
              </w:rPr>
            </w:pPr>
            <w:r w:rsidRPr="00C90F9A">
              <w:rPr>
                <w:rFonts w:ascii="Garamond" w:hAnsi="Garamond"/>
                <w:bCs/>
                <w:iCs/>
                <w:szCs w:val="20"/>
              </w:rPr>
              <w:fldChar w:fldCharType="begin">
                <w:ffData>
                  <w:name w:val="Text63"/>
                  <w:enabled/>
                  <w:calcOnExit w:val="0"/>
                  <w:textInput/>
                </w:ffData>
              </w:fldChar>
            </w:r>
            <w:r w:rsidRPr="00C90F9A">
              <w:rPr>
                <w:rFonts w:ascii="Garamond" w:hAnsi="Garamond"/>
                <w:bCs/>
                <w:iCs/>
                <w:szCs w:val="20"/>
              </w:rPr>
              <w:instrText xml:space="preserve"> FORMTEXT </w:instrText>
            </w:r>
            <w:r w:rsidRPr="00C90F9A">
              <w:rPr>
                <w:rFonts w:ascii="Garamond" w:hAnsi="Garamond"/>
                <w:bCs/>
                <w:iCs/>
                <w:szCs w:val="20"/>
              </w:rPr>
            </w:r>
            <w:r w:rsidRPr="00C90F9A">
              <w:rPr>
                <w:rFonts w:ascii="Garamond" w:hAnsi="Garamond"/>
                <w:bCs/>
                <w:iCs/>
                <w:szCs w:val="20"/>
              </w:rPr>
              <w:fldChar w:fldCharType="separate"/>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noProof/>
                <w:szCs w:val="20"/>
              </w:rPr>
              <w:t> </w:t>
            </w:r>
            <w:r w:rsidRPr="00C90F9A">
              <w:rPr>
                <w:rFonts w:ascii="Garamond" w:hAnsi="Garamond"/>
                <w:bCs/>
                <w:iCs/>
                <w:szCs w:val="20"/>
              </w:rPr>
              <w:fldChar w:fldCharType="end"/>
            </w:r>
          </w:p>
        </w:tc>
      </w:tr>
      <w:tr w:rsidR="003F47EE" w:rsidRPr="0036117A" w14:paraId="00CED69C" w14:textId="77777777" w:rsidTr="00C90F9A">
        <w:trPr>
          <w:trHeight w:val="377"/>
          <w:jc w:val="center"/>
        </w:trPr>
        <w:tc>
          <w:tcPr>
            <w:tcW w:w="10800" w:type="dxa"/>
            <w:gridSpan w:val="7"/>
          </w:tcPr>
          <w:p w14:paraId="7B42695B" w14:textId="322606E6" w:rsidR="003F47EE" w:rsidRPr="00C90F9A" w:rsidRDefault="003F47EE" w:rsidP="00C90F9A">
            <w:pPr>
              <w:numPr>
                <w:ilvl w:val="0"/>
                <w:numId w:val="44"/>
              </w:numPr>
              <w:spacing w:before="40" w:after="40" w:line="240" w:lineRule="auto"/>
              <w:rPr>
                <w:bCs/>
                <w:color w:val="000000"/>
                <w:sz w:val="22"/>
              </w:rPr>
            </w:pPr>
            <w:r w:rsidRPr="00C90F9A">
              <w:rPr>
                <w:bCs/>
                <w:color w:val="000000"/>
                <w:sz w:val="22"/>
              </w:rPr>
              <w:t>What is your role in the supply chain of the product(s) that will be exported to Switzerland as BioSuisse Organic?  (Check all that apply)</w:t>
            </w:r>
            <w:r w:rsidR="003D1761">
              <w:rPr>
                <w:sz w:val="22"/>
                <w:lang w:val="en-GB"/>
              </w:rPr>
              <w:t xml:space="preserve">   </w:t>
            </w:r>
            <w:r w:rsidRPr="00C90F9A">
              <w:rPr>
                <w:sz w:val="22"/>
                <w:lang w:val="en-GB"/>
              </w:rPr>
              <w:fldChar w:fldCharType="begin">
                <w:ffData>
                  <w:name w:val="Check3"/>
                  <w:enabled/>
                  <w:calcOnExit w:val="0"/>
                  <w:checkBox>
                    <w:sizeAuto/>
                    <w:default w:val="0"/>
                  </w:checkBox>
                </w:ffData>
              </w:fldChar>
            </w:r>
            <w:r w:rsidRPr="00C90F9A">
              <w:rPr>
                <w:sz w:val="22"/>
                <w:lang w:val="en-GB"/>
              </w:rPr>
              <w:instrText xml:space="preserve"> FORMCHECKBOX </w:instrText>
            </w:r>
            <w:r w:rsidRPr="00C90F9A">
              <w:rPr>
                <w:sz w:val="22"/>
                <w:lang w:val="en-GB"/>
              </w:rPr>
            </w:r>
            <w:r w:rsidRPr="00C90F9A">
              <w:rPr>
                <w:sz w:val="22"/>
                <w:lang w:val="en-GB"/>
              </w:rPr>
              <w:fldChar w:fldCharType="separate"/>
            </w:r>
            <w:r w:rsidRPr="00C90F9A">
              <w:rPr>
                <w:sz w:val="22"/>
                <w:lang w:val="en-GB"/>
              </w:rPr>
              <w:fldChar w:fldCharType="end"/>
            </w:r>
            <w:r w:rsidRPr="00C90F9A">
              <w:rPr>
                <w:sz w:val="22"/>
                <w:lang w:val="en-GB"/>
              </w:rPr>
              <w:t xml:space="preserve"> Storage facility </w:t>
            </w:r>
            <w:r w:rsidR="003D1761">
              <w:rPr>
                <w:sz w:val="22"/>
                <w:lang w:val="en-GB"/>
              </w:rPr>
              <w:t xml:space="preserve"> </w:t>
            </w:r>
            <w:r w:rsidRPr="00C90F9A">
              <w:rPr>
                <w:sz w:val="22"/>
                <w:lang w:val="en-GB"/>
              </w:rPr>
              <w:t xml:space="preserve"> </w:t>
            </w:r>
            <w:r w:rsidRPr="00C90F9A">
              <w:rPr>
                <w:sz w:val="22"/>
                <w:lang w:val="en-GB"/>
              </w:rPr>
              <w:fldChar w:fldCharType="begin">
                <w:ffData>
                  <w:name w:val="Check3"/>
                  <w:enabled/>
                  <w:calcOnExit w:val="0"/>
                  <w:checkBox>
                    <w:sizeAuto/>
                    <w:default w:val="0"/>
                  </w:checkBox>
                </w:ffData>
              </w:fldChar>
            </w:r>
            <w:r w:rsidRPr="00C90F9A">
              <w:rPr>
                <w:sz w:val="22"/>
                <w:lang w:val="en-GB"/>
              </w:rPr>
              <w:instrText xml:space="preserve"> FORMCHECKBOX </w:instrText>
            </w:r>
            <w:r w:rsidRPr="00C90F9A">
              <w:rPr>
                <w:sz w:val="22"/>
                <w:lang w:val="en-GB"/>
              </w:rPr>
            </w:r>
            <w:r w:rsidRPr="00C90F9A">
              <w:rPr>
                <w:sz w:val="22"/>
                <w:lang w:val="en-GB"/>
              </w:rPr>
              <w:fldChar w:fldCharType="separate"/>
            </w:r>
            <w:r w:rsidRPr="00C90F9A">
              <w:rPr>
                <w:sz w:val="22"/>
                <w:lang w:val="en-GB"/>
              </w:rPr>
              <w:fldChar w:fldCharType="end"/>
            </w:r>
            <w:r w:rsidRPr="00C90F9A">
              <w:rPr>
                <w:sz w:val="22"/>
                <w:lang w:val="en-GB"/>
              </w:rPr>
              <w:t xml:space="preserve"> Processor</w:t>
            </w:r>
            <w:r w:rsidR="003D1761">
              <w:rPr>
                <w:sz w:val="22"/>
                <w:lang w:val="en-GB"/>
              </w:rPr>
              <w:t xml:space="preserve"> </w:t>
            </w:r>
            <w:r w:rsidRPr="00C90F9A">
              <w:rPr>
                <w:sz w:val="22"/>
                <w:lang w:val="en-GB"/>
              </w:rPr>
              <w:t xml:space="preserve">  </w:t>
            </w:r>
            <w:r w:rsidRPr="00C90F9A">
              <w:rPr>
                <w:sz w:val="22"/>
                <w:lang w:val="en-GB"/>
              </w:rPr>
              <w:fldChar w:fldCharType="begin">
                <w:ffData>
                  <w:name w:val="Check3"/>
                  <w:enabled/>
                  <w:calcOnExit w:val="0"/>
                  <w:checkBox>
                    <w:sizeAuto/>
                    <w:default w:val="0"/>
                  </w:checkBox>
                </w:ffData>
              </w:fldChar>
            </w:r>
            <w:r w:rsidRPr="00C90F9A">
              <w:rPr>
                <w:sz w:val="22"/>
                <w:lang w:val="en-GB"/>
              </w:rPr>
              <w:instrText xml:space="preserve"> FORMCHECKBOX </w:instrText>
            </w:r>
            <w:r w:rsidRPr="00C90F9A">
              <w:rPr>
                <w:sz w:val="22"/>
                <w:lang w:val="en-GB"/>
              </w:rPr>
            </w:r>
            <w:r w:rsidRPr="00C90F9A">
              <w:rPr>
                <w:sz w:val="22"/>
                <w:lang w:val="en-GB"/>
              </w:rPr>
              <w:fldChar w:fldCharType="separate"/>
            </w:r>
            <w:r w:rsidRPr="00C90F9A">
              <w:rPr>
                <w:sz w:val="22"/>
                <w:lang w:val="en-GB"/>
              </w:rPr>
              <w:fldChar w:fldCharType="end"/>
            </w:r>
            <w:r w:rsidRPr="00C90F9A">
              <w:rPr>
                <w:sz w:val="22"/>
                <w:lang w:val="en-GB"/>
              </w:rPr>
              <w:t xml:space="preserve"> Trader </w:t>
            </w:r>
            <w:r w:rsidR="003D1761">
              <w:rPr>
                <w:sz w:val="22"/>
                <w:lang w:val="en-GB"/>
              </w:rPr>
              <w:t xml:space="preserve"> </w:t>
            </w:r>
            <w:r w:rsidRPr="00C90F9A">
              <w:rPr>
                <w:sz w:val="22"/>
                <w:lang w:val="en-GB"/>
              </w:rPr>
              <w:t xml:space="preserve"> </w:t>
            </w:r>
            <w:r w:rsidRPr="00C90F9A">
              <w:rPr>
                <w:sz w:val="22"/>
                <w:lang w:val="en-GB"/>
              </w:rPr>
              <w:fldChar w:fldCharType="begin">
                <w:ffData>
                  <w:name w:val="Check3"/>
                  <w:enabled/>
                  <w:calcOnExit w:val="0"/>
                  <w:checkBox>
                    <w:sizeAuto/>
                    <w:default w:val="0"/>
                  </w:checkBox>
                </w:ffData>
              </w:fldChar>
            </w:r>
            <w:r w:rsidRPr="00C90F9A">
              <w:rPr>
                <w:sz w:val="22"/>
                <w:lang w:val="en-GB"/>
              </w:rPr>
              <w:instrText xml:space="preserve"> FORMCHECKBOX </w:instrText>
            </w:r>
            <w:r w:rsidRPr="00C90F9A">
              <w:rPr>
                <w:sz w:val="22"/>
                <w:lang w:val="en-GB"/>
              </w:rPr>
            </w:r>
            <w:r w:rsidRPr="00C90F9A">
              <w:rPr>
                <w:sz w:val="22"/>
                <w:lang w:val="en-GB"/>
              </w:rPr>
              <w:fldChar w:fldCharType="separate"/>
            </w:r>
            <w:r w:rsidRPr="00C90F9A">
              <w:rPr>
                <w:sz w:val="22"/>
                <w:lang w:val="en-GB"/>
              </w:rPr>
              <w:fldChar w:fldCharType="end"/>
            </w:r>
            <w:r w:rsidRPr="00C90F9A">
              <w:rPr>
                <w:sz w:val="22"/>
                <w:lang w:val="en-GB"/>
              </w:rPr>
              <w:t xml:space="preserve"> Exporter</w:t>
            </w:r>
          </w:p>
          <w:p w14:paraId="3DD0B1A2" w14:textId="77E372CD" w:rsidR="003F47EE" w:rsidRPr="00C90F9A" w:rsidRDefault="003F47EE" w:rsidP="00C90F9A">
            <w:pPr>
              <w:numPr>
                <w:ilvl w:val="0"/>
                <w:numId w:val="44"/>
              </w:numPr>
              <w:spacing w:before="40" w:after="40" w:line="240" w:lineRule="auto"/>
              <w:rPr>
                <w:bCs/>
                <w:color w:val="000000"/>
                <w:sz w:val="22"/>
              </w:rPr>
            </w:pPr>
            <w:r w:rsidRPr="00C90F9A">
              <w:rPr>
                <w:bCs/>
                <w:color w:val="000000"/>
                <w:sz w:val="22"/>
              </w:rPr>
              <w:t xml:space="preserve">Are all ingredients and suppliers certified to the Bio Suisse organic standard?  </w:t>
            </w:r>
            <w:r w:rsidR="001E7073" w:rsidRPr="00C53BD3">
              <w:rPr>
                <w:bCs/>
                <w:color w:val="000000"/>
                <w:sz w:val="22"/>
              </w:rPr>
              <w:t xml:space="preserve"> </w:t>
            </w:r>
            <w:r w:rsidRPr="00C90F9A">
              <w:rPr>
                <w:sz w:val="22"/>
                <w:lang w:val="en-GB"/>
              </w:rPr>
              <w:fldChar w:fldCharType="begin">
                <w:ffData>
                  <w:name w:val="Check3"/>
                  <w:enabled/>
                  <w:calcOnExit w:val="0"/>
                  <w:checkBox>
                    <w:sizeAuto/>
                    <w:default w:val="0"/>
                  </w:checkBox>
                </w:ffData>
              </w:fldChar>
            </w:r>
            <w:r w:rsidRPr="00C90F9A">
              <w:rPr>
                <w:sz w:val="22"/>
                <w:lang w:val="en-GB"/>
              </w:rPr>
              <w:instrText xml:space="preserve"> FORMCHECKBOX </w:instrText>
            </w:r>
            <w:r w:rsidRPr="00C90F9A">
              <w:rPr>
                <w:sz w:val="22"/>
                <w:lang w:val="en-GB"/>
              </w:rPr>
            </w:r>
            <w:r w:rsidRPr="00C90F9A">
              <w:rPr>
                <w:sz w:val="22"/>
                <w:lang w:val="en-GB"/>
              </w:rPr>
              <w:fldChar w:fldCharType="separate"/>
            </w:r>
            <w:r w:rsidRPr="00C90F9A">
              <w:rPr>
                <w:sz w:val="22"/>
                <w:lang w:val="en-GB"/>
              </w:rPr>
              <w:fldChar w:fldCharType="end"/>
            </w:r>
            <w:r w:rsidRPr="00C90F9A">
              <w:rPr>
                <w:sz w:val="22"/>
                <w:lang w:val="en-GB"/>
              </w:rPr>
              <w:t xml:space="preserve"> Yes </w:t>
            </w:r>
            <w:r w:rsidR="001E7073" w:rsidRPr="00C53BD3">
              <w:rPr>
                <w:sz w:val="22"/>
                <w:lang w:val="en-GB"/>
              </w:rPr>
              <w:t xml:space="preserve"> </w:t>
            </w:r>
            <w:r w:rsidRPr="00C90F9A">
              <w:rPr>
                <w:sz w:val="22"/>
                <w:lang w:val="en-GB"/>
              </w:rPr>
              <w:t xml:space="preserve"> </w:t>
            </w:r>
            <w:r w:rsidRPr="00C90F9A">
              <w:rPr>
                <w:sz w:val="22"/>
                <w:lang w:val="en-GB"/>
              </w:rPr>
              <w:fldChar w:fldCharType="begin">
                <w:ffData>
                  <w:name w:val="Check3"/>
                  <w:enabled/>
                  <w:calcOnExit w:val="0"/>
                  <w:checkBox>
                    <w:sizeAuto/>
                    <w:default w:val="0"/>
                  </w:checkBox>
                </w:ffData>
              </w:fldChar>
            </w:r>
            <w:r w:rsidRPr="00C90F9A">
              <w:rPr>
                <w:sz w:val="22"/>
                <w:lang w:val="en-GB"/>
              </w:rPr>
              <w:instrText xml:space="preserve"> FORMCHECKBOX </w:instrText>
            </w:r>
            <w:r w:rsidRPr="00C90F9A">
              <w:rPr>
                <w:sz w:val="22"/>
                <w:lang w:val="en-GB"/>
              </w:rPr>
            </w:r>
            <w:r w:rsidRPr="00C90F9A">
              <w:rPr>
                <w:sz w:val="22"/>
                <w:lang w:val="en-GB"/>
              </w:rPr>
              <w:fldChar w:fldCharType="separate"/>
            </w:r>
            <w:r w:rsidRPr="00C90F9A">
              <w:rPr>
                <w:sz w:val="22"/>
                <w:lang w:val="en-GB"/>
              </w:rPr>
              <w:fldChar w:fldCharType="end"/>
            </w:r>
            <w:r w:rsidRPr="00C90F9A">
              <w:rPr>
                <w:sz w:val="22"/>
                <w:lang w:val="en-GB"/>
              </w:rPr>
              <w:t xml:space="preserve"> No</w:t>
            </w:r>
          </w:p>
          <w:p w14:paraId="31FBAAFE" w14:textId="6BB82D16" w:rsidR="003C410A" w:rsidRPr="00C90F9A" w:rsidRDefault="003F47EE" w:rsidP="003F47EE">
            <w:pPr>
              <w:numPr>
                <w:ilvl w:val="0"/>
                <w:numId w:val="44"/>
              </w:numPr>
              <w:spacing w:after="0" w:line="240" w:lineRule="auto"/>
              <w:rPr>
                <w:bCs/>
                <w:color w:val="000000"/>
                <w:sz w:val="22"/>
              </w:rPr>
            </w:pPr>
            <w:r w:rsidRPr="00C90F9A">
              <w:rPr>
                <w:bCs/>
                <w:color w:val="000000"/>
                <w:sz w:val="22"/>
              </w:rPr>
              <w:t>Are you conducting the final packaging of the product bearing the Bio Suisse “BUD” logo?</w:t>
            </w:r>
            <w:r w:rsidR="001E7073" w:rsidRPr="00C53BD3">
              <w:rPr>
                <w:bCs/>
                <w:color w:val="000000"/>
                <w:sz w:val="22"/>
              </w:rPr>
              <w:t xml:space="preserve"> </w:t>
            </w:r>
            <w:r w:rsidRPr="00C90F9A">
              <w:rPr>
                <w:bCs/>
                <w:color w:val="000000"/>
                <w:sz w:val="22"/>
              </w:rPr>
              <w:t xml:space="preserve">  </w:t>
            </w:r>
            <w:r w:rsidRPr="00C90F9A">
              <w:rPr>
                <w:sz w:val="22"/>
                <w:lang w:val="en-GB"/>
              </w:rPr>
              <w:fldChar w:fldCharType="begin">
                <w:ffData>
                  <w:name w:val="Check3"/>
                  <w:enabled/>
                  <w:calcOnExit w:val="0"/>
                  <w:checkBox>
                    <w:sizeAuto/>
                    <w:default w:val="0"/>
                  </w:checkBox>
                </w:ffData>
              </w:fldChar>
            </w:r>
            <w:r w:rsidRPr="00C90F9A">
              <w:rPr>
                <w:sz w:val="22"/>
                <w:lang w:val="en-GB"/>
              </w:rPr>
              <w:instrText xml:space="preserve"> FORMCHECKBOX </w:instrText>
            </w:r>
            <w:r w:rsidRPr="00C90F9A">
              <w:rPr>
                <w:sz w:val="22"/>
                <w:lang w:val="en-GB"/>
              </w:rPr>
            </w:r>
            <w:r w:rsidRPr="00C90F9A">
              <w:rPr>
                <w:sz w:val="22"/>
                <w:lang w:val="en-GB"/>
              </w:rPr>
              <w:fldChar w:fldCharType="separate"/>
            </w:r>
            <w:r w:rsidRPr="00C90F9A">
              <w:rPr>
                <w:sz w:val="22"/>
                <w:lang w:val="en-GB"/>
              </w:rPr>
              <w:fldChar w:fldCharType="end"/>
            </w:r>
            <w:r w:rsidRPr="00C90F9A">
              <w:rPr>
                <w:sz w:val="22"/>
                <w:lang w:val="en-GB"/>
              </w:rPr>
              <w:t xml:space="preserve"> Yes</w:t>
            </w:r>
            <w:r w:rsidR="001E7073" w:rsidRPr="00C53BD3">
              <w:rPr>
                <w:sz w:val="22"/>
                <w:lang w:val="en-GB"/>
              </w:rPr>
              <w:t xml:space="preserve"> </w:t>
            </w:r>
            <w:r w:rsidRPr="00C90F9A">
              <w:rPr>
                <w:sz w:val="22"/>
                <w:lang w:val="en-GB"/>
              </w:rPr>
              <w:t xml:space="preserve">  </w:t>
            </w:r>
            <w:r w:rsidRPr="00C90F9A">
              <w:rPr>
                <w:sz w:val="22"/>
                <w:lang w:val="en-GB"/>
              </w:rPr>
              <w:fldChar w:fldCharType="begin">
                <w:ffData>
                  <w:name w:val="Check3"/>
                  <w:enabled/>
                  <w:calcOnExit w:val="0"/>
                  <w:checkBox>
                    <w:sizeAuto/>
                    <w:default w:val="0"/>
                  </w:checkBox>
                </w:ffData>
              </w:fldChar>
            </w:r>
            <w:r w:rsidRPr="00C90F9A">
              <w:rPr>
                <w:sz w:val="22"/>
                <w:lang w:val="en-GB"/>
              </w:rPr>
              <w:instrText xml:space="preserve"> FORMCHECKBOX </w:instrText>
            </w:r>
            <w:r w:rsidRPr="00C90F9A">
              <w:rPr>
                <w:sz w:val="22"/>
                <w:lang w:val="en-GB"/>
              </w:rPr>
            </w:r>
            <w:r w:rsidRPr="00C90F9A">
              <w:rPr>
                <w:sz w:val="22"/>
                <w:lang w:val="en-GB"/>
              </w:rPr>
              <w:fldChar w:fldCharType="separate"/>
            </w:r>
            <w:r w:rsidRPr="00C90F9A">
              <w:rPr>
                <w:sz w:val="22"/>
                <w:lang w:val="en-GB"/>
              </w:rPr>
              <w:fldChar w:fldCharType="end"/>
            </w:r>
            <w:r w:rsidRPr="00C90F9A">
              <w:rPr>
                <w:sz w:val="22"/>
                <w:lang w:val="en-GB"/>
              </w:rPr>
              <w:t xml:space="preserve"> No</w:t>
            </w:r>
          </w:p>
          <w:p w14:paraId="0A3B6B26" w14:textId="13A6A6B2" w:rsidR="003F47EE" w:rsidRPr="00C90F9A" w:rsidRDefault="003F47EE" w:rsidP="00C90F9A">
            <w:pPr>
              <w:numPr>
                <w:ilvl w:val="1"/>
                <w:numId w:val="44"/>
              </w:numPr>
              <w:spacing w:after="40" w:line="240" w:lineRule="auto"/>
              <w:ind w:left="720"/>
              <w:rPr>
                <w:bCs/>
                <w:color w:val="000000"/>
                <w:sz w:val="22"/>
              </w:rPr>
            </w:pPr>
            <w:r w:rsidRPr="00C90F9A">
              <w:rPr>
                <w:sz w:val="22"/>
                <w:lang w:val="en-GB"/>
              </w:rPr>
              <w:t xml:space="preserve">If yes, attach material specifications for packaging and a copy of all labels used to represent products as Bio Suisse organic. </w:t>
            </w:r>
            <w:r w:rsidR="001F4E5E" w:rsidRPr="00C53BD3">
              <w:rPr>
                <w:sz w:val="22"/>
                <w:lang w:val="en-GB"/>
              </w:rPr>
              <w:t xml:space="preserve"> </w:t>
            </w:r>
            <w:r w:rsidRPr="00C90F9A">
              <w:rPr>
                <w:sz w:val="22"/>
                <w:lang w:val="en-GB"/>
              </w:rPr>
              <w:t xml:space="preserve"> </w:t>
            </w:r>
            <w:r w:rsidRPr="00C90F9A">
              <w:rPr>
                <w:sz w:val="22"/>
                <w:lang w:val="en-GB"/>
              </w:rPr>
              <w:fldChar w:fldCharType="begin">
                <w:ffData>
                  <w:name w:val="Check3"/>
                  <w:enabled/>
                  <w:calcOnExit w:val="0"/>
                  <w:checkBox>
                    <w:sizeAuto/>
                    <w:default w:val="0"/>
                  </w:checkBox>
                </w:ffData>
              </w:fldChar>
            </w:r>
            <w:r w:rsidRPr="00C90F9A">
              <w:rPr>
                <w:sz w:val="22"/>
                <w:lang w:val="en-GB"/>
              </w:rPr>
              <w:instrText xml:space="preserve"> FORMCHECKBOX </w:instrText>
            </w:r>
            <w:r w:rsidRPr="00C90F9A">
              <w:rPr>
                <w:sz w:val="22"/>
                <w:lang w:val="en-GB"/>
              </w:rPr>
            </w:r>
            <w:r w:rsidRPr="00C90F9A">
              <w:rPr>
                <w:sz w:val="22"/>
                <w:lang w:val="en-GB"/>
              </w:rPr>
              <w:fldChar w:fldCharType="separate"/>
            </w:r>
            <w:r w:rsidRPr="00C90F9A">
              <w:rPr>
                <w:sz w:val="22"/>
                <w:lang w:val="en-GB"/>
              </w:rPr>
              <w:fldChar w:fldCharType="end"/>
            </w:r>
            <w:r w:rsidRPr="00C90F9A">
              <w:rPr>
                <w:sz w:val="22"/>
                <w:lang w:val="en-GB"/>
              </w:rPr>
              <w:t xml:space="preserve"> </w:t>
            </w:r>
            <w:r w:rsidRPr="00C90F9A">
              <w:rPr>
                <w:b/>
                <w:bCs/>
                <w:sz w:val="22"/>
                <w:lang w:val="en-GB"/>
              </w:rPr>
              <w:t>Attached</w:t>
            </w:r>
          </w:p>
          <w:p w14:paraId="38B958A9" w14:textId="751A8192" w:rsidR="003C410A" w:rsidRPr="00C90F9A" w:rsidRDefault="003F47EE" w:rsidP="003F47EE">
            <w:pPr>
              <w:pStyle w:val="ListParagraph"/>
              <w:numPr>
                <w:ilvl w:val="0"/>
                <w:numId w:val="44"/>
              </w:numPr>
              <w:contextualSpacing/>
              <w:rPr>
                <w:rFonts w:ascii="Arial Narrow" w:hAnsi="Arial Narrow"/>
                <w:iCs/>
                <w:sz w:val="22"/>
                <w:szCs w:val="22"/>
              </w:rPr>
            </w:pPr>
            <w:r w:rsidRPr="00C90F9A">
              <w:rPr>
                <w:rFonts w:ascii="Arial Narrow" w:hAnsi="Arial Narrow"/>
                <w:iCs/>
                <w:sz w:val="22"/>
                <w:szCs w:val="22"/>
              </w:rPr>
              <w:t>Does your operation store or process grain, grain products, and</w:t>
            </w:r>
            <w:r w:rsidR="00C53BD3" w:rsidRPr="00B1307A">
              <w:rPr>
                <w:rFonts w:ascii="Arial Narrow" w:hAnsi="Arial Narrow"/>
                <w:iCs/>
                <w:sz w:val="22"/>
                <w:szCs w:val="22"/>
              </w:rPr>
              <w:t>/</w:t>
            </w:r>
            <w:r w:rsidRPr="00C90F9A">
              <w:rPr>
                <w:rFonts w:ascii="Arial Narrow" w:hAnsi="Arial Narrow"/>
                <w:iCs/>
                <w:sz w:val="22"/>
                <w:szCs w:val="22"/>
              </w:rPr>
              <w:t xml:space="preserve">or dried products? </w:t>
            </w:r>
            <w:r w:rsidR="001F4E5E" w:rsidRPr="00B1307A">
              <w:rPr>
                <w:rFonts w:ascii="Arial Narrow" w:hAnsi="Arial Narrow"/>
                <w:iCs/>
                <w:sz w:val="22"/>
                <w:szCs w:val="22"/>
              </w:rPr>
              <w:t xml:space="preserve"> </w:t>
            </w:r>
            <w:r w:rsidRPr="00C90F9A">
              <w:rPr>
                <w:rFonts w:ascii="Arial Narrow" w:hAnsi="Arial Narrow"/>
                <w:iCs/>
                <w:sz w:val="22"/>
                <w:szCs w:val="22"/>
              </w:rPr>
              <w:t xml:space="preserve"> </w:t>
            </w:r>
            <w:r w:rsidRPr="00C90F9A">
              <w:rPr>
                <w:rFonts w:ascii="Arial Narrow" w:hAnsi="Arial Narrow"/>
                <w:sz w:val="22"/>
                <w:szCs w:val="22"/>
                <w:lang w:val="en-GB"/>
              </w:rPr>
              <w:fldChar w:fldCharType="begin">
                <w:ffData>
                  <w:name w:val="Check3"/>
                  <w:enabled/>
                  <w:calcOnExit w:val="0"/>
                  <w:checkBox>
                    <w:sizeAuto/>
                    <w:default w:val="0"/>
                  </w:checkBox>
                </w:ffData>
              </w:fldChar>
            </w:r>
            <w:r w:rsidRPr="00C90F9A">
              <w:rPr>
                <w:rFonts w:ascii="Arial Narrow" w:hAnsi="Arial Narrow"/>
                <w:sz w:val="22"/>
                <w:szCs w:val="22"/>
                <w:lang w:val="en-GB"/>
              </w:rPr>
              <w:instrText xml:space="preserve"> FORMCHECKBOX </w:instrText>
            </w:r>
            <w:r w:rsidRPr="00C90F9A">
              <w:rPr>
                <w:rFonts w:ascii="Arial Narrow" w:hAnsi="Arial Narrow"/>
                <w:sz w:val="22"/>
                <w:szCs w:val="22"/>
                <w:lang w:val="en-GB"/>
              </w:rPr>
            </w:r>
            <w:r w:rsidRPr="00C90F9A">
              <w:rPr>
                <w:rFonts w:ascii="Arial Narrow" w:hAnsi="Arial Narrow"/>
                <w:sz w:val="22"/>
                <w:szCs w:val="22"/>
                <w:lang w:val="en-GB"/>
              </w:rPr>
              <w:fldChar w:fldCharType="separate"/>
            </w:r>
            <w:r w:rsidRPr="00C90F9A">
              <w:rPr>
                <w:rFonts w:ascii="Arial Narrow" w:hAnsi="Arial Narrow"/>
                <w:sz w:val="22"/>
                <w:szCs w:val="22"/>
                <w:lang w:val="en-GB"/>
              </w:rPr>
              <w:fldChar w:fldCharType="end"/>
            </w:r>
            <w:r w:rsidRPr="00C90F9A">
              <w:rPr>
                <w:rFonts w:ascii="Arial Narrow" w:hAnsi="Arial Narrow"/>
                <w:sz w:val="22"/>
                <w:szCs w:val="22"/>
                <w:lang w:val="en-GB"/>
              </w:rPr>
              <w:t xml:space="preserve"> Yes</w:t>
            </w:r>
            <w:r w:rsidR="001F4E5E" w:rsidRPr="00B1307A">
              <w:rPr>
                <w:rFonts w:ascii="Arial Narrow" w:hAnsi="Arial Narrow"/>
                <w:sz w:val="22"/>
                <w:szCs w:val="22"/>
                <w:lang w:val="en-GB"/>
              </w:rPr>
              <w:t xml:space="preserve"> </w:t>
            </w:r>
            <w:r w:rsidRPr="00C90F9A">
              <w:rPr>
                <w:rFonts w:ascii="Arial Narrow" w:hAnsi="Arial Narrow"/>
                <w:sz w:val="22"/>
                <w:szCs w:val="22"/>
                <w:lang w:val="en-GB"/>
              </w:rPr>
              <w:t xml:space="preserve">  </w:t>
            </w:r>
            <w:r w:rsidRPr="00C90F9A">
              <w:rPr>
                <w:rFonts w:ascii="Arial Narrow" w:hAnsi="Arial Narrow"/>
                <w:sz w:val="22"/>
                <w:szCs w:val="22"/>
                <w:lang w:val="en-GB"/>
              </w:rPr>
              <w:fldChar w:fldCharType="begin">
                <w:ffData>
                  <w:name w:val="Check3"/>
                  <w:enabled/>
                  <w:calcOnExit w:val="0"/>
                  <w:checkBox>
                    <w:sizeAuto/>
                    <w:default w:val="0"/>
                  </w:checkBox>
                </w:ffData>
              </w:fldChar>
            </w:r>
            <w:r w:rsidRPr="00C90F9A">
              <w:rPr>
                <w:rFonts w:ascii="Arial Narrow" w:hAnsi="Arial Narrow"/>
                <w:sz w:val="22"/>
                <w:szCs w:val="22"/>
                <w:lang w:val="en-GB"/>
              </w:rPr>
              <w:instrText xml:space="preserve"> FORMCHECKBOX </w:instrText>
            </w:r>
            <w:r w:rsidRPr="00C90F9A">
              <w:rPr>
                <w:rFonts w:ascii="Arial Narrow" w:hAnsi="Arial Narrow"/>
                <w:sz w:val="22"/>
                <w:szCs w:val="22"/>
                <w:lang w:val="en-GB"/>
              </w:rPr>
            </w:r>
            <w:r w:rsidRPr="00C90F9A">
              <w:rPr>
                <w:rFonts w:ascii="Arial Narrow" w:hAnsi="Arial Narrow"/>
                <w:sz w:val="22"/>
                <w:szCs w:val="22"/>
                <w:lang w:val="en-GB"/>
              </w:rPr>
              <w:fldChar w:fldCharType="separate"/>
            </w:r>
            <w:r w:rsidRPr="00C90F9A">
              <w:rPr>
                <w:rFonts w:ascii="Arial Narrow" w:hAnsi="Arial Narrow"/>
                <w:sz w:val="22"/>
                <w:szCs w:val="22"/>
                <w:lang w:val="en-GB"/>
              </w:rPr>
              <w:fldChar w:fldCharType="end"/>
            </w:r>
            <w:r w:rsidRPr="00C90F9A">
              <w:rPr>
                <w:rFonts w:ascii="Arial Narrow" w:hAnsi="Arial Narrow"/>
                <w:sz w:val="22"/>
                <w:szCs w:val="22"/>
                <w:lang w:val="en-GB"/>
              </w:rPr>
              <w:t xml:space="preserve"> No</w:t>
            </w:r>
          </w:p>
          <w:p w14:paraId="652E4990" w14:textId="2220A7DF" w:rsidR="003F47EE" w:rsidRPr="00C90F9A" w:rsidRDefault="003F47EE" w:rsidP="00C90F9A">
            <w:pPr>
              <w:pStyle w:val="ListParagraph"/>
              <w:numPr>
                <w:ilvl w:val="1"/>
                <w:numId w:val="44"/>
              </w:numPr>
              <w:spacing w:after="40"/>
              <w:ind w:left="720"/>
              <w:rPr>
                <w:rFonts w:ascii="Arial Narrow" w:hAnsi="Arial Narrow"/>
                <w:iCs/>
                <w:sz w:val="22"/>
              </w:rPr>
            </w:pPr>
            <w:r w:rsidRPr="00C90F9A">
              <w:rPr>
                <w:rFonts w:ascii="Arial Narrow" w:hAnsi="Arial Narrow"/>
                <w:iCs/>
                <w:sz w:val="22"/>
              </w:rPr>
              <w:t xml:space="preserve">If yes, attach your pest control monitoring report.  </w:t>
            </w:r>
            <w:r w:rsidR="001F4E5E" w:rsidRPr="00C53BD3">
              <w:rPr>
                <w:rFonts w:ascii="Arial Narrow" w:hAnsi="Arial Narrow"/>
                <w:iCs/>
                <w:sz w:val="22"/>
              </w:rPr>
              <w:t xml:space="preserve"> </w:t>
            </w:r>
            <w:r w:rsidRPr="00C90F9A">
              <w:rPr>
                <w:rFonts w:ascii="Arial Narrow" w:hAnsi="Arial Narrow"/>
                <w:iCs/>
                <w:sz w:val="22"/>
              </w:rPr>
              <w:fldChar w:fldCharType="begin">
                <w:ffData>
                  <w:name w:val="Check2"/>
                  <w:enabled/>
                  <w:calcOnExit w:val="0"/>
                  <w:checkBox>
                    <w:sizeAuto/>
                    <w:default w:val="0"/>
                  </w:checkBox>
                </w:ffData>
              </w:fldChar>
            </w:r>
            <w:r w:rsidRPr="00C90F9A">
              <w:rPr>
                <w:rFonts w:ascii="Arial Narrow" w:hAnsi="Arial Narrow"/>
                <w:iCs/>
                <w:sz w:val="22"/>
              </w:rPr>
              <w:instrText xml:space="preserve"> FORMCHECKBOX </w:instrText>
            </w:r>
            <w:r w:rsidRPr="00C90F9A">
              <w:rPr>
                <w:rFonts w:ascii="Arial Narrow" w:hAnsi="Arial Narrow"/>
                <w:iCs/>
                <w:sz w:val="22"/>
              </w:rPr>
            </w:r>
            <w:r w:rsidRPr="00C90F9A">
              <w:rPr>
                <w:rFonts w:ascii="Arial Narrow" w:hAnsi="Arial Narrow"/>
                <w:iCs/>
                <w:sz w:val="22"/>
              </w:rPr>
              <w:fldChar w:fldCharType="separate"/>
            </w:r>
            <w:r w:rsidRPr="00C90F9A">
              <w:rPr>
                <w:rFonts w:ascii="Arial Narrow" w:hAnsi="Arial Narrow"/>
                <w:iCs/>
                <w:sz w:val="22"/>
              </w:rPr>
              <w:fldChar w:fldCharType="end"/>
            </w:r>
            <w:r w:rsidRPr="00C90F9A">
              <w:rPr>
                <w:rFonts w:ascii="Arial Narrow" w:hAnsi="Arial Narrow"/>
                <w:iCs/>
                <w:sz w:val="22"/>
              </w:rPr>
              <w:t xml:space="preserve"> </w:t>
            </w:r>
            <w:r w:rsidRPr="00C90F9A">
              <w:rPr>
                <w:rFonts w:ascii="Arial Narrow" w:hAnsi="Arial Narrow"/>
                <w:b/>
                <w:bCs/>
                <w:iCs/>
                <w:sz w:val="22"/>
              </w:rPr>
              <w:t>Attached</w:t>
            </w:r>
          </w:p>
          <w:p w14:paraId="4B439EA3" w14:textId="38799CCA" w:rsidR="00624EB2" w:rsidRPr="00C90F9A" w:rsidRDefault="003F47EE" w:rsidP="00624EB2">
            <w:pPr>
              <w:pStyle w:val="ListParagraph"/>
              <w:numPr>
                <w:ilvl w:val="0"/>
                <w:numId w:val="44"/>
              </w:numPr>
              <w:contextualSpacing/>
              <w:rPr>
                <w:rFonts w:ascii="Arial Narrow" w:hAnsi="Arial Narrow"/>
                <w:sz w:val="22"/>
                <w:szCs w:val="22"/>
                <w:lang w:val="en-GB"/>
              </w:rPr>
            </w:pPr>
            <w:r w:rsidRPr="00C90F9A">
              <w:rPr>
                <w:rFonts w:ascii="Arial Narrow" w:hAnsi="Arial Narrow"/>
                <w:iCs/>
                <w:sz w:val="22"/>
                <w:szCs w:val="22"/>
              </w:rPr>
              <w:t>Do you contract with other companies for the production or storage of ingredients or products that are seeking Bio Suisse certification?</w:t>
            </w:r>
            <w:r w:rsidR="001F4E5E" w:rsidRPr="00B1307A">
              <w:rPr>
                <w:rFonts w:ascii="Arial Narrow" w:hAnsi="Arial Narrow"/>
                <w:iCs/>
                <w:sz w:val="22"/>
                <w:szCs w:val="22"/>
              </w:rPr>
              <w:t xml:space="preserve">   </w:t>
            </w:r>
            <w:r w:rsidRPr="00C90F9A">
              <w:rPr>
                <w:rFonts w:ascii="Arial Narrow" w:hAnsi="Arial Narrow"/>
                <w:sz w:val="22"/>
                <w:szCs w:val="22"/>
                <w:lang w:val="en-GB"/>
              </w:rPr>
              <w:fldChar w:fldCharType="begin">
                <w:ffData>
                  <w:name w:val="Check3"/>
                  <w:enabled/>
                  <w:calcOnExit w:val="0"/>
                  <w:checkBox>
                    <w:sizeAuto/>
                    <w:default w:val="0"/>
                  </w:checkBox>
                </w:ffData>
              </w:fldChar>
            </w:r>
            <w:r w:rsidRPr="00C90F9A">
              <w:rPr>
                <w:rFonts w:ascii="Arial Narrow" w:hAnsi="Arial Narrow"/>
                <w:sz w:val="22"/>
                <w:szCs w:val="22"/>
                <w:lang w:val="en-GB"/>
              </w:rPr>
              <w:instrText xml:space="preserve"> FORMCHECKBOX </w:instrText>
            </w:r>
            <w:r w:rsidRPr="00C90F9A">
              <w:rPr>
                <w:rFonts w:ascii="Arial Narrow" w:hAnsi="Arial Narrow"/>
                <w:sz w:val="22"/>
                <w:szCs w:val="22"/>
                <w:lang w:val="en-GB"/>
              </w:rPr>
            </w:r>
            <w:r w:rsidRPr="00C90F9A">
              <w:rPr>
                <w:rFonts w:ascii="Arial Narrow" w:hAnsi="Arial Narrow"/>
                <w:sz w:val="22"/>
                <w:szCs w:val="22"/>
                <w:lang w:val="en-GB"/>
              </w:rPr>
              <w:fldChar w:fldCharType="separate"/>
            </w:r>
            <w:r w:rsidRPr="00C90F9A">
              <w:rPr>
                <w:rFonts w:ascii="Arial Narrow" w:hAnsi="Arial Narrow"/>
                <w:sz w:val="22"/>
                <w:szCs w:val="22"/>
                <w:lang w:val="en-GB"/>
              </w:rPr>
              <w:fldChar w:fldCharType="end"/>
            </w:r>
            <w:r w:rsidRPr="00C90F9A">
              <w:rPr>
                <w:rFonts w:ascii="Arial Narrow" w:hAnsi="Arial Narrow"/>
                <w:sz w:val="22"/>
                <w:szCs w:val="22"/>
                <w:lang w:val="en-GB"/>
              </w:rPr>
              <w:t xml:space="preserve"> Yes </w:t>
            </w:r>
            <w:r w:rsidR="00624EB2" w:rsidRPr="00C90F9A">
              <w:rPr>
                <w:rFonts w:ascii="Arial Narrow" w:hAnsi="Arial Narrow"/>
                <w:sz w:val="22"/>
                <w:szCs w:val="22"/>
                <w:lang w:val="en-GB"/>
              </w:rPr>
              <w:t xml:space="preserve"> </w:t>
            </w:r>
            <w:r w:rsidRPr="00C90F9A">
              <w:rPr>
                <w:rFonts w:ascii="Arial Narrow" w:hAnsi="Arial Narrow"/>
                <w:sz w:val="22"/>
                <w:szCs w:val="22"/>
                <w:lang w:val="en-GB"/>
              </w:rPr>
              <w:t xml:space="preserve"> </w:t>
            </w:r>
            <w:r w:rsidRPr="00C90F9A">
              <w:rPr>
                <w:rFonts w:ascii="Arial Narrow" w:hAnsi="Arial Narrow"/>
                <w:sz w:val="22"/>
                <w:szCs w:val="22"/>
                <w:lang w:val="en-GB"/>
              </w:rPr>
              <w:fldChar w:fldCharType="begin">
                <w:ffData>
                  <w:name w:val="Check3"/>
                  <w:enabled/>
                  <w:calcOnExit w:val="0"/>
                  <w:checkBox>
                    <w:sizeAuto/>
                    <w:default w:val="0"/>
                  </w:checkBox>
                </w:ffData>
              </w:fldChar>
            </w:r>
            <w:r w:rsidRPr="00C90F9A">
              <w:rPr>
                <w:rFonts w:ascii="Arial Narrow" w:hAnsi="Arial Narrow"/>
                <w:sz w:val="22"/>
                <w:szCs w:val="22"/>
                <w:lang w:val="en-GB"/>
              </w:rPr>
              <w:instrText xml:space="preserve"> FORMCHECKBOX </w:instrText>
            </w:r>
            <w:r w:rsidRPr="00C90F9A">
              <w:rPr>
                <w:rFonts w:ascii="Arial Narrow" w:hAnsi="Arial Narrow"/>
                <w:sz w:val="22"/>
                <w:szCs w:val="22"/>
                <w:lang w:val="en-GB"/>
              </w:rPr>
            </w:r>
            <w:r w:rsidRPr="00C90F9A">
              <w:rPr>
                <w:rFonts w:ascii="Arial Narrow" w:hAnsi="Arial Narrow"/>
                <w:sz w:val="22"/>
                <w:szCs w:val="22"/>
                <w:lang w:val="en-GB"/>
              </w:rPr>
              <w:fldChar w:fldCharType="separate"/>
            </w:r>
            <w:r w:rsidRPr="00C90F9A">
              <w:rPr>
                <w:rFonts w:ascii="Arial Narrow" w:hAnsi="Arial Narrow"/>
                <w:sz w:val="22"/>
                <w:szCs w:val="22"/>
                <w:lang w:val="en-GB"/>
              </w:rPr>
              <w:fldChar w:fldCharType="end"/>
            </w:r>
            <w:r w:rsidRPr="00C90F9A">
              <w:rPr>
                <w:rFonts w:ascii="Arial Narrow" w:hAnsi="Arial Narrow"/>
                <w:sz w:val="22"/>
                <w:szCs w:val="22"/>
                <w:lang w:val="en-GB"/>
              </w:rPr>
              <w:t xml:space="preserve"> No</w:t>
            </w:r>
          </w:p>
          <w:p w14:paraId="293E78A8" w14:textId="2C80C887" w:rsidR="003F47EE" w:rsidRPr="00C90F9A" w:rsidRDefault="003F47EE" w:rsidP="00C90F9A">
            <w:pPr>
              <w:pStyle w:val="ListParagraph"/>
              <w:numPr>
                <w:ilvl w:val="1"/>
                <w:numId w:val="44"/>
              </w:numPr>
              <w:spacing w:after="40"/>
              <w:ind w:left="720"/>
              <w:rPr>
                <w:rFonts w:ascii="Arial Narrow" w:hAnsi="Arial Narrow"/>
                <w:sz w:val="22"/>
                <w:szCs w:val="22"/>
                <w:lang w:val="en-GB"/>
              </w:rPr>
            </w:pPr>
            <w:r w:rsidRPr="00C90F9A">
              <w:rPr>
                <w:rFonts w:ascii="Arial Narrow" w:hAnsi="Arial Narrow"/>
                <w:sz w:val="22"/>
                <w:szCs w:val="22"/>
                <w:lang w:val="en-GB"/>
              </w:rPr>
              <w:t>If yes, list company(ies) below.</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5"/>
              <w:gridCol w:w="4661"/>
            </w:tblGrid>
            <w:tr w:rsidR="003F47EE" w:rsidRPr="00C53BD3" w14:paraId="4114D48A" w14:textId="77777777" w:rsidTr="00C90F9A">
              <w:trPr>
                <w:jc w:val="right"/>
              </w:trPr>
              <w:tc>
                <w:tcPr>
                  <w:tcW w:w="5635" w:type="dxa"/>
                  <w:shd w:val="clear" w:color="auto" w:fill="auto"/>
                </w:tcPr>
                <w:p w14:paraId="5CA79B0C" w14:textId="77777777" w:rsidR="003F47EE" w:rsidRPr="00C90F9A" w:rsidRDefault="003F47EE" w:rsidP="003F47EE">
                  <w:pPr>
                    <w:pStyle w:val="ListParagraph"/>
                    <w:ind w:left="0"/>
                    <w:contextualSpacing/>
                    <w:rPr>
                      <w:rFonts w:ascii="Arial Narrow" w:hAnsi="Arial Narrow"/>
                      <w:b/>
                      <w:bCs/>
                      <w:iCs/>
                      <w:sz w:val="22"/>
                      <w:szCs w:val="22"/>
                    </w:rPr>
                  </w:pPr>
                  <w:r w:rsidRPr="00C90F9A">
                    <w:rPr>
                      <w:rFonts w:ascii="Arial Narrow" w:hAnsi="Arial Narrow"/>
                      <w:b/>
                      <w:bCs/>
                      <w:iCs/>
                      <w:sz w:val="22"/>
                      <w:szCs w:val="22"/>
                    </w:rPr>
                    <w:t>Company Name</w:t>
                  </w:r>
                </w:p>
              </w:tc>
              <w:tc>
                <w:tcPr>
                  <w:tcW w:w="4661" w:type="dxa"/>
                  <w:shd w:val="clear" w:color="auto" w:fill="auto"/>
                </w:tcPr>
                <w:p w14:paraId="24F40948" w14:textId="77777777" w:rsidR="003F47EE" w:rsidRPr="00C90F9A" w:rsidRDefault="003F47EE" w:rsidP="003F47EE">
                  <w:pPr>
                    <w:pStyle w:val="ListParagraph"/>
                    <w:ind w:left="0"/>
                    <w:contextualSpacing/>
                    <w:rPr>
                      <w:rFonts w:ascii="Arial Narrow" w:hAnsi="Arial Narrow"/>
                      <w:b/>
                      <w:bCs/>
                      <w:iCs/>
                      <w:sz w:val="22"/>
                      <w:szCs w:val="22"/>
                    </w:rPr>
                  </w:pPr>
                  <w:r w:rsidRPr="00C90F9A">
                    <w:rPr>
                      <w:rFonts w:ascii="Arial Narrow" w:hAnsi="Arial Narrow"/>
                      <w:b/>
                      <w:bCs/>
                      <w:iCs/>
                      <w:sz w:val="22"/>
                      <w:szCs w:val="22"/>
                    </w:rPr>
                    <w:t>Contracted for</w:t>
                  </w:r>
                </w:p>
              </w:tc>
            </w:tr>
            <w:tr w:rsidR="003F47EE" w:rsidRPr="00C53BD3" w14:paraId="6B687939" w14:textId="77777777" w:rsidTr="00C90F9A">
              <w:trPr>
                <w:trHeight w:val="288"/>
                <w:jc w:val="right"/>
              </w:trPr>
              <w:tc>
                <w:tcPr>
                  <w:tcW w:w="5635" w:type="dxa"/>
                  <w:shd w:val="clear" w:color="auto" w:fill="auto"/>
                </w:tcPr>
                <w:p w14:paraId="572A939D" w14:textId="77777777" w:rsidR="003F47EE" w:rsidRPr="00C90F9A" w:rsidRDefault="003F47EE" w:rsidP="003F47EE">
                  <w:pPr>
                    <w:pStyle w:val="ListParagraph"/>
                    <w:ind w:left="0"/>
                    <w:contextualSpacing/>
                    <w:rPr>
                      <w:rFonts w:ascii="Garamond" w:hAnsi="Garamond"/>
                      <w:iCs/>
                      <w:sz w:val="20"/>
                      <w:szCs w:val="20"/>
                    </w:rPr>
                  </w:pPr>
                  <w:r w:rsidRPr="00C90F9A">
                    <w:rPr>
                      <w:rFonts w:ascii="Garamond" w:hAnsi="Garamond"/>
                      <w:bCs/>
                      <w:iCs/>
                      <w:sz w:val="20"/>
                      <w:szCs w:val="20"/>
                    </w:rPr>
                    <w:fldChar w:fldCharType="begin">
                      <w:ffData>
                        <w:name w:val="Text63"/>
                        <w:enabled/>
                        <w:calcOnExit w:val="0"/>
                        <w:textInput/>
                      </w:ffData>
                    </w:fldChar>
                  </w:r>
                  <w:r w:rsidRPr="00C90F9A">
                    <w:rPr>
                      <w:rFonts w:ascii="Garamond" w:hAnsi="Garamond"/>
                      <w:bCs/>
                      <w:iCs/>
                      <w:sz w:val="20"/>
                      <w:szCs w:val="20"/>
                    </w:rPr>
                    <w:instrText xml:space="preserve"> FORMTEXT </w:instrText>
                  </w:r>
                  <w:r w:rsidRPr="00C90F9A">
                    <w:rPr>
                      <w:rFonts w:ascii="Garamond" w:hAnsi="Garamond"/>
                      <w:bCs/>
                      <w:iCs/>
                      <w:sz w:val="20"/>
                      <w:szCs w:val="20"/>
                    </w:rPr>
                  </w:r>
                  <w:r w:rsidRPr="00C90F9A">
                    <w:rPr>
                      <w:rFonts w:ascii="Garamond" w:hAnsi="Garamond"/>
                      <w:bCs/>
                      <w:iCs/>
                      <w:sz w:val="20"/>
                      <w:szCs w:val="20"/>
                    </w:rPr>
                    <w:fldChar w:fldCharType="separate"/>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iCs/>
                      <w:sz w:val="20"/>
                      <w:szCs w:val="20"/>
                    </w:rPr>
                    <w:fldChar w:fldCharType="end"/>
                  </w:r>
                </w:p>
              </w:tc>
              <w:tc>
                <w:tcPr>
                  <w:tcW w:w="4661" w:type="dxa"/>
                  <w:shd w:val="clear" w:color="auto" w:fill="auto"/>
                </w:tcPr>
                <w:p w14:paraId="176DD3F1" w14:textId="04E00793" w:rsidR="003F47EE" w:rsidRPr="00C53BD3" w:rsidRDefault="003F47EE" w:rsidP="003F47EE">
                  <w:pPr>
                    <w:pStyle w:val="ListParagraph"/>
                    <w:ind w:left="0"/>
                    <w:contextualSpacing/>
                    <w:rPr>
                      <w:rFonts w:ascii="Arial Narrow" w:hAnsi="Arial Narrow"/>
                      <w:iCs/>
                      <w:sz w:val="20"/>
                      <w:szCs w:val="20"/>
                    </w:rPr>
                  </w:pP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Processing   </w:t>
                  </w: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Storage </w:t>
                  </w:r>
                  <w:r w:rsidR="003C410A" w:rsidRPr="00C53BD3">
                    <w:rPr>
                      <w:rFonts w:ascii="Arial Narrow" w:hAnsi="Arial Narrow"/>
                      <w:sz w:val="20"/>
                      <w:szCs w:val="20"/>
                      <w:lang w:val="en-GB"/>
                    </w:rPr>
                    <w:t xml:space="preserve"> </w:t>
                  </w:r>
                  <w:r w:rsidRPr="00C53BD3">
                    <w:rPr>
                      <w:rFonts w:ascii="Arial Narrow" w:hAnsi="Arial Narrow"/>
                      <w:sz w:val="20"/>
                      <w:szCs w:val="20"/>
                      <w:lang w:val="en-GB"/>
                    </w:rPr>
                    <w:t xml:space="preserve"> </w:t>
                  </w: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Trade </w:t>
                  </w:r>
                  <w:r w:rsidR="003C410A" w:rsidRPr="00C53BD3">
                    <w:rPr>
                      <w:rFonts w:ascii="Arial Narrow" w:hAnsi="Arial Narrow"/>
                      <w:sz w:val="20"/>
                      <w:szCs w:val="20"/>
                      <w:lang w:val="en-GB"/>
                    </w:rPr>
                    <w:t xml:space="preserve"> </w:t>
                  </w:r>
                  <w:r w:rsidRPr="00C53BD3">
                    <w:rPr>
                      <w:rFonts w:ascii="Arial Narrow" w:hAnsi="Arial Narrow"/>
                      <w:sz w:val="20"/>
                      <w:szCs w:val="20"/>
                      <w:lang w:val="en-GB"/>
                    </w:rPr>
                    <w:t xml:space="preserve"> </w:t>
                  </w: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Warehouse</w:t>
                  </w:r>
                </w:p>
              </w:tc>
            </w:tr>
            <w:tr w:rsidR="003F47EE" w:rsidRPr="00C53BD3" w14:paraId="038CCEBA" w14:textId="77777777" w:rsidTr="00C90F9A">
              <w:trPr>
                <w:trHeight w:val="288"/>
                <w:jc w:val="right"/>
              </w:trPr>
              <w:tc>
                <w:tcPr>
                  <w:tcW w:w="5635" w:type="dxa"/>
                  <w:shd w:val="clear" w:color="auto" w:fill="auto"/>
                </w:tcPr>
                <w:p w14:paraId="21FF7426" w14:textId="77777777" w:rsidR="003F47EE" w:rsidRPr="00C90F9A" w:rsidRDefault="003F47EE" w:rsidP="003F47EE">
                  <w:pPr>
                    <w:pStyle w:val="ListParagraph"/>
                    <w:ind w:left="0"/>
                    <w:contextualSpacing/>
                    <w:rPr>
                      <w:rFonts w:ascii="Garamond" w:hAnsi="Garamond"/>
                      <w:iCs/>
                      <w:sz w:val="20"/>
                      <w:szCs w:val="20"/>
                    </w:rPr>
                  </w:pPr>
                  <w:r w:rsidRPr="00C90F9A">
                    <w:rPr>
                      <w:rFonts w:ascii="Garamond" w:hAnsi="Garamond"/>
                      <w:bCs/>
                      <w:iCs/>
                      <w:sz w:val="20"/>
                      <w:szCs w:val="20"/>
                    </w:rPr>
                    <w:fldChar w:fldCharType="begin">
                      <w:ffData>
                        <w:name w:val="Text63"/>
                        <w:enabled/>
                        <w:calcOnExit w:val="0"/>
                        <w:textInput/>
                      </w:ffData>
                    </w:fldChar>
                  </w:r>
                  <w:r w:rsidRPr="00C90F9A">
                    <w:rPr>
                      <w:rFonts w:ascii="Garamond" w:hAnsi="Garamond"/>
                      <w:bCs/>
                      <w:iCs/>
                      <w:sz w:val="20"/>
                      <w:szCs w:val="20"/>
                    </w:rPr>
                    <w:instrText xml:space="preserve"> FORMTEXT </w:instrText>
                  </w:r>
                  <w:r w:rsidRPr="00C90F9A">
                    <w:rPr>
                      <w:rFonts w:ascii="Garamond" w:hAnsi="Garamond"/>
                      <w:bCs/>
                      <w:iCs/>
                      <w:sz w:val="20"/>
                      <w:szCs w:val="20"/>
                    </w:rPr>
                  </w:r>
                  <w:r w:rsidRPr="00C90F9A">
                    <w:rPr>
                      <w:rFonts w:ascii="Garamond" w:hAnsi="Garamond"/>
                      <w:bCs/>
                      <w:iCs/>
                      <w:sz w:val="20"/>
                      <w:szCs w:val="20"/>
                    </w:rPr>
                    <w:fldChar w:fldCharType="separate"/>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iCs/>
                      <w:sz w:val="20"/>
                      <w:szCs w:val="20"/>
                    </w:rPr>
                    <w:fldChar w:fldCharType="end"/>
                  </w:r>
                </w:p>
              </w:tc>
              <w:tc>
                <w:tcPr>
                  <w:tcW w:w="4661" w:type="dxa"/>
                  <w:shd w:val="clear" w:color="auto" w:fill="auto"/>
                </w:tcPr>
                <w:p w14:paraId="601793C5" w14:textId="72F23F5F" w:rsidR="003F47EE" w:rsidRPr="00C53BD3" w:rsidRDefault="003F47EE" w:rsidP="003F47EE">
                  <w:pPr>
                    <w:pStyle w:val="ListParagraph"/>
                    <w:ind w:left="0"/>
                    <w:contextualSpacing/>
                    <w:rPr>
                      <w:rFonts w:ascii="Arial Narrow" w:hAnsi="Arial Narrow"/>
                      <w:iCs/>
                      <w:sz w:val="20"/>
                      <w:szCs w:val="20"/>
                    </w:rPr>
                  </w:pP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Processing   </w:t>
                  </w: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Storage</w:t>
                  </w:r>
                  <w:r w:rsidR="003C410A" w:rsidRPr="00C53BD3">
                    <w:rPr>
                      <w:rFonts w:ascii="Arial Narrow" w:hAnsi="Arial Narrow"/>
                      <w:sz w:val="20"/>
                      <w:szCs w:val="20"/>
                      <w:lang w:val="en-GB"/>
                    </w:rPr>
                    <w:t xml:space="preserve"> </w:t>
                  </w:r>
                  <w:r w:rsidRPr="00C53BD3">
                    <w:rPr>
                      <w:rFonts w:ascii="Arial Narrow" w:hAnsi="Arial Narrow"/>
                      <w:sz w:val="20"/>
                      <w:szCs w:val="20"/>
                      <w:lang w:val="en-GB"/>
                    </w:rPr>
                    <w:t xml:space="preserve">  </w:t>
                  </w: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Trade </w:t>
                  </w:r>
                  <w:r w:rsidR="003C410A" w:rsidRPr="00C53BD3">
                    <w:rPr>
                      <w:rFonts w:ascii="Arial Narrow" w:hAnsi="Arial Narrow"/>
                      <w:sz w:val="20"/>
                      <w:szCs w:val="20"/>
                      <w:lang w:val="en-GB"/>
                    </w:rPr>
                    <w:t xml:space="preserve"> </w:t>
                  </w:r>
                  <w:r w:rsidRPr="00C53BD3">
                    <w:rPr>
                      <w:rFonts w:ascii="Arial Narrow" w:hAnsi="Arial Narrow"/>
                      <w:sz w:val="20"/>
                      <w:szCs w:val="20"/>
                      <w:lang w:val="en-GB"/>
                    </w:rPr>
                    <w:t xml:space="preserve"> </w:t>
                  </w: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Warehouse</w:t>
                  </w:r>
                </w:p>
              </w:tc>
            </w:tr>
            <w:tr w:rsidR="003F47EE" w:rsidRPr="00C53BD3" w14:paraId="38BD2224" w14:textId="77777777" w:rsidTr="00C90F9A">
              <w:trPr>
                <w:trHeight w:val="288"/>
                <w:jc w:val="right"/>
              </w:trPr>
              <w:tc>
                <w:tcPr>
                  <w:tcW w:w="5635" w:type="dxa"/>
                  <w:shd w:val="clear" w:color="auto" w:fill="auto"/>
                </w:tcPr>
                <w:p w14:paraId="4BE36719" w14:textId="77777777" w:rsidR="003F47EE" w:rsidRPr="00C90F9A" w:rsidRDefault="003F47EE" w:rsidP="003F47EE">
                  <w:pPr>
                    <w:pStyle w:val="ListParagraph"/>
                    <w:ind w:left="0"/>
                    <w:contextualSpacing/>
                    <w:rPr>
                      <w:rFonts w:ascii="Garamond" w:hAnsi="Garamond"/>
                      <w:iCs/>
                      <w:sz w:val="20"/>
                      <w:szCs w:val="20"/>
                    </w:rPr>
                  </w:pPr>
                  <w:r w:rsidRPr="00C90F9A">
                    <w:rPr>
                      <w:rFonts w:ascii="Garamond" w:hAnsi="Garamond"/>
                      <w:bCs/>
                      <w:iCs/>
                      <w:sz w:val="20"/>
                      <w:szCs w:val="20"/>
                    </w:rPr>
                    <w:fldChar w:fldCharType="begin">
                      <w:ffData>
                        <w:name w:val="Text63"/>
                        <w:enabled/>
                        <w:calcOnExit w:val="0"/>
                        <w:textInput/>
                      </w:ffData>
                    </w:fldChar>
                  </w:r>
                  <w:r w:rsidRPr="00C90F9A">
                    <w:rPr>
                      <w:rFonts w:ascii="Garamond" w:hAnsi="Garamond"/>
                      <w:bCs/>
                      <w:iCs/>
                      <w:sz w:val="20"/>
                      <w:szCs w:val="20"/>
                    </w:rPr>
                    <w:instrText xml:space="preserve"> FORMTEXT </w:instrText>
                  </w:r>
                  <w:r w:rsidRPr="00C90F9A">
                    <w:rPr>
                      <w:rFonts w:ascii="Garamond" w:hAnsi="Garamond"/>
                      <w:bCs/>
                      <w:iCs/>
                      <w:sz w:val="20"/>
                      <w:szCs w:val="20"/>
                    </w:rPr>
                  </w:r>
                  <w:r w:rsidRPr="00C90F9A">
                    <w:rPr>
                      <w:rFonts w:ascii="Garamond" w:hAnsi="Garamond"/>
                      <w:bCs/>
                      <w:iCs/>
                      <w:sz w:val="20"/>
                      <w:szCs w:val="20"/>
                    </w:rPr>
                    <w:fldChar w:fldCharType="separate"/>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noProof/>
                      <w:sz w:val="20"/>
                      <w:szCs w:val="20"/>
                    </w:rPr>
                    <w:t> </w:t>
                  </w:r>
                  <w:r w:rsidRPr="00C90F9A">
                    <w:rPr>
                      <w:rFonts w:ascii="Garamond" w:hAnsi="Garamond"/>
                      <w:bCs/>
                      <w:iCs/>
                      <w:sz w:val="20"/>
                      <w:szCs w:val="20"/>
                    </w:rPr>
                    <w:fldChar w:fldCharType="end"/>
                  </w:r>
                </w:p>
              </w:tc>
              <w:tc>
                <w:tcPr>
                  <w:tcW w:w="4661" w:type="dxa"/>
                  <w:shd w:val="clear" w:color="auto" w:fill="auto"/>
                </w:tcPr>
                <w:p w14:paraId="6DF70664" w14:textId="6DB1F79F" w:rsidR="003F47EE" w:rsidRPr="00C53BD3" w:rsidRDefault="003F47EE" w:rsidP="003F47EE">
                  <w:pPr>
                    <w:pStyle w:val="ListParagraph"/>
                    <w:ind w:left="0"/>
                    <w:contextualSpacing/>
                    <w:rPr>
                      <w:rFonts w:ascii="Arial Narrow" w:hAnsi="Arial Narrow"/>
                      <w:iCs/>
                      <w:sz w:val="20"/>
                      <w:szCs w:val="20"/>
                    </w:rPr>
                  </w:pP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Processing   </w:t>
                  </w: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Storage</w:t>
                  </w:r>
                  <w:r w:rsidR="003C410A" w:rsidRPr="00C53BD3">
                    <w:rPr>
                      <w:rFonts w:ascii="Arial Narrow" w:hAnsi="Arial Narrow"/>
                      <w:sz w:val="20"/>
                      <w:szCs w:val="20"/>
                      <w:lang w:val="en-GB"/>
                    </w:rPr>
                    <w:t xml:space="preserve"> </w:t>
                  </w:r>
                  <w:r w:rsidRPr="00C53BD3">
                    <w:rPr>
                      <w:rFonts w:ascii="Arial Narrow" w:hAnsi="Arial Narrow"/>
                      <w:sz w:val="20"/>
                      <w:szCs w:val="20"/>
                      <w:lang w:val="en-GB"/>
                    </w:rPr>
                    <w:t xml:space="preserve">  </w:t>
                  </w: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Trade  </w:t>
                  </w:r>
                  <w:r w:rsidR="003C410A" w:rsidRPr="00C53BD3">
                    <w:rPr>
                      <w:rFonts w:ascii="Arial Narrow" w:hAnsi="Arial Narrow"/>
                      <w:sz w:val="20"/>
                      <w:szCs w:val="20"/>
                      <w:lang w:val="en-GB"/>
                    </w:rPr>
                    <w:t xml:space="preserve"> </w:t>
                  </w:r>
                  <w:r w:rsidRPr="00C53BD3">
                    <w:rPr>
                      <w:rFonts w:ascii="Arial Narrow" w:hAnsi="Arial Narrow"/>
                      <w:sz w:val="20"/>
                      <w:szCs w:val="20"/>
                      <w:lang w:val="en-GB"/>
                    </w:rPr>
                    <w:fldChar w:fldCharType="begin">
                      <w:ffData>
                        <w:name w:val="Check3"/>
                        <w:enabled/>
                        <w:calcOnExit w:val="0"/>
                        <w:checkBox>
                          <w:sizeAuto/>
                          <w:default w:val="0"/>
                        </w:checkBox>
                      </w:ffData>
                    </w:fldChar>
                  </w:r>
                  <w:r w:rsidRPr="00C53BD3">
                    <w:rPr>
                      <w:rFonts w:ascii="Arial Narrow" w:hAnsi="Arial Narrow"/>
                      <w:sz w:val="20"/>
                      <w:szCs w:val="20"/>
                      <w:lang w:val="en-GB"/>
                    </w:rPr>
                    <w:instrText xml:space="preserve"> FORMCHECKBOX </w:instrText>
                  </w:r>
                  <w:r w:rsidRPr="00C53BD3">
                    <w:rPr>
                      <w:rFonts w:ascii="Arial Narrow" w:hAnsi="Arial Narrow"/>
                      <w:sz w:val="20"/>
                      <w:szCs w:val="20"/>
                      <w:lang w:val="en-GB"/>
                    </w:rPr>
                  </w:r>
                  <w:r w:rsidRPr="00C53BD3">
                    <w:rPr>
                      <w:rFonts w:ascii="Arial Narrow" w:hAnsi="Arial Narrow"/>
                      <w:sz w:val="20"/>
                      <w:szCs w:val="20"/>
                      <w:lang w:val="en-GB"/>
                    </w:rPr>
                    <w:fldChar w:fldCharType="separate"/>
                  </w:r>
                  <w:r w:rsidRPr="00C53BD3">
                    <w:rPr>
                      <w:rFonts w:ascii="Arial Narrow" w:hAnsi="Arial Narrow"/>
                      <w:sz w:val="20"/>
                      <w:szCs w:val="20"/>
                      <w:lang w:val="en-GB"/>
                    </w:rPr>
                    <w:fldChar w:fldCharType="end"/>
                  </w:r>
                  <w:r w:rsidRPr="00C53BD3">
                    <w:rPr>
                      <w:rFonts w:ascii="Arial Narrow" w:hAnsi="Arial Narrow"/>
                      <w:sz w:val="20"/>
                      <w:szCs w:val="20"/>
                      <w:lang w:val="en-GB"/>
                    </w:rPr>
                    <w:t xml:space="preserve"> Warehouse</w:t>
                  </w:r>
                </w:p>
              </w:tc>
            </w:tr>
          </w:tbl>
          <w:p w14:paraId="43DCA6F7" w14:textId="343FDDF3" w:rsidR="00C53BD3" w:rsidRPr="00C90F9A" w:rsidRDefault="003F47EE" w:rsidP="00C90F9A">
            <w:pPr>
              <w:pStyle w:val="ListParagraph"/>
              <w:numPr>
                <w:ilvl w:val="0"/>
                <w:numId w:val="44"/>
              </w:numPr>
              <w:spacing w:before="80"/>
              <w:rPr>
                <w:rFonts w:ascii="Arial Narrow" w:hAnsi="Arial Narrow"/>
                <w:iCs/>
                <w:sz w:val="22"/>
                <w:szCs w:val="22"/>
              </w:rPr>
            </w:pPr>
            <w:r w:rsidRPr="00C90F9A">
              <w:rPr>
                <w:rFonts w:ascii="Arial Narrow" w:hAnsi="Arial Narrow"/>
                <w:sz w:val="22"/>
                <w:szCs w:val="22"/>
              </w:rPr>
              <w:t xml:space="preserve">Is the operation currently certified or audited in accordance </w:t>
            </w:r>
            <w:proofErr w:type="gramStart"/>
            <w:r w:rsidRPr="00C90F9A">
              <w:rPr>
                <w:rFonts w:ascii="Arial Narrow" w:hAnsi="Arial Narrow"/>
                <w:sz w:val="22"/>
                <w:szCs w:val="22"/>
              </w:rPr>
              <w:t>to</w:t>
            </w:r>
            <w:proofErr w:type="gramEnd"/>
            <w:r w:rsidRPr="00C90F9A">
              <w:rPr>
                <w:rFonts w:ascii="Arial Narrow" w:hAnsi="Arial Narrow"/>
                <w:sz w:val="22"/>
                <w:szCs w:val="22"/>
              </w:rPr>
              <w:t xml:space="preserve"> a Social Accountability Standard?</w:t>
            </w:r>
            <w:r w:rsidR="00C53BD3" w:rsidRPr="005F41DB">
              <w:rPr>
                <w:rFonts w:ascii="Arial Narrow" w:hAnsi="Arial Narrow"/>
                <w:sz w:val="22"/>
                <w:szCs w:val="22"/>
              </w:rPr>
              <w:t xml:space="preserve">  </w:t>
            </w:r>
            <w:r w:rsidRPr="00C90F9A">
              <w:rPr>
                <w:rFonts w:ascii="Arial Narrow" w:hAnsi="Arial Narrow"/>
                <w:sz w:val="22"/>
                <w:szCs w:val="22"/>
              </w:rPr>
              <w:t xml:space="preserve"> </w:t>
            </w:r>
            <w:r w:rsidRPr="00C90F9A">
              <w:rPr>
                <w:rFonts w:ascii="Arial Narrow" w:hAnsi="Arial Narrow"/>
                <w:sz w:val="22"/>
                <w:szCs w:val="22"/>
                <w:lang w:val="en-GB"/>
              </w:rPr>
              <w:fldChar w:fldCharType="begin">
                <w:ffData>
                  <w:name w:val="Check3"/>
                  <w:enabled/>
                  <w:calcOnExit w:val="0"/>
                  <w:checkBox>
                    <w:sizeAuto/>
                    <w:default w:val="0"/>
                  </w:checkBox>
                </w:ffData>
              </w:fldChar>
            </w:r>
            <w:r w:rsidRPr="00C90F9A">
              <w:rPr>
                <w:rFonts w:ascii="Arial Narrow" w:hAnsi="Arial Narrow"/>
                <w:sz w:val="22"/>
                <w:szCs w:val="22"/>
                <w:lang w:val="en-GB"/>
              </w:rPr>
              <w:instrText xml:space="preserve"> FORMCHECKBOX </w:instrText>
            </w:r>
            <w:r w:rsidRPr="00C90F9A">
              <w:rPr>
                <w:rFonts w:ascii="Arial Narrow" w:hAnsi="Arial Narrow"/>
                <w:sz w:val="22"/>
                <w:szCs w:val="22"/>
                <w:lang w:val="en-GB"/>
              </w:rPr>
            </w:r>
            <w:r w:rsidRPr="00C90F9A">
              <w:rPr>
                <w:rFonts w:ascii="Arial Narrow" w:hAnsi="Arial Narrow"/>
                <w:sz w:val="22"/>
                <w:szCs w:val="22"/>
                <w:lang w:val="en-GB"/>
              </w:rPr>
              <w:fldChar w:fldCharType="separate"/>
            </w:r>
            <w:r w:rsidRPr="00C90F9A">
              <w:rPr>
                <w:rFonts w:ascii="Arial Narrow" w:hAnsi="Arial Narrow"/>
                <w:sz w:val="22"/>
                <w:szCs w:val="22"/>
                <w:lang w:val="en-GB"/>
              </w:rPr>
              <w:fldChar w:fldCharType="end"/>
            </w:r>
            <w:r w:rsidRPr="00C90F9A">
              <w:rPr>
                <w:rFonts w:ascii="Arial Narrow" w:hAnsi="Arial Narrow"/>
                <w:sz w:val="22"/>
                <w:szCs w:val="22"/>
                <w:lang w:val="en-GB"/>
              </w:rPr>
              <w:t xml:space="preserve"> Yes </w:t>
            </w:r>
            <w:r w:rsidR="00C53BD3" w:rsidRPr="005F41DB">
              <w:rPr>
                <w:rFonts w:ascii="Arial Narrow" w:hAnsi="Arial Narrow"/>
                <w:sz w:val="22"/>
                <w:szCs w:val="22"/>
                <w:lang w:val="en-GB"/>
              </w:rPr>
              <w:t xml:space="preserve"> </w:t>
            </w:r>
            <w:r w:rsidRPr="00C90F9A">
              <w:rPr>
                <w:rFonts w:ascii="Arial Narrow" w:hAnsi="Arial Narrow"/>
                <w:sz w:val="22"/>
                <w:szCs w:val="22"/>
                <w:lang w:val="en-GB"/>
              </w:rPr>
              <w:t xml:space="preserve"> </w:t>
            </w:r>
            <w:r w:rsidRPr="00C90F9A">
              <w:rPr>
                <w:rFonts w:ascii="Arial Narrow" w:hAnsi="Arial Narrow"/>
                <w:sz w:val="22"/>
                <w:szCs w:val="22"/>
                <w:lang w:val="en-GB"/>
              </w:rPr>
              <w:fldChar w:fldCharType="begin">
                <w:ffData>
                  <w:name w:val="Check3"/>
                  <w:enabled/>
                  <w:calcOnExit w:val="0"/>
                  <w:checkBox>
                    <w:sizeAuto/>
                    <w:default w:val="0"/>
                  </w:checkBox>
                </w:ffData>
              </w:fldChar>
            </w:r>
            <w:r w:rsidRPr="00C90F9A">
              <w:rPr>
                <w:rFonts w:ascii="Arial Narrow" w:hAnsi="Arial Narrow"/>
                <w:sz w:val="22"/>
                <w:szCs w:val="22"/>
                <w:lang w:val="en-GB"/>
              </w:rPr>
              <w:instrText xml:space="preserve"> FORMCHECKBOX </w:instrText>
            </w:r>
            <w:r w:rsidRPr="00C90F9A">
              <w:rPr>
                <w:rFonts w:ascii="Arial Narrow" w:hAnsi="Arial Narrow"/>
                <w:sz w:val="22"/>
                <w:szCs w:val="22"/>
                <w:lang w:val="en-GB"/>
              </w:rPr>
            </w:r>
            <w:r w:rsidRPr="00C90F9A">
              <w:rPr>
                <w:rFonts w:ascii="Arial Narrow" w:hAnsi="Arial Narrow"/>
                <w:sz w:val="22"/>
                <w:szCs w:val="22"/>
                <w:lang w:val="en-GB"/>
              </w:rPr>
              <w:fldChar w:fldCharType="separate"/>
            </w:r>
            <w:r w:rsidRPr="00C90F9A">
              <w:rPr>
                <w:rFonts w:ascii="Arial Narrow" w:hAnsi="Arial Narrow"/>
                <w:sz w:val="22"/>
                <w:szCs w:val="22"/>
                <w:lang w:val="en-GB"/>
              </w:rPr>
              <w:fldChar w:fldCharType="end"/>
            </w:r>
            <w:r w:rsidRPr="00C90F9A">
              <w:rPr>
                <w:rFonts w:ascii="Arial Narrow" w:hAnsi="Arial Narrow"/>
                <w:sz w:val="22"/>
                <w:szCs w:val="22"/>
                <w:lang w:val="en-GB"/>
              </w:rPr>
              <w:t xml:space="preserve"> No</w:t>
            </w:r>
          </w:p>
          <w:p w14:paraId="2614A370" w14:textId="6D228B11" w:rsidR="003F47EE" w:rsidRPr="00C90F9A" w:rsidRDefault="003F47EE" w:rsidP="00C90F9A">
            <w:pPr>
              <w:pStyle w:val="ListParagraph"/>
              <w:numPr>
                <w:ilvl w:val="1"/>
                <w:numId w:val="44"/>
              </w:numPr>
              <w:spacing w:after="40"/>
              <w:ind w:left="720"/>
              <w:rPr>
                <w:bCs/>
                <w:color w:val="000000"/>
                <w:szCs w:val="20"/>
              </w:rPr>
            </w:pPr>
            <w:r w:rsidRPr="00C90F9A">
              <w:rPr>
                <w:rFonts w:ascii="Arial Narrow" w:hAnsi="Arial Narrow"/>
                <w:iCs/>
                <w:sz w:val="22"/>
              </w:rPr>
              <w:t xml:space="preserve">If yes, attach certificate and specify which standard. </w:t>
            </w:r>
            <w:r w:rsidR="00C53BD3" w:rsidRPr="00C90F9A">
              <w:rPr>
                <w:rFonts w:ascii="Arial Narrow" w:hAnsi="Arial Narrow"/>
                <w:iCs/>
                <w:sz w:val="22"/>
              </w:rPr>
              <w:t xml:space="preserve">  </w:t>
            </w:r>
            <w:r w:rsidR="00C53BD3" w:rsidRPr="00C90F9A">
              <w:rPr>
                <w:rFonts w:ascii="Arial Narrow" w:hAnsi="Arial Narrow"/>
                <w:iCs/>
                <w:sz w:val="22"/>
              </w:rPr>
              <w:fldChar w:fldCharType="begin">
                <w:ffData>
                  <w:name w:val="Check2"/>
                  <w:enabled/>
                  <w:calcOnExit w:val="0"/>
                  <w:checkBox>
                    <w:sizeAuto/>
                    <w:default w:val="0"/>
                  </w:checkBox>
                </w:ffData>
              </w:fldChar>
            </w:r>
            <w:r w:rsidR="00C53BD3" w:rsidRPr="00C90F9A">
              <w:rPr>
                <w:rFonts w:ascii="Arial Narrow" w:hAnsi="Arial Narrow"/>
                <w:iCs/>
                <w:sz w:val="22"/>
              </w:rPr>
              <w:instrText xml:space="preserve"> FORMCHECKBOX </w:instrText>
            </w:r>
            <w:r w:rsidR="00C53BD3" w:rsidRPr="00C90F9A">
              <w:rPr>
                <w:rFonts w:ascii="Arial Narrow" w:hAnsi="Arial Narrow"/>
                <w:iCs/>
                <w:sz w:val="22"/>
              </w:rPr>
            </w:r>
            <w:r w:rsidR="00C53BD3" w:rsidRPr="00C90F9A">
              <w:rPr>
                <w:rFonts w:ascii="Arial Narrow" w:hAnsi="Arial Narrow"/>
                <w:iCs/>
                <w:sz w:val="22"/>
              </w:rPr>
              <w:fldChar w:fldCharType="separate"/>
            </w:r>
            <w:r w:rsidR="00C53BD3" w:rsidRPr="00C90F9A">
              <w:rPr>
                <w:rFonts w:ascii="Arial Narrow" w:hAnsi="Arial Narrow"/>
                <w:iCs/>
                <w:sz w:val="22"/>
              </w:rPr>
              <w:fldChar w:fldCharType="end"/>
            </w:r>
            <w:r w:rsidR="00C53BD3" w:rsidRPr="00C90F9A">
              <w:rPr>
                <w:rFonts w:ascii="Arial Narrow" w:hAnsi="Arial Narrow"/>
                <w:iCs/>
                <w:sz w:val="22"/>
              </w:rPr>
              <w:t xml:space="preserve"> </w:t>
            </w:r>
            <w:r w:rsidR="00C53BD3" w:rsidRPr="00C90F9A">
              <w:rPr>
                <w:rFonts w:ascii="Arial Narrow" w:hAnsi="Arial Narrow"/>
                <w:b/>
                <w:bCs/>
                <w:iCs/>
                <w:sz w:val="22"/>
              </w:rPr>
              <w:t>Attached</w:t>
            </w:r>
            <w:r w:rsidR="00C53BD3" w:rsidRPr="00C53BD3">
              <w:rPr>
                <w:rFonts w:ascii="Arial Narrow" w:hAnsi="Arial Narrow"/>
                <w:bCs/>
                <w:iCs/>
                <w:sz w:val="22"/>
              </w:rPr>
              <w:t xml:space="preserve"> </w:t>
            </w:r>
            <w:r w:rsidRPr="00C90F9A">
              <w:rPr>
                <w:rFonts w:ascii="Garamond" w:hAnsi="Garamond"/>
                <w:bCs/>
                <w:iCs/>
                <w:sz w:val="22"/>
                <w:szCs w:val="22"/>
              </w:rPr>
              <w:fldChar w:fldCharType="begin">
                <w:ffData>
                  <w:name w:val="Text63"/>
                  <w:enabled/>
                  <w:calcOnExit w:val="0"/>
                  <w:textInput/>
                </w:ffData>
              </w:fldChar>
            </w:r>
            <w:r w:rsidRPr="00C90F9A">
              <w:rPr>
                <w:rFonts w:ascii="Garamond" w:hAnsi="Garamond"/>
                <w:bCs/>
                <w:iCs/>
                <w:sz w:val="22"/>
                <w:szCs w:val="22"/>
              </w:rPr>
              <w:instrText xml:space="preserve"> FORMTEXT </w:instrText>
            </w:r>
            <w:r w:rsidRPr="00C90F9A">
              <w:rPr>
                <w:rFonts w:ascii="Garamond" w:hAnsi="Garamond"/>
                <w:bCs/>
                <w:iCs/>
                <w:sz w:val="22"/>
                <w:szCs w:val="22"/>
              </w:rPr>
            </w:r>
            <w:r w:rsidRPr="00C90F9A">
              <w:rPr>
                <w:rFonts w:ascii="Garamond" w:hAnsi="Garamond"/>
                <w:bCs/>
                <w:iCs/>
                <w:sz w:val="22"/>
                <w:szCs w:val="22"/>
              </w:rPr>
              <w:fldChar w:fldCharType="separate"/>
            </w:r>
            <w:r w:rsidRPr="00C90F9A">
              <w:rPr>
                <w:rFonts w:ascii="Garamond" w:hAnsi="Garamond"/>
                <w:bCs/>
                <w:noProof/>
                <w:sz w:val="22"/>
                <w:szCs w:val="22"/>
              </w:rPr>
              <w:t> </w:t>
            </w:r>
            <w:r w:rsidRPr="00C90F9A">
              <w:rPr>
                <w:rFonts w:ascii="Garamond" w:hAnsi="Garamond"/>
                <w:bCs/>
                <w:noProof/>
                <w:sz w:val="22"/>
                <w:szCs w:val="22"/>
              </w:rPr>
              <w:t> </w:t>
            </w:r>
            <w:r w:rsidRPr="00C90F9A">
              <w:rPr>
                <w:rFonts w:ascii="Garamond" w:hAnsi="Garamond"/>
                <w:bCs/>
                <w:noProof/>
                <w:sz w:val="22"/>
                <w:szCs w:val="22"/>
              </w:rPr>
              <w:t> </w:t>
            </w:r>
            <w:r w:rsidRPr="00C90F9A">
              <w:rPr>
                <w:rFonts w:ascii="Garamond" w:hAnsi="Garamond"/>
                <w:bCs/>
                <w:noProof/>
                <w:sz w:val="22"/>
                <w:szCs w:val="22"/>
              </w:rPr>
              <w:t> </w:t>
            </w:r>
            <w:r w:rsidRPr="00C90F9A">
              <w:rPr>
                <w:rFonts w:ascii="Garamond" w:hAnsi="Garamond"/>
                <w:bCs/>
                <w:noProof/>
                <w:sz w:val="22"/>
                <w:szCs w:val="22"/>
              </w:rPr>
              <w:t> </w:t>
            </w:r>
            <w:r w:rsidRPr="00C90F9A">
              <w:rPr>
                <w:rFonts w:ascii="Garamond" w:hAnsi="Garamond"/>
                <w:bCs/>
                <w:iCs/>
                <w:sz w:val="22"/>
                <w:szCs w:val="22"/>
              </w:rPr>
              <w:fldChar w:fldCharType="end"/>
            </w:r>
          </w:p>
        </w:tc>
      </w:tr>
      <w:tr w:rsidR="003F47EE" w:rsidRPr="0036117A" w14:paraId="11CDC6D5" w14:textId="77777777" w:rsidTr="00C90F9A">
        <w:trPr>
          <w:trHeight w:val="96"/>
          <w:jc w:val="center"/>
        </w:trPr>
        <w:tc>
          <w:tcPr>
            <w:tcW w:w="10800" w:type="dxa"/>
            <w:gridSpan w:val="7"/>
          </w:tcPr>
          <w:p w14:paraId="1A0BC6C3" w14:textId="229DED21" w:rsidR="003F47EE" w:rsidRPr="00B1307A" w:rsidRDefault="003C410A" w:rsidP="00C90F9A">
            <w:pPr>
              <w:pStyle w:val="ListParagraph"/>
              <w:numPr>
                <w:ilvl w:val="0"/>
                <w:numId w:val="56"/>
              </w:numPr>
              <w:spacing w:before="40" w:after="40"/>
              <w:ind w:left="360"/>
              <w:rPr>
                <w:b/>
                <w:iCs/>
              </w:rPr>
            </w:pPr>
            <w:r w:rsidRPr="00C90F9A">
              <w:rPr>
                <w:rFonts w:ascii="Arial Narrow" w:hAnsi="Arial Narrow"/>
                <w:b/>
                <w:iCs/>
              </w:rPr>
              <w:t>SUPPLEMENTAL FORMS</w:t>
            </w:r>
          </w:p>
          <w:p w14:paraId="50D4E122" w14:textId="77777777" w:rsidR="003F47EE" w:rsidRPr="00C90F9A" w:rsidRDefault="003F47EE" w:rsidP="003F47EE">
            <w:pPr>
              <w:spacing w:after="0" w:line="240" w:lineRule="auto"/>
              <w:rPr>
                <w:b/>
                <w:color w:val="000000"/>
                <w:sz w:val="22"/>
              </w:rPr>
            </w:pPr>
            <w:r w:rsidRPr="00C90F9A">
              <w:rPr>
                <w:iCs/>
                <w:sz w:val="22"/>
              </w:rPr>
              <w:t xml:space="preserve">Obtain and complete all applicable forms from </w:t>
            </w:r>
            <w:hyperlink r:id="rId14" w:history="1">
              <w:r w:rsidRPr="00C90F9A">
                <w:rPr>
                  <w:rStyle w:val="Hyperlink"/>
                  <w:sz w:val="22"/>
                </w:rPr>
                <w:t>Downloads Checklists and Forms (icbag.ch)</w:t>
              </w:r>
            </w:hyperlink>
            <w:r w:rsidRPr="00C90F9A">
              <w:rPr>
                <w:iCs/>
                <w:sz w:val="22"/>
              </w:rPr>
              <w:t xml:space="preserve"> and submit them to QCS with your application.</w:t>
            </w:r>
          </w:p>
        </w:tc>
      </w:tr>
      <w:tr w:rsidR="003F47EE" w:rsidRPr="0036117A" w14:paraId="6E3CA1B8" w14:textId="77777777" w:rsidTr="00C90F9A">
        <w:trPr>
          <w:trHeight w:val="96"/>
          <w:jc w:val="center"/>
        </w:trPr>
        <w:tc>
          <w:tcPr>
            <w:tcW w:w="2965" w:type="dxa"/>
          </w:tcPr>
          <w:p w14:paraId="1E51A3B6" w14:textId="77777777" w:rsidR="003F47EE" w:rsidRPr="00C90F9A" w:rsidRDefault="003F47EE" w:rsidP="003F47EE">
            <w:pPr>
              <w:spacing w:after="0" w:line="240" w:lineRule="auto"/>
              <w:rPr>
                <w:b/>
                <w:iCs/>
                <w:sz w:val="22"/>
              </w:rPr>
            </w:pPr>
            <w:r w:rsidRPr="00C90F9A">
              <w:rPr>
                <w:b/>
                <w:iCs/>
                <w:sz w:val="22"/>
              </w:rPr>
              <w:t>Name of Form</w:t>
            </w:r>
          </w:p>
        </w:tc>
        <w:tc>
          <w:tcPr>
            <w:tcW w:w="5945" w:type="dxa"/>
            <w:gridSpan w:val="5"/>
          </w:tcPr>
          <w:p w14:paraId="3D0237C9" w14:textId="77777777" w:rsidR="003F47EE" w:rsidRPr="00C90F9A" w:rsidRDefault="003F47EE" w:rsidP="003F47EE">
            <w:pPr>
              <w:spacing w:after="0" w:line="240" w:lineRule="auto"/>
              <w:rPr>
                <w:b/>
                <w:iCs/>
                <w:sz w:val="22"/>
              </w:rPr>
            </w:pPr>
            <w:r w:rsidRPr="00C90F9A">
              <w:rPr>
                <w:b/>
                <w:iCs/>
                <w:sz w:val="22"/>
              </w:rPr>
              <w:t>Applies to</w:t>
            </w:r>
          </w:p>
        </w:tc>
        <w:tc>
          <w:tcPr>
            <w:tcW w:w="1890" w:type="dxa"/>
          </w:tcPr>
          <w:p w14:paraId="1922FC7A" w14:textId="77777777" w:rsidR="003F47EE" w:rsidRPr="00C90F9A" w:rsidRDefault="003F47EE" w:rsidP="003F47EE">
            <w:pPr>
              <w:spacing w:after="0" w:line="240" w:lineRule="auto"/>
              <w:rPr>
                <w:b/>
                <w:iCs/>
                <w:sz w:val="22"/>
              </w:rPr>
            </w:pPr>
            <w:r w:rsidRPr="00C90F9A">
              <w:rPr>
                <w:b/>
                <w:iCs/>
                <w:sz w:val="22"/>
              </w:rPr>
              <w:t>Check if applicable</w:t>
            </w:r>
          </w:p>
        </w:tc>
      </w:tr>
      <w:tr w:rsidR="003F47EE" w:rsidRPr="0036117A" w14:paraId="6F455611" w14:textId="77777777" w:rsidTr="00C90F9A">
        <w:trPr>
          <w:trHeight w:val="96"/>
          <w:jc w:val="center"/>
        </w:trPr>
        <w:tc>
          <w:tcPr>
            <w:tcW w:w="2965" w:type="dxa"/>
          </w:tcPr>
          <w:p w14:paraId="27150209" w14:textId="77777777" w:rsidR="003F47EE" w:rsidRPr="00FF07A4" w:rsidRDefault="003F47EE" w:rsidP="003F47EE">
            <w:pPr>
              <w:spacing w:after="0" w:line="240" w:lineRule="auto"/>
              <w:rPr>
                <w:iCs/>
                <w:szCs w:val="20"/>
              </w:rPr>
            </w:pPr>
            <w:r w:rsidRPr="00FF07A4">
              <w:rPr>
                <w:szCs w:val="20"/>
              </w:rPr>
              <w:t xml:space="preserve">Self-Declaration </w:t>
            </w:r>
            <w:r w:rsidRPr="00FF07A4">
              <w:rPr>
                <w:iCs/>
                <w:szCs w:val="20"/>
              </w:rPr>
              <w:t>Social Accountability</w:t>
            </w:r>
          </w:p>
        </w:tc>
        <w:tc>
          <w:tcPr>
            <w:tcW w:w="5945" w:type="dxa"/>
            <w:gridSpan w:val="5"/>
          </w:tcPr>
          <w:p w14:paraId="6BFBE636" w14:textId="77777777" w:rsidR="003F47EE" w:rsidRPr="00FF07A4" w:rsidRDefault="003F47EE" w:rsidP="003F47EE">
            <w:pPr>
              <w:spacing w:after="0" w:line="240" w:lineRule="auto"/>
              <w:rPr>
                <w:iCs/>
                <w:szCs w:val="20"/>
              </w:rPr>
            </w:pPr>
            <w:r w:rsidRPr="00FF07A4">
              <w:rPr>
                <w:iCs/>
                <w:szCs w:val="20"/>
              </w:rPr>
              <w:t xml:space="preserve">Operations not currently </w:t>
            </w:r>
            <w:r w:rsidRPr="00FF07A4">
              <w:rPr>
                <w:szCs w:val="20"/>
              </w:rPr>
              <w:t>certified or audited in accordance to a Social Accountability Standard.</w:t>
            </w:r>
          </w:p>
        </w:tc>
        <w:tc>
          <w:tcPr>
            <w:tcW w:w="1890" w:type="dxa"/>
          </w:tcPr>
          <w:p w14:paraId="39BBA8BE" w14:textId="77777777" w:rsidR="003F47EE" w:rsidRPr="00FF07A4" w:rsidRDefault="003F47EE" w:rsidP="003F47EE">
            <w:pPr>
              <w:spacing w:after="0" w:line="240" w:lineRule="auto"/>
              <w:rPr>
                <w:szCs w:val="20"/>
                <w:lang w:val="en-GB"/>
              </w:rPr>
            </w:pPr>
            <w:r w:rsidRPr="00FF07A4">
              <w:rPr>
                <w:szCs w:val="20"/>
                <w:lang w:val="en-GB"/>
              </w:rPr>
              <w:fldChar w:fldCharType="begin">
                <w:ffData>
                  <w:name w:val="Check3"/>
                  <w:enabled/>
                  <w:calcOnExit w:val="0"/>
                  <w:checkBox>
                    <w:sizeAuto/>
                    <w:default w:val="0"/>
                  </w:checkBox>
                </w:ffData>
              </w:fldChar>
            </w:r>
            <w:r w:rsidRPr="00FF07A4">
              <w:rPr>
                <w:szCs w:val="20"/>
                <w:lang w:val="en-GB"/>
              </w:rPr>
              <w:instrText xml:space="preserve"> FORMCHECKBOX </w:instrText>
            </w:r>
            <w:r w:rsidRPr="00FF07A4">
              <w:rPr>
                <w:szCs w:val="20"/>
                <w:lang w:val="en-GB"/>
              </w:rPr>
            </w:r>
            <w:r w:rsidRPr="00FF07A4">
              <w:rPr>
                <w:szCs w:val="20"/>
                <w:lang w:val="en-GB"/>
              </w:rPr>
              <w:fldChar w:fldCharType="separate"/>
            </w:r>
            <w:r w:rsidRPr="00FF07A4">
              <w:rPr>
                <w:szCs w:val="20"/>
                <w:lang w:val="en-GB"/>
              </w:rPr>
              <w:fldChar w:fldCharType="end"/>
            </w:r>
            <w:r w:rsidRPr="00FF07A4">
              <w:rPr>
                <w:szCs w:val="20"/>
                <w:lang w:val="en-GB"/>
              </w:rPr>
              <w:t xml:space="preserve"> </w:t>
            </w:r>
            <w:r w:rsidRPr="00C90F9A">
              <w:rPr>
                <w:b/>
                <w:bCs/>
                <w:szCs w:val="20"/>
                <w:lang w:val="en-GB"/>
              </w:rPr>
              <w:t>Attached</w:t>
            </w:r>
          </w:p>
        </w:tc>
      </w:tr>
      <w:tr w:rsidR="003F47EE" w:rsidRPr="0036117A" w14:paraId="15F96471" w14:textId="77777777" w:rsidTr="00C90F9A">
        <w:trPr>
          <w:trHeight w:val="93"/>
          <w:jc w:val="center"/>
        </w:trPr>
        <w:tc>
          <w:tcPr>
            <w:tcW w:w="2965" w:type="dxa"/>
          </w:tcPr>
          <w:p w14:paraId="7DFA343A" w14:textId="77777777" w:rsidR="003F47EE" w:rsidRDefault="003F47EE" w:rsidP="003F47EE">
            <w:pPr>
              <w:spacing w:after="0" w:line="240" w:lineRule="auto"/>
              <w:rPr>
                <w:iCs/>
                <w:szCs w:val="20"/>
              </w:rPr>
            </w:pPr>
            <w:r w:rsidRPr="00FF07A4">
              <w:rPr>
                <w:iCs/>
                <w:szCs w:val="20"/>
              </w:rPr>
              <w:t>Declaration of Compliance with the Prohibition of Genetically Modified Organisms</w:t>
            </w:r>
            <w:r>
              <w:rPr>
                <w:iCs/>
                <w:szCs w:val="20"/>
              </w:rPr>
              <w:t xml:space="preserve"> (InfoXGen)</w:t>
            </w:r>
          </w:p>
          <w:p w14:paraId="15552FF0" w14:textId="77777777" w:rsidR="0083306C" w:rsidRPr="0083306C" w:rsidRDefault="0083306C" w:rsidP="0083306C">
            <w:pPr>
              <w:rPr>
                <w:szCs w:val="20"/>
              </w:rPr>
            </w:pPr>
          </w:p>
          <w:p w14:paraId="6D7EFF12" w14:textId="77777777" w:rsidR="0083306C" w:rsidRPr="0083306C" w:rsidRDefault="0083306C" w:rsidP="0083306C">
            <w:pPr>
              <w:rPr>
                <w:szCs w:val="20"/>
              </w:rPr>
            </w:pPr>
          </w:p>
          <w:p w14:paraId="5203AA3C" w14:textId="77777777" w:rsidR="0083306C" w:rsidRPr="0083306C" w:rsidRDefault="0083306C" w:rsidP="0083306C">
            <w:pPr>
              <w:jc w:val="center"/>
              <w:rPr>
                <w:szCs w:val="20"/>
              </w:rPr>
            </w:pPr>
          </w:p>
        </w:tc>
        <w:tc>
          <w:tcPr>
            <w:tcW w:w="5945" w:type="dxa"/>
            <w:gridSpan w:val="5"/>
          </w:tcPr>
          <w:p w14:paraId="71A6948A" w14:textId="1F9EC117" w:rsidR="003F47EE" w:rsidRPr="00FF07A4" w:rsidRDefault="003F47EE" w:rsidP="003F47EE">
            <w:pPr>
              <w:spacing w:after="0" w:line="240" w:lineRule="auto"/>
              <w:rPr>
                <w:b/>
                <w:iCs/>
                <w:szCs w:val="20"/>
              </w:rPr>
            </w:pPr>
            <w:r w:rsidRPr="00FF07A4">
              <w:rPr>
                <w:szCs w:val="20"/>
              </w:rPr>
              <w:t xml:space="preserve">Operations </w:t>
            </w:r>
            <w:r>
              <w:rPr>
                <w:szCs w:val="20"/>
              </w:rPr>
              <w:t xml:space="preserve">using microorganism cultures and at-risk additives and processing aids. Must be completed by the supplier </w:t>
            </w:r>
            <w:r w:rsidR="00877C89">
              <w:rPr>
                <w:szCs w:val="20"/>
              </w:rPr>
              <w:t>f</w:t>
            </w:r>
            <w:r>
              <w:rPr>
                <w:szCs w:val="20"/>
              </w:rPr>
              <w:t>or each applicable ingredient.</w:t>
            </w:r>
          </w:p>
        </w:tc>
        <w:tc>
          <w:tcPr>
            <w:tcW w:w="1890" w:type="dxa"/>
          </w:tcPr>
          <w:p w14:paraId="1E9D5CAF" w14:textId="77777777" w:rsidR="003F47EE" w:rsidRPr="00FF07A4" w:rsidRDefault="003F47EE" w:rsidP="003F47EE">
            <w:pPr>
              <w:spacing w:after="0" w:line="240" w:lineRule="auto"/>
              <w:rPr>
                <w:b/>
                <w:iCs/>
                <w:szCs w:val="20"/>
              </w:rPr>
            </w:pPr>
            <w:r w:rsidRPr="00FF07A4">
              <w:rPr>
                <w:szCs w:val="20"/>
                <w:lang w:val="en-GB"/>
              </w:rPr>
              <w:fldChar w:fldCharType="begin">
                <w:ffData>
                  <w:name w:val="Check3"/>
                  <w:enabled/>
                  <w:calcOnExit w:val="0"/>
                  <w:checkBox>
                    <w:sizeAuto/>
                    <w:default w:val="0"/>
                  </w:checkBox>
                </w:ffData>
              </w:fldChar>
            </w:r>
            <w:r w:rsidRPr="00FF07A4">
              <w:rPr>
                <w:szCs w:val="20"/>
                <w:lang w:val="en-GB"/>
              </w:rPr>
              <w:instrText xml:space="preserve"> FORMCHECKBOX </w:instrText>
            </w:r>
            <w:r w:rsidRPr="00FF07A4">
              <w:rPr>
                <w:szCs w:val="20"/>
                <w:lang w:val="en-GB"/>
              </w:rPr>
            </w:r>
            <w:r w:rsidRPr="00FF07A4">
              <w:rPr>
                <w:szCs w:val="20"/>
                <w:lang w:val="en-GB"/>
              </w:rPr>
              <w:fldChar w:fldCharType="separate"/>
            </w:r>
            <w:r w:rsidRPr="00FF07A4">
              <w:rPr>
                <w:szCs w:val="20"/>
                <w:lang w:val="en-GB"/>
              </w:rPr>
              <w:fldChar w:fldCharType="end"/>
            </w:r>
            <w:r w:rsidRPr="00FF07A4">
              <w:rPr>
                <w:szCs w:val="20"/>
                <w:lang w:val="en-GB"/>
              </w:rPr>
              <w:t xml:space="preserve"> </w:t>
            </w:r>
            <w:r w:rsidRPr="00C90F9A">
              <w:rPr>
                <w:b/>
                <w:bCs/>
                <w:szCs w:val="20"/>
                <w:lang w:val="en-GB"/>
              </w:rPr>
              <w:t>Attached</w:t>
            </w:r>
          </w:p>
        </w:tc>
      </w:tr>
      <w:tr w:rsidR="003F47EE" w:rsidRPr="0036117A" w14:paraId="58DBF076" w14:textId="77777777" w:rsidTr="00C90F9A">
        <w:trPr>
          <w:cantSplit/>
          <w:trHeight w:val="377"/>
          <w:jc w:val="center"/>
        </w:trPr>
        <w:tc>
          <w:tcPr>
            <w:tcW w:w="10800" w:type="dxa"/>
            <w:gridSpan w:val="7"/>
          </w:tcPr>
          <w:p w14:paraId="51FC0FFB" w14:textId="59D7B6B7" w:rsidR="003C410A" w:rsidRPr="00C90F9A" w:rsidRDefault="003C410A" w:rsidP="00C90F9A">
            <w:pPr>
              <w:spacing w:before="40" w:after="40" w:line="240" w:lineRule="auto"/>
              <w:rPr>
                <w:sz w:val="24"/>
                <w:szCs w:val="24"/>
              </w:rPr>
            </w:pPr>
            <w:r w:rsidRPr="003C410A">
              <w:rPr>
                <w:b/>
                <w:color w:val="000000"/>
                <w:sz w:val="24"/>
                <w:szCs w:val="24"/>
              </w:rPr>
              <w:lastRenderedPageBreak/>
              <w:t>AFFIRMATION</w:t>
            </w:r>
          </w:p>
          <w:p w14:paraId="1B8F05BD" w14:textId="5D7F6D7B" w:rsidR="003F47EE" w:rsidRPr="00C90F9A" w:rsidRDefault="003F47EE" w:rsidP="00C90F9A">
            <w:pPr>
              <w:spacing w:after="40" w:line="240" w:lineRule="auto"/>
              <w:rPr>
                <w:rStyle w:val="Heading1Char"/>
                <w:color w:val="000000"/>
                <w:sz w:val="22"/>
              </w:rPr>
            </w:pPr>
            <w:r w:rsidRPr="00C90F9A">
              <w:rPr>
                <w:sz w:val="22"/>
              </w:rPr>
              <w:t xml:space="preserve">I affirm that all statements made in this </w:t>
            </w:r>
            <w:r w:rsidRPr="00C90F9A">
              <w:rPr>
                <w:rStyle w:val="Heading1Char"/>
                <w:b w:val="0"/>
                <w:smallCaps w:val="0"/>
                <w:sz w:val="22"/>
              </w:rPr>
              <w:t>Bio Suisse Compliance Affirmation</w:t>
            </w:r>
            <w:r w:rsidRPr="00C90F9A">
              <w:rPr>
                <w:sz w:val="22"/>
              </w:rPr>
              <w:t xml:space="preserve"> are true and correct. I understand and agree to the release of all documents to ICB AG related to QCS’</w:t>
            </w:r>
            <w:r w:rsidR="00877C89">
              <w:rPr>
                <w:sz w:val="22"/>
              </w:rPr>
              <w:t>s</w:t>
            </w:r>
            <w:r w:rsidRPr="00C90F9A">
              <w:rPr>
                <w:sz w:val="22"/>
              </w:rPr>
              <w:t xml:space="preserve"> control of my operation including the organic system plan, inspection report, residue analysis, noncompliance and sanctions notifications, EU organic certificate, Bio Suisse documents, communication, and any other information deemed necessary by ICB AG to evaluate compliance with the Bio Suisse standards. I agree to provide further information as required by QCS and authorized representatives of the Bio Suisse.</w:t>
            </w:r>
          </w:p>
        </w:tc>
      </w:tr>
      <w:tr w:rsidR="003F47EE" w:rsidRPr="0036117A" w14:paraId="1D9A61FF" w14:textId="77777777" w:rsidTr="00C90F9A">
        <w:trPr>
          <w:trHeight w:val="576"/>
          <w:jc w:val="center"/>
        </w:trPr>
        <w:tc>
          <w:tcPr>
            <w:tcW w:w="3780" w:type="dxa"/>
            <w:gridSpan w:val="3"/>
            <w:vAlign w:val="center"/>
          </w:tcPr>
          <w:p w14:paraId="08A4BFAE" w14:textId="69ED20C3" w:rsidR="003F47EE" w:rsidRPr="00AF3D4A" w:rsidRDefault="003F47EE" w:rsidP="003F47EE">
            <w:pPr>
              <w:spacing w:after="0" w:line="240" w:lineRule="auto"/>
              <w:contextualSpacing/>
              <w:rPr>
                <w:sz w:val="22"/>
                <w:szCs w:val="24"/>
              </w:rPr>
            </w:pPr>
            <w:r w:rsidRPr="00AF3D4A">
              <w:rPr>
                <w:sz w:val="22"/>
                <w:szCs w:val="24"/>
              </w:rPr>
              <w:t>Signature</w:t>
            </w:r>
            <w:r w:rsidRPr="00AF3D4A">
              <w:rPr>
                <w:rFonts w:cs="Arial"/>
                <w:sz w:val="22"/>
                <w:szCs w:val="24"/>
              </w:rPr>
              <w:t>:</w:t>
            </w:r>
            <w:r w:rsidRPr="00AF3D4A">
              <w:rPr>
                <w:rFonts w:ascii="Garamond" w:hAnsi="Garamond"/>
                <w:b/>
                <w:bCs/>
                <w:iCs/>
                <w:sz w:val="22"/>
                <w:szCs w:val="24"/>
              </w:rPr>
              <w:t xml:space="preserve"> </w:t>
            </w:r>
            <w:r w:rsidRPr="00AF3D4A">
              <w:rPr>
                <w:rFonts w:ascii="Garamond" w:hAnsi="Garamond"/>
                <w:b/>
                <w:bCs/>
                <w:iCs/>
                <w:sz w:val="22"/>
                <w:szCs w:val="24"/>
              </w:rPr>
              <w:fldChar w:fldCharType="begin">
                <w:ffData>
                  <w:name w:val="Text850"/>
                  <w:enabled/>
                  <w:calcOnExit w:val="0"/>
                  <w:textInput/>
                </w:ffData>
              </w:fldChar>
            </w:r>
            <w:r w:rsidRPr="00AF3D4A">
              <w:rPr>
                <w:rFonts w:ascii="Garamond" w:hAnsi="Garamond"/>
                <w:b/>
                <w:bCs/>
                <w:iCs/>
                <w:sz w:val="22"/>
                <w:szCs w:val="24"/>
              </w:rPr>
              <w:instrText xml:space="preserve"> FORMTEXT </w:instrText>
            </w:r>
            <w:r w:rsidRPr="00AF3D4A">
              <w:rPr>
                <w:rFonts w:ascii="Garamond" w:hAnsi="Garamond"/>
                <w:b/>
                <w:bCs/>
                <w:iCs/>
                <w:sz w:val="22"/>
                <w:szCs w:val="24"/>
              </w:rPr>
            </w:r>
            <w:r w:rsidRPr="00AF3D4A">
              <w:rPr>
                <w:rFonts w:ascii="Garamond" w:hAnsi="Garamond"/>
                <w:b/>
                <w:bCs/>
                <w:iCs/>
                <w:sz w:val="22"/>
                <w:szCs w:val="24"/>
              </w:rPr>
              <w:fldChar w:fldCharType="separate"/>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sz w:val="22"/>
                <w:szCs w:val="24"/>
              </w:rPr>
              <w:fldChar w:fldCharType="end"/>
            </w:r>
          </w:p>
        </w:tc>
        <w:tc>
          <w:tcPr>
            <w:tcW w:w="3589" w:type="dxa"/>
            <w:gridSpan w:val="2"/>
            <w:vAlign w:val="center"/>
          </w:tcPr>
          <w:p w14:paraId="335A1D66" w14:textId="58C35703" w:rsidR="003F47EE" w:rsidRPr="00AF3D4A" w:rsidRDefault="003F47EE" w:rsidP="003F47EE">
            <w:pPr>
              <w:spacing w:after="0" w:line="240" w:lineRule="auto"/>
              <w:contextualSpacing/>
              <w:rPr>
                <w:rFonts w:cs="Arial"/>
                <w:sz w:val="22"/>
                <w:szCs w:val="24"/>
              </w:rPr>
            </w:pPr>
            <w:r w:rsidRPr="00AF3D4A">
              <w:rPr>
                <w:sz w:val="22"/>
                <w:szCs w:val="24"/>
              </w:rPr>
              <w:t>Title:</w:t>
            </w:r>
            <w:r w:rsidRPr="00AF3D4A">
              <w:rPr>
                <w:rFonts w:cs="Arial"/>
                <w:sz w:val="22"/>
                <w:szCs w:val="24"/>
              </w:rPr>
              <w:t xml:space="preserve"> </w:t>
            </w:r>
            <w:r w:rsidRPr="00AF3D4A">
              <w:rPr>
                <w:rFonts w:ascii="Garamond" w:hAnsi="Garamond"/>
                <w:b/>
                <w:bCs/>
                <w:iCs/>
                <w:sz w:val="22"/>
                <w:szCs w:val="24"/>
              </w:rPr>
              <w:fldChar w:fldCharType="begin">
                <w:ffData>
                  <w:name w:val="Text850"/>
                  <w:enabled/>
                  <w:calcOnExit w:val="0"/>
                  <w:textInput/>
                </w:ffData>
              </w:fldChar>
            </w:r>
            <w:r w:rsidRPr="00AF3D4A">
              <w:rPr>
                <w:rFonts w:ascii="Garamond" w:hAnsi="Garamond"/>
                <w:b/>
                <w:bCs/>
                <w:iCs/>
                <w:sz w:val="22"/>
                <w:szCs w:val="24"/>
              </w:rPr>
              <w:instrText xml:space="preserve"> FORMTEXT </w:instrText>
            </w:r>
            <w:r w:rsidRPr="00AF3D4A">
              <w:rPr>
                <w:rFonts w:ascii="Garamond" w:hAnsi="Garamond"/>
                <w:b/>
                <w:bCs/>
                <w:iCs/>
                <w:sz w:val="22"/>
                <w:szCs w:val="24"/>
              </w:rPr>
            </w:r>
            <w:r w:rsidRPr="00AF3D4A">
              <w:rPr>
                <w:rFonts w:ascii="Garamond" w:hAnsi="Garamond"/>
                <w:b/>
                <w:bCs/>
                <w:iCs/>
                <w:sz w:val="22"/>
                <w:szCs w:val="24"/>
              </w:rPr>
              <w:fldChar w:fldCharType="separate"/>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sz w:val="22"/>
                <w:szCs w:val="24"/>
              </w:rPr>
              <w:fldChar w:fldCharType="end"/>
            </w:r>
          </w:p>
        </w:tc>
        <w:tc>
          <w:tcPr>
            <w:tcW w:w="3431" w:type="dxa"/>
            <w:gridSpan w:val="2"/>
            <w:vAlign w:val="center"/>
          </w:tcPr>
          <w:p w14:paraId="2326ABD2" w14:textId="77777777" w:rsidR="003F47EE" w:rsidRPr="00AF3D4A" w:rsidRDefault="003F47EE" w:rsidP="003F47EE">
            <w:pPr>
              <w:spacing w:after="0" w:line="240" w:lineRule="auto"/>
              <w:contextualSpacing/>
              <w:rPr>
                <w:rFonts w:cs="Arial"/>
                <w:sz w:val="22"/>
                <w:szCs w:val="24"/>
              </w:rPr>
            </w:pPr>
            <w:r w:rsidRPr="00AF3D4A">
              <w:rPr>
                <w:rFonts w:cs="Arial"/>
                <w:sz w:val="22"/>
                <w:szCs w:val="24"/>
              </w:rPr>
              <w:t>Date:</w:t>
            </w:r>
            <w:r w:rsidRPr="00AF3D4A">
              <w:rPr>
                <w:sz w:val="22"/>
                <w:szCs w:val="24"/>
              </w:rPr>
              <w:t xml:space="preserve"> </w:t>
            </w:r>
            <w:r w:rsidRPr="00AF3D4A">
              <w:rPr>
                <w:rFonts w:ascii="Garamond" w:hAnsi="Garamond"/>
                <w:b/>
                <w:bCs/>
                <w:iCs/>
                <w:sz w:val="22"/>
                <w:szCs w:val="24"/>
              </w:rPr>
              <w:fldChar w:fldCharType="begin">
                <w:ffData>
                  <w:name w:val="Text850"/>
                  <w:enabled/>
                  <w:calcOnExit w:val="0"/>
                  <w:textInput/>
                </w:ffData>
              </w:fldChar>
            </w:r>
            <w:r w:rsidRPr="00AF3D4A">
              <w:rPr>
                <w:rFonts w:ascii="Garamond" w:hAnsi="Garamond"/>
                <w:b/>
                <w:bCs/>
                <w:iCs/>
                <w:sz w:val="22"/>
                <w:szCs w:val="24"/>
              </w:rPr>
              <w:instrText xml:space="preserve"> FORMTEXT </w:instrText>
            </w:r>
            <w:r w:rsidRPr="00AF3D4A">
              <w:rPr>
                <w:rFonts w:ascii="Garamond" w:hAnsi="Garamond"/>
                <w:b/>
                <w:bCs/>
                <w:iCs/>
                <w:sz w:val="22"/>
                <w:szCs w:val="24"/>
              </w:rPr>
            </w:r>
            <w:r w:rsidRPr="00AF3D4A">
              <w:rPr>
                <w:rFonts w:ascii="Garamond" w:hAnsi="Garamond"/>
                <w:b/>
                <w:bCs/>
                <w:iCs/>
                <w:sz w:val="22"/>
                <w:szCs w:val="24"/>
              </w:rPr>
              <w:fldChar w:fldCharType="separate"/>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noProof/>
                <w:sz w:val="22"/>
                <w:szCs w:val="24"/>
              </w:rPr>
              <w:t> </w:t>
            </w:r>
            <w:r w:rsidRPr="00AF3D4A">
              <w:rPr>
                <w:rFonts w:ascii="Garamond" w:hAnsi="Garamond"/>
                <w:b/>
                <w:bCs/>
                <w:iCs/>
                <w:sz w:val="22"/>
                <w:szCs w:val="24"/>
              </w:rPr>
              <w:fldChar w:fldCharType="end"/>
            </w:r>
          </w:p>
        </w:tc>
      </w:tr>
    </w:tbl>
    <w:p w14:paraId="31876350" w14:textId="77777777" w:rsidR="000C64FB" w:rsidRDefault="000C64FB" w:rsidP="00320686">
      <w:pPr>
        <w:rPr>
          <w:sz w:val="16"/>
          <w:szCs w:val="16"/>
        </w:rPr>
      </w:pPr>
    </w:p>
    <w:sectPr w:rsidR="000C64FB" w:rsidSect="00C90F9A">
      <w:headerReference w:type="default" r:id="rId15"/>
      <w:footerReference w:type="default" r:id="rId16"/>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9A532" w14:textId="77777777" w:rsidR="007A768C" w:rsidRDefault="007A768C">
      <w:pPr>
        <w:spacing w:after="0" w:line="240" w:lineRule="auto"/>
      </w:pPr>
      <w:r>
        <w:separator/>
      </w:r>
    </w:p>
  </w:endnote>
  <w:endnote w:type="continuationSeparator" w:id="0">
    <w:p w14:paraId="746B2B21" w14:textId="77777777" w:rsidR="007A768C" w:rsidRDefault="007A768C">
      <w:pPr>
        <w:spacing w:after="0" w:line="240" w:lineRule="auto"/>
      </w:pPr>
      <w:r>
        <w:continuationSeparator/>
      </w:r>
    </w:p>
  </w:endnote>
  <w:endnote w:type="continuationNotice" w:id="1">
    <w:p w14:paraId="34AB4A85" w14:textId="77777777" w:rsidR="007A768C" w:rsidRDefault="007A76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6987B" w14:textId="7ADF5EE2" w:rsidR="00B23707" w:rsidRPr="00C90F9A" w:rsidRDefault="00B06C07" w:rsidP="00C90F9A">
    <w:pPr>
      <w:pStyle w:val="Footer"/>
      <w:tabs>
        <w:tab w:val="clear" w:pos="4680"/>
        <w:tab w:val="clear" w:pos="9360"/>
      </w:tabs>
      <w:jc w:val="center"/>
      <w:rPr>
        <w:rFonts w:ascii="Garamond" w:hAnsi="Garamond"/>
        <w:szCs w:val="20"/>
      </w:rPr>
    </w:pPr>
    <w:r w:rsidRPr="00C90F9A">
      <w:rPr>
        <w:rStyle w:val="PageNumber"/>
        <w:rFonts w:ascii="Garamond" w:hAnsi="Garamond"/>
        <w:szCs w:val="20"/>
      </w:rPr>
      <w:t>1C3D</w:t>
    </w:r>
    <w:r w:rsidR="004C6F52">
      <w:rPr>
        <w:rStyle w:val="PageNumber"/>
        <w:rFonts w:ascii="Garamond" w:hAnsi="Garamond"/>
        <w:szCs w:val="20"/>
      </w:rPr>
      <w:t>1</w:t>
    </w:r>
    <w:r w:rsidR="0083306C">
      <w:rPr>
        <w:rStyle w:val="PageNumber"/>
        <w:rFonts w:ascii="Garamond" w:hAnsi="Garamond"/>
        <w:szCs w:val="20"/>
      </w:rPr>
      <w:t>0</w:t>
    </w:r>
    <w:r w:rsidRPr="00C90F9A">
      <w:rPr>
        <w:rStyle w:val="PageNumber"/>
        <w:rFonts w:ascii="Garamond" w:hAnsi="Garamond"/>
        <w:szCs w:val="20"/>
      </w:rPr>
      <w:t>, V</w:t>
    </w:r>
    <w:r w:rsidR="0083306C">
      <w:rPr>
        <w:rStyle w:val="PageNumber"/>
        <w:rFonts w:ascii="Garamond" w:hAnsi="Garamond"/>
        <w:szCs w:val="20"/>
      </w:rPr>
      <w:t>5</w:t>
    </w:r>
    <w:r w:rsidR="00DA20D5" w:rsidRPr="00C90F9A">
      <w:rPr>
        <w:rStyle w:val="PageNumber"/>
        <w:rFonts w:ascii="Garamond" w:hAnsi="Garamond"/>
        <w:szCs w:val="20"/>
      </w:rPr>
      <w:t>,</w:t>
    </w:r>
    <w:r w:rsidR="004C6F52">
      <w:rPr>
        <w:rStyle w:val="PageNumber"/>
        <w:rFonts w:ascii="Garamond" w:hAnsi="Garamond"/>
        <w:szCs w:val="20"/>
      </w:rPr>
      <w:t xml:space="preserve"> </w:t>
    </w:r>
    <w:r w:rsidR="00B1307A">
      <w:rPr>
        <w:rStyle w:val="PageNumber"/>
        <w:rFonts w:ascii="Garamond" w:hAnsi="Garamond"/>
        <w:szCs w:val="20"/>
      </w:rPr>
      <w:t>1</w:t>
    </w:r>
    <w:r w:rsidR="0083306C">
      <w:rPr>
        <w:rStyle w:val="PageNumber"/>
        <w:rFonts w:ascii="Garamond" w:hAnsi="Garamond"/>
        <w:szCs w:val="20"/>
      </w:rPr>
      <w:t>2</w:t>
    </w:r>
    <w:r w:rsidR="00B1307A">
      <w:rPr>
        <w:rStyle w:val="PageNumber"/>
        <w:rFonts w:ascii="Garamond" w:hAnsi="Garamond"/>
        <w:szCs w:val="20"/>
      </w:rPr>
      <w:t>/</w:t>
    </w:r>
    <w:r w:rsidR="0083306C">
      <w:rPr>
        <w:rStyle w:val="PageNumber"/>
        <w:rFonts w:ascii="Garamond" w:hAnsi="Garamond"/>
        <w:szCs w:val="20"/>
      </w:rPr>
      <w:t>20</w:t>
    </w:r>
    <w:r w:rsidR="00B1307A">
      <w:rPr>
        <w:rStyle w:val="PageNumber"/>
        <w:rFonts w:ascii="Garamond" w:hAnsi="Garamond"/>
        <w:szCs w:val="20"/>
      </w:rPr>
      <w:t>/202</w:t>
    </w:r>
    <w:r w:rsidR="0083306C">
      <w:rPr>
        <w:rStyle w:val="PageNumber"/>
        <w:rFonts w:ascii="Garamond" w:hAnsi="Garamond"/>
        <w:szCs w:val="20"/>
      </w:rPr>
      <w:t>4</w:t>
    </w:r>
    <w:r w:rsidR="004C6F52" w:rsidRPr="004C6F52" w:rsidDel="004C6F52">
      <w:rPr>
        <w:rStyle w:val="PageNumber"/>
        <w:rFonts w:ascii="Garamond" w:hAnsi="Garamond"/>
        <w:szCs w:val="20"/>
      </w:rPr>
      <w:t xml:space="preserve"> </w:t>
    </w:r>
    <w:r w:rsidRPr="00C90F9A">
      <w:rPr>
        <w:rStyle w:val="PageNumber"/>
        <w:rFonts w:ascii="Garamond" w:hAnsi="Garamond"/>
        <w:szCs w:val="20"/>
      </w:rPr>
      <w:tab/>
    </w:r>
    <w:r w:rsidR="004C6F52">
      <w:rPr>
        <w:rStyle w:val="PageNumber"/>
        <w:rFonts w:ascii="Garamond" w:hAnsi="Garamond"/>
        <w:szCs w:val="20"/>
      </w:rPr>
      <w:tab/>
    </w:r>
    <w:r w:rsidR="00B1307A">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004C6F52">
      <w:rPr>
        <w:rStyle w:val="PageNumber"/>
        <w:rFonts w:ascii="Garamond" w:hAnsi="Garamond"/>
        <w:szCs w:val="20"/>
      </w:rPr>
      <w:tab/>
    </w:r>
    <w:r w:rsidRPr="00C90F9A">
      <w:rPr>
        <w:rFonts w:ascii="Garamond" w:hAnsi="Garamond"/>
        <w:szCs w:val="20"/>
      </w:rPr>
      <w:t xml:space="preserve">Page </w:t>
    </w:r>
    <w:r w:rsidRPr="00C90F9A">
      <w:rPr>
        <w:rFonts w:ascii="Garamond" w:hAnsi="Garamond"/>
        <w:b/>
        <w:bCs/>
        <w:szCs w:val="20"/>
      </w:rPr>
      <w:fldChar w:fldCharType="begin"/>
    </w:r>
    <w:r w:rsidRPr="00C90F9A">
      <w:rPr>
        <w:rFonts w:ascii="Garamond" w:hAnsi="Garamond"/>
        <w:b/>
        <w:bCs/>
        <w:szCs w:val="20"/>
      </w:rPr>
      <w:instrText xml:space="preserve"> PAGE  \* Arabic  \* MERGEFORMAT </w:instrText>
    </w:r>
    <w:r w:rsidRPr="00C90F9A">
      <w:rPr>
        <w:rFonts w:ascii="Garamond" w:hAnsi="Garamond"/>
        <w:b/>
        <w:bCs/>
        <w:szCs w:val="20"/>
      </w:rPr>
      <w:fldChar w:fldCharType="separate"/>
    </w:r>
    <w:r w:rsidR="006D504A" w:rsidRPr="00C90F9A">
      <w:rPr>
        <w:rFonts w:ascii="Garamond" w:hAnsi="Garamond"/>
        <w:b/>
        <w:bCs/>
        <w:noProof/>
        <w:szCs w:val="20"/>
      </w:rPr>
      <w:t>1</w:t>
    </w:r>
    <w:r w:rsidRPr="00C90F9A">
      <w:rPr>
        <w:rFonts w:ascii="Garamond" w:hAnsi="Garamond"/>
        <w:b/>
        <w:bCs/>
        <w:szCs w:val="20"/>
      </w:rPr>
      <w:fldChar w:fldCharType="end"/>
    </w:r>
    <w:r w:rsidRPr="00C90F9A">
      <w:rPr>
        <w:rFonts w:ascii="Garamond" w:hAnsi="Garamond"/>
        <w:szCs w:val="20"/>
      </w:rPr>
      <w:t xml:space="preserve"> of </w:t>
    </w:r>
    <w:r w:rsidRPr="00C90F9A">
      <w:rPr>
        <w:rFonts w:ascii="Garamond" w:hAnsi="Garamond"/>
        <w:b/>
        <w:bCs/>
        <w:szCs w:val="20"/>
      </w:rPr>
      <w:fldChar w:fldCharType="begin"/>
    </w:r>
    <w:r w:rsidRPr="00C90F9A">
      <w:rPr>
        <w:rFonts w:ascii="Garamond" w:hAnsi="Garamond"/>
        <w:b/>
        <w:bCs/>
        <w:szCs w:val="20"/>
      </w:rPr>
      <w:instrText xml:space="preserve"> NUMPAGES  \* Arabic  \* MERGEFORMAT </w:instrText>
    </w:r>
    <w:r w:rsidRPr="00C90F9A">
      <w:rPr>
        <w:rFonts w:ascii="Garamond" w:hAnsi="Garamond"/>
        <w:b/>
        <w:bCs/>
        <w:szCs w:val="20"/>
      </w:rPr>
      <w:fldChar w:fldCharType="separate"/>
    </w:r>
    <w:r w:rsidR="006D504A" w:rsidRPr="00C90F9A">
      <w:rPr>
        <w:rFonts w:ascii="Garamond" w:hAnsi="Garamond"/>
        <w:b/>
        <w:bCs/>
        <w:noProof/>
        <w:szCs w:val="20"/>
      </w:rPr>
      <w:t>1</w:t>
    </w:r>
    <w:r w:rsidRPr="00C90F9A">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16603" w14:textId="77777777" w:rsidR="007A768C" w:rsidRDefault="007A768C">
      <w:pPr>
        <w:spacing w:after="0" w:line="240" w:lineRule="auto"/>
      </w:pPr>
      <w:r>
        <w:separator/>
      </w:r>
    </w:p>
  </w:footnote>
  <w:footnote w:type="continuationSeparator" w:id="0">
    <w:p w14:paraId="50891A79" w14:textId="77777777" w:rsidR="007A768C" w:rsidRDefault="007A768C">
      <w:pPr>
        <w:spacing w:after="0" w:line="240" w:lineRule="auto"/>
      </w:pPr>
      <w:r>
        <w:continuationSeparator/>
      </w:r>
    </w:p>
  </w:footnote>
  <w:footnote w:type="continuationNotice" w:id="1">
    <w:p w14:paraId="6C519111" w14:textId="77777777" w:rsidR="007A768C" w:rsidRDefault="007A76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58EDFE42" w:rsidR="00B06C07" w:rsidRPr="00CE37C5" w:rsidRDefault="00F43F28" w:rsidP="0046162B">
    <w:pPr>
      <w:tabs>
        <w:tab w:val="center" w:pos="4320"/>
        <w:tab w:val="right" w:pos="8640"/>
        <w:tab w:val="left" w:pos="9360"/>
      </w:tabs>
      <w:spacing w:after="0" w:line="240" w:lineRule="auto"/>
      <w:jc w:val="right"/>
      <w:rPr>
        <w:rFonts w:ascii="Calibri" w:hAnsi="Calibri" w:cs="Calibri"/>
        <w:smallCaps/>
        <w:sz w:val="36"/>
        <w:szCs w:val="36"/>
      </w:rPr>
    </w:pPr>
    <w:r>
      <w:rPr>
        <w:noProof/>
      </w:rPr>
      <w:drawing>
        <wp:anchor distT="0" distB="0" distL="114300" distR="114300" simplePos="0" relativeHeight="251658240" behindDoc="0" locked="0" layoutInCell="1" allowOverlap="1" wp14:anchorId="31876418" wp14:editId="0D60DA12">
          <wp:simplePos x="0" y="0"/>
          <wp:positionH relativeFrom="page">
            <wp:posOffset>457200</wp:posOffset>
          </wp:positionH>
          <wp:positionV relativeFrom="page">
            <wp:posOffset>274320</wp:posOffset>
          </wp:positionV>
          <wp:extent cx="1865376" cy="758952"/>
          <wp:effectExtent l="0" t="0" r="1905" b="3175"/>
          <wp:wrapSquare wrapText="bothSides"/>
          <wp:docPr id="1"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CE37C5">
      <w:rPr>
        <w:rFonts w:ascii="Calibri" w:hAnsi="Calibri" w:cs="Calibri"/>
        <w:b/>
        <w:smallCaps/>
        <w:sz w:val="36"/>
        <w:szCs w:val="36"/>
      </w:rPr>
      <w:t xml:space="preserve">Organic </w:t>
    </w:r>
    <w:r w:rsidR="00B06C07">
      <w:rPr>
        <w:rFonts w:ascii="Calibri" w:hAnsi="Calibri" w:cs="Calibri"/>
        <w:b/>
        <w:smallCaps/>
        <w:sz w:val="36"/>
        <w:szCs w:val="36"/>
      </w:rPr>
      <w:t>Handler/Processor P</w:t>
    </w:r>
    <w:r w:rsidR="00B06C07" w:rsidRPr="00CE37C5">
      <w:rPr>
        <w:rFonts w:ascii="Calibri" w:hAnsi="Calibri" w:cs="Calibri"/>
        <w:b/>
        <w:smallCaps/>
        <w:sz w:val="36"/>
        <w:szCs w:val="36"/>
      </w:rPr>
      <w:t>lan</w:t>
    </w:r>
    <w:r w:rsidR="00B06C07">
      <w:rPr>
        <w:rFonts w:ascii="Calibri" w:hAnsi="Calibri" w:cs="Calibri"/>
        <w:b/>
        <w:smallCaps/>
        <w:sz w:val="36"/>
        <w:szCs w:val="36"/>
      </w:rPr>
      <w:t xml:space="preserve"> (OHP)</w:t>
    </w:r>
  </w:p>
  <w:p w14:paraId="31876412" w14:textId="77777777" w:rsidR="00B06C07" w:rsidRDefault="00B06C07" w:rsidP="00FF7C8E">
    <w:pPr>
      <w:spacing w:after="0" w:line="240" w:lineRule="auto"/>
      <w:jc w:val="right"/>
      <w:rPr>
        <w:rFonts w:ascii="Calibri Light" w:hAnsi="Calibri Light" w:cs="Calibri Light"/>
        <w:b/>
        <w:sz w:val="32"/>
        <w:szCs w:val="24"/>
      </w:rPr>
    </w:pPr>
    <w:r>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B06C07" w:rsidP="00463660">
    <w:pPr>
      <w:spacing w:after="0" w:line="240" w:lineRule="auto"/>
      <w:jc w:val="right"/>
      <w:rPr>
        <w:rFonts w:ascii="Calibri Light" w:hAnsi="Calibri Light" w:cs="Calibri Light"/>
        <w:sz w:val="22"/>
      </w:rPr>
    </w:pPr>
    <w:hyperlink r:id="rId2" w:history="1">
      <w:r w:rsidRPr="00000479">
        <w:rPr>
          <w:rStyle w:val="Hyperlink"/>
          <w:rFonts w:ascii="Calibri Light" w:hAnsi="Calibri Light" w:cs="Calibri Light"/>
          <w:sz w:val="22"/>
        </w:rPr>
        <w:t>www.qcsinfo.org</w:t>
      </w:r>
    </w:hyperlink>
  </w:p>
  <w:p w14:paraId="31876416" w14:textId="77777777" w:rsidR="00B06C07" w:rsidRDefault="00B06C07" w:rsidP="00463660">
    <w:pPr>
      <w:spacing w:after="0" w:line="240" w:lineRule="auto"/>
      <w:jc w:val="right"/>
      <w:rPr>
        <w:rFonts w:ascii="Calibri Light" w:hAnsi="Calibri Light" w:cs="Calibri Light"/>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6805E0"/>
    <w:multiLevelType w:val="hybridMultilevel"/>
    <w:tmpl w:val="CAACCC3E"/>
    <w:lvl w:ilvl="0" w:tplc="252439F2">
      <w:start w:val="1"/>
      <w:numFmt w:val="upperLetter"/>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4"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6" w15:restartNumberingAfterBreak="0">
    <w:nsid w:val="63B86130"/>
    <w:multiLevelType w:val="hybridMultilevel"/>
    <w:tmpl w:val="03761C42"/>
    <w:lvl w:ilvl="0" w:tplc="1E8C21E6">
      <w:start w:val="3"/>
      <w:numFmt w:val="decimal"/>
      <w:lvlText w:val="%1."/>
      <w:lvlJc w:val="left"/>
      <w:pPr>
        <w:ind w:left="360" w:hanging="360"/>
      </w:pPr>
      <w:rPr>
        <w:rFonts w:hint="default"/>
        <w:b w:val="0"/>
        <w:bCs w:val="0"/>
      </w:rPr>
    </w:lvl>
    <w:lvl w:ilvl="1" w:tplc="8E7C8CE6">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51"/>
  </w:num>
  <w:num w:numId="12" w16cid:durableId="1519393639">
    <w:abstractNumId w:val="22"/>
  </w:num>
  <w:num w:numId="13" w16cid:durableId="814834788">
    <w:abstractNumId w:val="43"/>
  </w:num>
  <w:num w:numId="14" w16cid:durableId="631520851">
    <w:abstractNumId w:val="41"/>
  </w:num>
  <w:num w:numId="15" w16cid:durableId="1246305584">
    <w:abstractNumId w:val="25"/>
  </w:num>
  <w:num w:numId="16" w16cid:durableId="1803032749">
    <w:abstractNumId w:val="16"/>
  </w:num>
  <w:num w:numId="17" w16cid:durableId="689373292">
    <w:abstractNumId w:val="12"/>
  </w:num>
  <w:num w:numId="18" w16cid:durableId="1061055516">
    <w:abstractNumId w:val="38"/>
  </w:num>
  <w:num w:numId="19" w16cid:durableId="1365443848">
    <w:abstractNumId w:val="33"/>
  </w:num>
  <w:num w:numId="20" w16cid:durableId="469442444">
    <w:abstractNumId w:val="54"/>
  </w:num>
  <w:num w:numId="21" w16cid:durableId="1065956399">
    <w:abstractNumId w:val="48"/>
  </w:num>
  <w:num w:numId="22" w16cid:durableId="202058656">
    <w:abstractNumId w:val="23"/>
  </w:num>
  <w:num w:numId="23" w16cid:durableId="1571963184">
    <w:abstractNumId w:val="26"/>
  </w:num>
  <w:num w:numId="24" w16cid:durableId="2002804382">
    <w:abstractNumId w:val="42"/>
  </w:num>
  <w:num w:numId="25" w16cid:durableId="1022705114">
    <w:abstractNumId w:val="24"/>
  </w:num>
  <w:num w:numId="26" w16cid:durableId="540358653">
    <w:abstractNumId w:val="28"/>
  </w:num>
  <w:num w:numId="27" w16cid:durableId="2063749554">
    <w:abstractNumId w:val="49"/>
  </w:num>
  <w:num w:numId="28" w16cid:durableId="1267074643">
    <w:abstractNumId w:val="31"/>
  </w:num>
  <w:num w:numId="29" w16cid:durableId="311835938">
    <w:abstractNumId w:val="32"/>
  </w:num>
  <w:num w:numId="30" w16cid:durableId="614215138">
    <w:abstractNumId w:val="18"/>
  </w:num>
  <w:num w:numId="31" w16cid:durableId="2030907711">
    <w:abstractNumId w:val="44"/>
  </w:num>
  <w:num w:numId="32" w16cid:durableId="1421563109">
    <w:abstractNumId w:val="47"/>
  </w:num>
  <w:num w:numId="33" w16cid:durableId="1200363585">
    <w:abstractNumId w:val="11"/>
  </w:num>
  <w:num w:numId="34" w16cid:durableId="1822035080">
    <w:abstractNumId w:val="40"/>
  </w:num>
  <w:num w:numId="35" w16cid:durableId="480583082">
    <w:abstractNumId w:val="15"/>
  </w:num>
  <w:num w:numId="36" w16cid:durableId="383872304">
    <w:abstractNumId w:val="45"/>
  </w:num>
  <w:num w:numId="37" w16cid:durableId="1603099995">
    <w:abstractNumId w:val="34"/>
  </w:num>
  <w:num w:numId="38" w16cid:durableId="1295136857">
    <w:abstractNumId w:val="10"/>
  </w:num>
  <w:num w:numId="39" w16cid:durableId="1528981170">
    <w:abstractNumId w:val="50"/>
  </w:num>
  <w:num w:numId="40" w16cid:durableId="468137625">
    <w:abstractNumId w:val="17"/>
  </w:num>
  <w:num w:numId="41" w16cid:durableId="330958459">
    <w:abstractNumId w:val="55"/>
  </w:num>
  <w:num w:numId="42" w16cid:durableId="1487550728">
    <w:abstractNumId w:val="19"/>
  </w:num>
  <w:num w:numId="43" w16cid:durableId="154037291">
    <w:abstractNumId w:val="36"/>
  </w:num>
  <w:num w:numId="44" w16cid:durableId="7684520">
    <w:abstractNumId w:val="46"/>
  </w:num>
  <w:num w:numId="45" w16cid:durableId="1711028444">
    <w:abstractNumId w:val="30"/>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53"/>
  </w:num>
  <w:num w:numId="48" w16cid:durableId="325061450">
    <w:abstractNumId w:val="20"/>
  </w:num>
  <w:num w:numId="49" w16cid:durableId="516428306">
    <w:abstractNumId w:val="52"/>
  </w:num>
  <w:num w:numId="50" w16cid:durableId="1580092075">
    <w:abstractNumId w:val="14"/>
  </w:num>
  <w:num w:numId="51" w16cid:durableId="1891303519">
    <w:abstractNumId w:val="29"/>
  </w:num>
  <w:num w:numId="52" w16cid:durableId="389310554">
    <w:abstractNumId w:val="35"/>
  </w:num>
  <w:num w:numId="53" w16cid:durableId="142047065">
    <w:abstractNumId w:val="21"/>
  </w:num>
  <w:num w:numId="54" w16cid:durableId="162136417">
    <w:abstractNumId w:val="37"/>
  </w:num>
  <w:num w:numId="55" w16cid:durableId="673921572">
    <w:abstractNumId w:val="27"/>
  </w:num>
  <w:num w:numId="56" w16cid:durableId="1420103916">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rbAhSp4U80kTzCeZEgY5u1yOaW11TW1/ZbA9la3LW0EKA/Bt+sne0f0mGEGl6VSO2wiO9o/uZZn++WHzrzRU+w==" w:salt="9JeGMJ0DP/t2w9FsVDX5E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FF"/>
    <w:rsid w:val="000152DB"/>
    <w:rsid w:val="000169CE"/>
    <w:rsid w:val="00020842"/>
    <w:rsid w:val="00024734"/>
    <w:rsid w:val="0002538B"/>
    <w:rsid w:val="000255BE"/>
    <w:rsid w:val="00026232"/>
    <w:rsid w:val="0002763D"/>
    <w:rsid w:val="0002787C"/>
    <w:rsid w:val="000306FD"/>
    <w:rsid w:val="000326DC"/>
    <w:rsid w:val="0003277A"/>
    <w:rsid w:val="000330BA"/>
    <w:rsid w:val="000355CB"/>
    <w:rsid w:val="000356E6"/>
    <w:rsid w:val="000363B3"/>
    <w:rsid w:val="000375F4"/>
    <w:rsid w:val="0004069A"/>
    <w:rsid w:val="00041FA7"/>
    <w:rsid w:val="000445D2"/>
    <w:rsid w:val="000446C6"/>
    <w:rsid w:val="00045CA9"/>
    <w:rsid w:val="00047B2C"/>
    <w:rsid w:val="00050F18"/>
    <w:rsid w:val="00052E35"/>
    <w:rsid w:val="00053AB4"/>
    <w:rsid w:val="00054AD9"/>
    <w:rsid w:val="00056F91"/>
    <w:rsid w:val="00062497"/>
    <w:rsid w:val="00062C2E"/>
    <w:rsid w:val="00063127"/>
    <w:rsid w:val="00063257"/>
    <w:rsid w:val="00064801"/>
    <w:rsid w:val="00066CF2"/>
    <w:rsid w:val="000732ED"/>
    <w:rsid w:val="00073778"/>
    <w:rsid w:val="0007570F"/>
    <w:rsid w:val="00076733"/>
    <w:rsid w:val="00081946"/>
    <w:rsid w:val="00084D2D"/>
    <w:rsid w:val="000874B8"/>
    <w:rsid w:val="00087D2B"/>
    <w:rsid w:val="00087F88"/>
    <w:rsid w:val="000904D3"/>
    <w:rsid w:val="0009247C"/>
    <w:rsid w:val="0009649C"/>
    <w:rsid w:val="00097818"/>
    <w:rsid w:val="000A15E5"/>
    <w:rsid w:val="000A282B"/>
    <w:rsid w:val="000A44DF"/>
    <w:rsid w:val="000A52B6"/>
    <w:rsid w:val="000A5512"/>
    <w:rsid w:val="000A633B"/>
    <w:rsid w:val="000A63BB"/>
    <w:rsid w:val="000B650E"/>
    <w:rsid w:val="000C0797"/>
    <w:rsid w:val="000C08AD"/>
    <w:rsid w:val="000C0BD1"/>
    <w:rsid w:val="000C1301"/>
    <w:rsid w:val="000C20CE"/>
    <w:rsid w:val="000C352F"/>
    <w:rsid w:val="000C40EB"/>
    <w:rsid w:val="000C552B"/>
    <w:rsid w:val="000C64FB"/>
    <w:rsid w:val="000C7C14"/>
    <w:rsid w:val="000C7E77"/>
    <w:rsid w:val="000D1240"/>
    <w:rsid w:val="000D3ABB"/>
    <w:rsid w:val="000D460F"/>
    <w:rsid w:val="000E0872"/>
    <w:rsid w:val="000E0B8B"/>
    <w:rsid w:val="000E22B4"/>
    <w:rsid w:val="000E248F"/>
    <w:rsid w:val="000E2D08"/>
    <w:rsid w:val="000E3026"/>
    <w:rsid w:val="000E3288"/>
    <w:rsid w:val="000E39AF"/>
    <w:rsid w:val="000E5428"/>
    <w:rsid w:val="000E5FC0"/>
    <w:rsid w:val="000E6F73"/>
    <w:rsid w:val="000E74A3"/>
    <w:rsid w:val="000E7862"/>
    <w:rsid w:val="000F25B6"/>
    <w:rsid w:val="000F2804"/>
    <w:rsid w:val="000F38FB"/>
    <w:rsid w:val="000F4222"/>
    <w:rsid w:val="000F696D"/>
    <w:rsid w:val="000F77D8"/>
    <w:rsid w:val="00101ED5"/>
    <w:rsid w:val="0010344C"/>
    <w:rsid w:val="00103DC9"/>
    <w:rsid w:val="00107CDA"/>
    <w:rsid w:val="00110DE8"/>
    <w:rsid w:val="00110EAB"/>
    <w:rsid w:val="00112129"/>
    <w:rsid w:val="00112C05"/>
    <w:rsid w:val="00112F47"/>
    <w:rsid w:val="00113412"/>
    <w:rsid w:val="00113F47"/>
    <w:rsid w:val="0011408D"/>
    <w:rsid w:val="00114EB1"/>
    <w:rsid w:val="00117164"/>
    <w:rsid w:val="00120351"/>
    <w:rsid w:val="00120A02"/>
    <w:rsid w:val="00120E70"/>
    <w:rsid w:val="00122761"/>
    <w:rsid w:val="00122952"/>
    <w:rsid w:val="00124FD9"/>
    <w:rsid w:val="00132403"/>
    <w:rsid w:val="001324C8"/>
    <w:rsid w:val="001326AF"/>
    <w:rsid w:val="001328B0"/>
    <w:rsid w:val="00132D36"/>
    <w:rsid w:val="001351B8"/>
    <w:rsid w:val="00137E10"/>
    <w:rsid w:val="001420D5"/>
    <w:rsid w:val="001421F1"/>
    <w:rsid w:val="001443E7"/>
    <w:rsid w:val="001453B9"/>
    <w:rsid w:val="00145A49"/>
    <w:rsid w:val="001461A9"/>
    <w:rsid w:val="00146B5D"/>
    <w:rsid w:val="0015061E"/>
    <w:rsid w:val="001514FE"/>
    <w:rsid w:val="0015150D"/>
    <w:rsid w:val="001548DC"/>
    <w:rsid w:val="0015508C"/>
    <w:rsid w:val="00161BE0"/>
    <w:rsid w:val="001633E5"/>
    <w:rsid w:val="00164283"/>
    <w:rsid w:val="00167C79"/>
    <w:rsid w:val="00170428"/>
    <w:rsid w:val="0017098D"/>
    <w:rsid w:val="001716B5"/>
    <w:rsid w:val="0017269F"/>
    <w:rsid w:val="001767BB"/>
    <w:rsid w:val="00176CDB"/>
    <w:rsid w:val="00181757"/>
    <w:rsid w:val="00181D53"/>
    <w:rsid w:val="00183B6D"/>
    <w:rsid w:val="00183E85"/>
    <w:rsid w:val="001844A4"/>
    <w:rsid w:val="00184E2C"/>
    <w:rsid w:val="00185C85"/>
    <w:rsid w:val="001860E4"/>
    <w:rsid w:val="00186B8D"/>
    <w:rsid w:val="00186DA5"/>
    <w:rsid w:val="00190103"/>
    <w:rsid w:val="00190591"/>
    <w:rsid w:val="001925E8"/>
    <w:rsid w:val="00192C46"/>
    <w:rsid w:val="00193E63"/>
    <w:rsid w:val="00193FA5"/>
    <w:rsid w:val="00194735"/>
    <w:rsid w:val="001961AC"/>
    <w:rsid w:val="0019767A"/>
    <w:rsid w:val="001A1435"/>
    <w:rsid w:val="001A1658"/>
    <w:rsid w:val="001A6C73"/>
    <w:rsid w:val="001A703B"/>
    <w:rsid w:val="001A7449"/>
    <w:rsid w:val="001A74A3"/>
    <w:rsid w:val="001A768B"/>
    <w:rsid w:val="001B1704"/>
    <w:rsid w:val="001B3976"/>
    <w:rsid w:val="001B487E"/>
    <w:rsid w:val="001B5015"/>
    <w:rsid w:val="001B6228"/>
    <w:rsid w:val="001B7481"/>
    <w:rsid w:val="001B767D"/>
    <w:rsid w:val="001C03C2"/>
    <w:rsid w:val="001C05B3"/>
    <w:rsid w:val="001C26C9"/>
    <w:rsid w:val="001C2B74"/>
    <w:rsid w:val="001C30FA"/>
    <w:rsid w:val="001C323B"/>
    <w:rsid w:val="001C417D"/>
    <w:rsid w:val="001C54DE"/>
    <w:rsid w:val="001C5BE2"/>
    <w:rsid w:val="001C70E6"/>
    <w:rsid w:val="001D08C5"/>
    <w:rsid w:val="001D1871"/>
    <w:rsid w:val="001D1C07"/>
    <w:rsid w:val="001D42E2"/>
    <w:rsid w:val="001D4733"/>
    <w:rsid w:val="001D5A8F"/>
    <w:rsid w:val="001E380E"/>
    <w:rsid w:val="001E3858"/>
    <w:rsid w:val="001E7073"/>
    <w:rsid w:val="001F0E9B"/>
    <w:rsid w:val="001F21EF"/>
    <w:rsid w:val="001F4C3D"/>
    <w:rsid w:val="001F4DD7"/>
    <w:rsid w:val="001F4E5E"/>
    <w:rsid w:val="001F649E"/>
    <w:rsid w:val="001F651D"/>
    <w:rsid w:val="00202D68"/>
    <w:rsid w:val="0020307B"/>
    <w:rsid w:val="002038E3"/>
    <w:rsid w:val="00203A57"/>
    <w:rsid w:val="00203EEE"/>
    <w:rsid w:val="00205AE2"/>
    <w:rsid w:val="00205DD0"/>
    <w:rsid w:val="002079FD"/>
    <w:rsid w:val="002120B9"/>
    <w:rsid w:val="002141F2"/>
    <w:rsid w:val="00214546"/>
    <w:rsid w:val="00215143"/>
    <w:rsid w:val="00215F6F"/>
    <w:rsid w:val="00217371"/>
    <w:rsid w:val="0022497A"/>
    <w:rsid w:val="00226D96"/>
    <w:rsid w:val="00227600"/>
    <w:rsid w:val="00232CC8"/>
    <w:rsid w:val="00233821"/>
    <w:rsid w:val="00233EB1"/>
    <w:rsid w:val="00234AB7"/>
    <w:rsid w:val="00234EA4"/>
    <w:rsid w:val="00241AB9"/>
    <w:rsid w:val="002432F5"/>
    <w:rsid w:val="002455A7"/>
    <w:rsid w:val="0024586A"/>
    <w:rsid w:val="0024704D"/>
    <w:rsid w:val="00250051"/>
    <w:rsid w:val="00251B1E"/>
    <w:rsid w:val="00255B4E"/>
    <w:rsid w:val="00257B49"/>
    <w:rsid w:val="00261BD2"/>
    <w:rsid w:val="00262076"/>
    <w:rsid w:val="00262831"/>
    <w:rsid w:val="00262AE5"/>
    <w:rsid w:val="00263250"/>
    <w:rsid w:val="002650E6"/>
    <w:rsid w:val="002655C0"/>
    <w:rsid w:val="002655E7"/>
    <w:rsid w:val="00266B12"/>
    <w:rsid w:val="002679BA"/>
    <w:rsid w:val="002722DB"/>
    <w:rsid w:val="0027414F"/>
    <w:rsid w:val="00274D67"/>
    <w:rsid w:val="002774D6"/>
    <w:rsid w:val="002777C1"/>
    <w:rsid w:val="002809A8"/>
    <w:rsid w:val="00281A63"/>
    <w:rsid w:val="00282042"/>
    <w:rsid w:val="0028451E"/>
    <w:rsid w:val="002857F0"/>
    <w:rsid w:val="0028648C"/>
    <w:rsid w:val="00286569"/>
    <w:rsid w:val="00286961"/>
    <w:rsid w:val="00286AE8"/>
    <w:rsid w:val="00286AFC"/>
    <w:rsid w:val="00292A59"/>
    <w:rsid w:val="00295155"/>
    <w:rsid w:val="00296889"/>
    <w:rsid w:val="00297CC1"/>
    <w:rsid w:val="002A1CEF"/>
    <w:rsid w:val="002A1EED"/>
    <w:rsid w:val="002A2C60"/>
    <w:rsid w:val="002A46E4"/>
    <w:rsid w:val="002A4A41"/>
    <w:rsid w:val="002A4BA6"/>
    <w:rsid w:val="002A52C5"/>
    <w:rsid w:val="002B2A7F"/>
    <w:rsid w:val="002B4055"/>
    <w:rsid w:val="002B480B"/>
    <w:rsid w:val="002B4E47"/>
    <w:rsid w:val="002B58A3"/>
    <w:rsid w:val="002B644B"/>
    <w:rsid w:val="002B73C9"/>
    <w:rsid w:val="002B76A5"/>
    <w:rsid w:val="002C62AE"/>
    <w:rsid w:val="002C70D8"/>
    <w:rsid w:val="002C78F2"/>
    <w:rsid w:val="002D193C"/>
    <w:rsid w:val="002D21DE"/>
    <w:rsid w:val="002D3953"/>
    <w:rsid w:val="002D5AB5"/>
    <w:rsid w:val="002D6190"/>
    <w:rsid w:val="002D61B4"/>
    <w:rsid w:val="002D7997"/>
    <w:rsid w:val="002E0C09"/>
    <w:rsid w:val="002E1813"/>
    <w:rsid w:val="002E2601"/>
    <w:rsid w:val="002E5CDD"/>
    <w:rsid w:val="002E7104"/>
    <w:rsid w:val="002E7D0E"/>
    <w:rsid w:val="002F0D4C"/>
    <w:rsid w:val="002F2771"/>
    <w:rsid w:val="002F3198"/>
    <w:rsid w:val="002F4972"/>
    <w:rsid w:val="002F5189"/>
    <w:rsid w:val="002F6A7D"/>
    <w:rsid w:val="002F7A5A"/>
    <w:rsid w:val="002F7BCF"/>
    <w:rsid w:val="003013AF"/>
    <w:rsid w:val="0030170A"/>
    <w:rsid w:val="00301DD7"/>
    <w:rsid w:val="003038FC"/>
    <w:rsid w:val="003053FE"/>
    <w:rsid w:val="00305D80"/>
    <w:rsid w:val="00307803"/>
    <w:rsid w:val="003078C1"/>
    <w:rsid w:val="003078C7"/>
    <w:rsid w:val="003102D9"/>
    <w:rsid w:val="00311DBE"/>
    <w:rsid w:val="00311E07"/>
    <w:rsid w:val="003122AC"/>
    <w:rsid w:val="003175B2"/>
    <w:rsid w:val="00320686"/>
    <w:rsid w:val="0032118F"/>
    <w:rsid w:val="003239E3"/>
    <w:rsid w:val="00323E5A"/>
    <w:rsid w:val="003253B9"/>
    <w:rsid w:val="00327382"/>
    <w:rsid w:val="003276AA"/>
    <w:rsid w:val="00327EEE"/>
    <w:rsid w:val="00331827"/>
    <w:rsid w:val="00331E67"/>
    <w:rsid w:val="00332142"/>
    <w:rsid w:val="00332A11"/>
    <w:rsid w:val="00332F6E"/>
    <w:rsid w:val="003335DA"/>
    <w:rsid w:val="0033384F"/>
    <w:rsid w:val="00335135"/>
    <w:rsid w:val="0033677D"/>
    <w:rsid w:val="00337301"/>
    <w:rsid w:val="00337B6E"/>
    <w:rsid w:val="00341FB5"/>
    <w:rsid w:val="0034281F"/>
    <w:rsid w:val="003442D9"/>
    <w:rsid w:val="0034582D"/>
    <w:rsid w:val="00345B79"/>
    <w:rsid w:val="003478D1"/>
    <w:rsid w:val="00351C6D"/>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7097D"/>
    <w:rsid w:val="00371637"/>
    <w:rsid w:val="00371A5D"/>
    <w:rsid w:val="00372639"/>
    <w:rsid w:val="0037355C"/>
    <w:rsid w:val="00376E68"/>
    <w:rsid w:val="00377628"/>
    <w:rsid w:val="00377CD8"/>
    <w:rsid w:val="003803B9"/>
    <w:rsid w:val="003803D2"/>
    <w:rsid w:val="0038169D"/>
    <w:rsid w:val="003837CD"/>
    <w:rsid w:val="003849E0"/>
    <w:rsid w:val="0038583A"/>
    <w:rsid w:val="00385C8C"/>
    <w:rsid w:val="00387836"/>
    <w:rsid w:val="00391D81"/>
    <w:rsid w:val="003929B8"/>
    <w:rsid w:val="003936F4"/>
    <w:rsid w:val="003959D8"/>
    <w:rsid w:val="003978AD"/>
    <w:rsid w:val="00397E57"/>
    <w:rsid w:val="003A07F2"/>
    <w:rsid w:val="003A2536"/>
    <w:rsid w:val="003A50D7"/>
    <w:rsid w:val="003B013B"/>
    <w:rsid w:val="003B177F"/>
    <w:rsid w:val="003B4506"/>
    <w:rsid w:val="003B4AB1"/>
    <w:rsid w:val="003B507C"/>
    <w:rsid w:val="003B5B74"/>
    <w:rsid w:val="003B6761"/>
    <w:rsid w:val="003B78B5"/>
    <w:rsid w:val="003C08C3"/>
    <w:rsid w:val="003C1E90"/>
    <w:rsid w:val="003C21B4"/>
    <w:rsid w:val="003C410A"/>
    <w:rsid w:val="003C47D5"/>
    <w:rsid w:val="003D1761"/>
    <w:rsid w:val="003D1BA5"/>
    <w:rsid w:val="003D4420"/>
    <w:rsid w:val="003D5AAC"/>
    <w:rsid w:val="003D6DF2"/>
    <w:rsid w:val="003D749B"/>
    <w:rsid w:val="003E030E"/>
    <w:rsid w:val="003F2650"/>
    <w:rsid w:val="003F2A65"/>
    <w:rsid w:val="003F33CF"/>
    <w:rsid w:val="003F3F61"/>
    <w:rsid w:val="003F47EE"/>
    <w:rsid w:val="003F4F35"/>
    <w:rsid w:val="003F5835"/>
    <w:rsid w:val="003F5F0D"/>
    <w:rsid w:val="00400130"/>
    <w:rsid w:val="004019D0"/>
    <w:rsid w:val="004021CA"/>
    <w:rsid w:val="00402E85"/>
    <w:rsid w:val="00403653"/>
    <w:rsid w:val="0040375C"/>
    <w:rsid w:val="004054EA"/>
    <w:rsid w:val="004061C6"/>
    <w:rsid w:val="00407038"/>
    <w:rsid w:val="004108BE"/>
    <w:rsid w:val="00412351"/>
    <w:rsid w:val="00412F05"/>
    <w:rsid w:val="00413DAF"/>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30E4C"/>
    <w:rsid w:val="0043367E"/>
    <w:rsid w:val="00433BF5"/>
    <w:rsid w:val="00434051"/>
    <w:rsid w:val="00434F9B"/>
    <w:rsid w:val="004364A6"/>
    <w:rsid w:val="004369A0"/>
    <w:rsid w:val="0043747E"/>
    <w:rsid w:val="00440CFD"/>
    <w:rsid w:val="00441FD7"/>
    <w:rsid w:val="00444C00"/>
    <w:rsid w:val="00444DE0"/>
    <w:rsid w:val="00444FE4"/>
    <w:rsid w:val="004458CE"/>
    <w:rsid w:val="00445B59"/>
    <w:rsid w:val="004460B6"/>
    <w:rsid w:val="00447F30"/>
    <w:rsid w:val="004500AF"/>
    <w:rsid w:val="004541DB"/>
    <w:rsid w:val="0046162B"/>
    <w:rsid w:val="004631BF"/>
    <w:rsid w:val="00463660"/>
    <w:rsid w:val="0046561B"/>
    <w:rsid w:val="00465FE1"/>
    <w:rsid w:val="00466593"/>
    <w:rsid w:val="00466F5A"/>
    <w:rsid w:val="004670C4"/>
    <w:rsid w:val="004758DC"/>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BC5"/>
    <w:rsid w:val="00492D8B"/>
    <w:rsid w:val="004930FA"/>
    <w:rsid w:val="004940CD"/>
    <w:rsid w:val="004944A4"/>
    <w:rsid w:val="00495965"/>
    <w:rsid w:val="004965B0"/>
    <w:rsid w:val="004A3B04"/>
    <w:rsid w:val="004A47AD"/>
    <w:rsid w:val="004A567C"/>
    <w:rsid w:val="004A5BCC"/>
    <w:rsid w:val="004B05BB"/>
    <w:rsid w:val="004B0B89"/>
    <w:rsid w:val="004B3DD4"/>
    <w:rsid w:val="004B6606"/>
    <w:rsid w:val="004B7092"/>
    <w:rsid w:val="004B7965"/>
    <w:rsid w:val="004C0061"/>
    <w:rsid w:val="004C0542"/>
    <w:rsid w:val="004C0924"/>
    <w:rsid w:val="004C502B"/>
    <w:rsid w:val="004C622F"/>
    <w:rsid w:val="004C6F52"/>
    <w:rsid w:val="004C7EA9"/>
    <w:rsid w:val="004D3B3D"/>
    <w:rsid w:val="004E28A7"/>
    <w:rsid w:val="004E2B64"/>
    <w:rsid w:val="004E4228"/>
    <w:rsid w:val="004E52FF"/>
    <w:rsid w:val="004E719D"/>
    <w:rsid w:val="004F0907"/>
    <w:rsid w:val="004F200E"/>
    <w:rsid w:val="004F2804"/>
    <w:rsid w:val="004F30A4"/>
    <w:rsid w:val="004F5F1A"/>
    <w:rsid w:val="00500287"/>
    <w:rsid w:val="005002CA"/>
    <w:rsid w:val="00500FD0"/>
    <w:rsid w:val="005010A1"/>
    <w:rsid w:val="00501653"/>
    <w:rsid w:val="00501FF6"/>
    <w:rsid w:val="0050512F"/>
    <w:rsid w:val="00506E93"/>
    <w:rsid w:val="00506FCC"/>
    <w:rsid w:val="00511F79"/>
    <w:rsid w:val="0051258A"/>
    <w:rsid w:val="00512BFE"/>
    <w:rsid w:val="00513093"/>
    <w:rsid w:val="00513D31"/>
    <w:rsid w:val="00515396"/>
    <w:rsid w:val="00516DDD"/>
    <w:rsid w:val="00521C95"/>
    <w:rsid w:val="005243CF"/>
    <w:rsid w:val="00524956"/>
    <w:rsid w:val="0052734A"/>
    <w:rsid w:val="0053070C"/>
    <w:rsid w:val="00530C25"/>
    <w:rsid w:val="0053114C"/>
    <w:rsid w:val="00533758"/>
    <w:rsid w:val="00533CAB"/>
    <w:rsid w:val="00535218"/>
    <w:rsid w:val="0053666F"/>
    <w:rsid w:val="005367F2"/>
    <w:rsid w:val="00540510"/>
    <w:rsid w:val="005419B6"/>
    <w:rsid w:val="0054674A"/>
    <w:rsid w:val="00546D3B"/>
    <w:rsid w:val="005479C3"/>
    <w:rsid w:val="00552FBB"/>
    <w:rsid w:val="00553485"/>
    <w:rsid w:val="005552F4"/>
    <w:rsid w:val="0055586D"/>
    <w:rsid w:val="00556509"/>
    <w:rsid w:val="005629C6"/>
    <w:rsid w:val="00563F82"/>
    <w:rsid w:val="0056477A"/>
    <w:rsid w:val="0056722D"/>
    <w:rsid w:val="005708E3"/>
    <w:rsid w:val="00570A6A"/>
    <w:rsid w:val="00571FEB"/>
    <w:rsid w:val="00573612"/>
    <w:rsid w:val="00573B19"/>
    <w:rsid w:val="00574AC8"/>
    <w:rsid w:val="0057524C"/>
    <w:rsid w:val="0057565D"/>
    <w:rsid w:val="005768BE"/>
    <w:rsid w:val="00576FDB"/>
    <w:rsid w:val="00581553"/>
    <w:rsid w:val="00582114"/>
    <w:rsid w:val="00582374"/>
    <w:rsid w:val="00582B22"/>
    <w:rsid w:val="005838C2"/>
    <w:rsid w:val="005849DE"/>
    <w:rsid w:val="00586561"/>
    <w:rsid w:val="00587938"/>
    <w:rsid w:val="00587C6D"/>
    <w:rsid w:val="0059064E"/>
    <w:rsid w:val="00590A42"/>
    <w:rsid w:val="00593F88"/>
    <w:rsid w:val="005A2784"/>
    <w:rsid w:val="005A482B"/>
    <w:rsid w:val="005A4937"/>
    <w:rsid w:val="005A6ACA"/>
    <w:rsid w:val="005B0361"/>
    <w:rsid w:val="005B0AD4"/>
    <w:rsid w:val="005B0D6C"/>
    <w:rsid w:val="005B28C8"/>
    <w:rsid w:val="005B32DC"/>
    <w:rsid w:val="005B3E54"/>
    <w:rsid w:val="005B5A3F"/>
    <w:rsid w:val="005B6587"/>
    <w:rsid w:val="005C006F"/>
    <w:rsid w:val="005C0B9C"/>
    <w:rsid w:val="005C1EBA"/>
    <w:rsid w:val="005C259F"/>
    <w:rsid w:val="005C29D2"/>
    <w:rsid w:val="005C5B12"/>
    <w:rsid w:val="005D2E99"/>
    <w:rsid w:val="005D4243"/>
    <w:rsid w:val="005D6BB9"/>
    <w:rsid w:val="005D76CB"/>
    <w:rsid w:val="005D7CCD"/>
    <w:rsid w:val="005E03DE"/>
    <w:rsid w:val="005E05E0"/>
    <w:rsid w:val="005E0942"/>
    <w:rsid w:val="005E1B89"/>
    <w:rsid w:val="005E2539"/>
    <w:rsid w:val="005E53DF"/>
    <w:rsid w:val="005F003F"/>
    <w:rsid w:val="005F2A42"/>
    <w:rsid w:val="005F3289"/>
    <w:rsid w:val="005F3A78"/>
    <w:rsid w:val="005F41DB"/>
    <w:rsid w:val="005F457A"/>
    <w:rsid w:val="005F62C5"/>
    <w:rsid w:val="005F780F"/>
    <w:rsid w:val="005F7EAB"/>
    <w:rsid w:val="006002CB"/>
    <w:rsid w:val="00601FC3"/>
    <w:rsid w:val="00603DF8"/>
    <w:rsid w:val="00607B25"/>
    <w:rsid w:val="00612601"/>
    <w:rsid w:val="00612991"/>
    <w:rsid w:val="00613DBB"/>
    <w:rsid w:val="0061492B"/>
    <w:rsid w:val="00614A08"/>
    <w:rsid w:val="00614ED6"/>
    <w:rsid w:val="006173CB"/>
    <w:rsid w:val="0062072D"/>
    <w:rsid w:val="00620CEB"/>
    <w:rsid w:val="006214A5"/>
    <w:rsid w:val="00621B33"/>
    <w:rsid w:val="00624EB2"/>
    <w:rsid w:val="0062541A"/>
    <w:rsid w:val="006257B6"/>
    <w:rsid w:val="00627BFD"/>
    <w:rsid w:val="00627C41"/>
    <w:rsid w:val="00630642"/>
    <w:rsid w:val="00630CD8"/>
    <w:rsid w:val="0063176F"/>
    <w:rsid w:val="0063372C"/>
    <w:rsid w:val="00634D86"/>
    <w:rsid w:val="00634DDA"/>
    <w:rsid w:val="006368DC"/>
    <w:rsid w:val="00637510"/>
    <w:rsid w:val="00637CC8"/>
    <w:rsid w:val="00640BBF"/>
    <w:rsid w:val="00643953"/>
    <w:rsid w:val="006454DE"/>
    <w:rsid w:val="00646062"/>
    <w:rsid w:val="00646C98"/>
    <w:rsid w:val="00647291"/>
    <w:rsid w:val="006472CD"/>
    <w:rsid w:val="006477DA"/>
    <w:rsid w:val="0065068E"/>
    <w:rsid w:val="00650A16"/>
    <w:rsid w:val="00650C91"/>
    <w:rsid w:val="00651CD1"/>
    <w:rsid w:val="00654604"/>
    <w:rsid w:val="0065542A"/>
    <w:rsid w:val="006569B0"/>
    <w:rsid w:val="00656AE7"/>
    <w:rsid w:val="00656F47"/>
    <w:rsid w:val="00661807"/>
    <w:rsid w:val="00661DB9"/>
    <w:rsid w:val="00662406"/>
    <w:rsid w:val="0066564A"/>
    <w:rsid w:val="00666DE8"/>
    <w:rsid w:val="00670523"/>
    <w:rsid w:val="00673DAE"/>
    <w:rsid w:val="00675D92"/>
    <w:rsid w:val="006776A5"/>
    <w:rsid w:val="0068189E"/>
    <w:rsid w:val="006837C2"/>
    <w:rsid w:val="00683C28"/>
    <w:rsid w:val="0068411B"/>
    <w:rsid w:val="00686596"/>
    <w:rsid w:val="006869F9"/>
    <w:rsid w:val="00686CDB"/>
    <w:rsid w:val="006872EC"/>
    <w:rsid w:val="00690C56"/>
    <w:rsid w:val="00692796"/>
    <w:rsid w:val="00692F9E"/>
    <w:rsid w:val="00695B35"/>
    <w:rsid w:val="006A1A5C"/>
    <w:rsid w:val="006A3B3E"/>
    <w:rsid w:val="006A4C6E"/>
    <w:rsid w:val="006A63BD"/>
    <w:rsid w:val="006A6615"/>
    <w:rsid w:val="006A7B85"/>
    <w:rsid w:val="006B0B6C"/>
    <w:rsid w:val="006B1D67"/>
    <w:rsid w:val="006B4123"/>
    <w:rsid w:val="006B4316"/>
    <w:rsid w:val="006C0D3C"/>
    <w:rsid w:val="006C1847"/>
    <w:rsid w:val="006C24D2"/>
    <w:rsid w:val="006C31BD"/>
    <w:rsid w:val="006D0830"/>
    <w:rsid w:val="006D20A6"/>
    <w:rsid w:val="006D2583"/>
    <w:rsid w:val="006D2ECC"/>
    <w:rsid w:val="006D504A"/>
    <w:rsid w:val="006D6B5B"/>
    <w:rsid w:val="006D6F57"/>
    <w:rsid w:val="006E1294"/>
    <w:rsid w:val="006E337C"/>
    <w:rsid w:val="006E4657"/>
    <w:rsid w:val="006F0755"/>
    <w:rsid w:val="006F2E4B"/>
    <w:rsid w:val="006F4B4A"/>
    <w:rsid w:val="006F53D9"/>
    <w:rsid w:val="00700D10"/>
    <w:rsid w:val="00702224"/>
    <w:rsid w:val="00706C9E"/>
    <w:rsid w:val="00707B7A"/>
    <w:rsid w:val="007103D4"/>
    <w:rsid w:val="0071145C"/>
    <w:rsid w:val="007117B5"/>
    <w:rsid w:val="00714A06"/>
    <w:rsid w:val="00716B55"/>
    <w:rsid w:val="0071750A"/>
    <w:rsid w:val="00717C88"/>
    <w:rsid w:val="0072353D"/>
    <w:rsid w:val="00723F21"/>
    <w:rsid w:val="00725727"/>
    <w:rsid w:val="00730418"/>
    <w:rsid w:val="007308AD"/>
    <w:rsid w:val="0073324A"/>
    <w:rsid w:val="007339DD"/>
    <w:rsid w:val="00734150"/>
    <w:rsid w:val="0073440C"/>
    <w:rsid w:val="00736D1C"/>
    <w:rsid w:val="00737D21"/>
    <w:rsid w:val="00745340"/>
    <w:rsid w:val="007459C3"/>
    <w:rsid w:val="00746120"/>
    <w:rsid w:val="00746516"/>
    <w:rsid w:val="00750CC8"/>
    <w:rsid w:val="007514F8"/>
    <w:rsid w:val="00751DA3"/>
    <w:rsid w:val="00751E98"/>
    <w:rsid w:val="0075263E"/>
    <w:rsid w:val="00753091"/>
    <w:rsid w:val="00753ECC"/>
    <w:rsid w:val="00754758"/>
    <w:rsid w:val="007605D6"/>
    <w:rsid w:val="00760BF3"/>
    <w:rsid w:val="0076107E"/>
    <w:rsid w:val="007611E7"/>
    <w:rsid w:val="00761B41"/>
    <w:rsid w:val="00764C93"/>
    <w:rsid w:val="0076578B"/>
    <w:rsid w:val="00766559"/>
    <w:rsid w:val="007666ED"/>
    <w:rsid w:val="00766A11"/>
    <w:rsid w:val="00766DA1"/>
    <w:rsid w:val="007714A9"/>
    <w:rsid w:val="00774572"/>
    <w:rsid w:val="007745BC"/>
    <w:rsid w:val="00774789"/>
    <w:rsid w:val="00775982"/>
    <w:rsid w:val="007773FF"/>
    <w:rsid w:val="007804F0"/>
    <w:rsid w:val="00780BFF"/>
    <w:rsid w:val="0078196E"/>
    <w:rsid w:val="007824B5"/>
    <w:rsid w:val="007829AA"/>
    <w:rsid w:val="00783429"/>
    <w:rsid w:val="0078403B"/>
    <w:rsid w:val="0078561A"/>
    <w:rsid w:val="00786731"/>
    <w:rsid w:val="00791E8F"/>
    <w:rsid w:val="00793117"/>
    <w:rsid w:val="007956C8"/>
    <w:rsid w:val="007A0415"/>
    <w:rsid w:val="007A0491"/>
    <w:rsid w:val="007A2BF9"/>
    <w:rsid w:val="007A3763"/>
    <w:rsid w:val="007A45AD"/>
    <w:rsid w:val="007A768C"/>
    <w:rsid w:val="007B4717"/>
    <w:rsid w:val="007B57E7"/>
    <w:rsid w:val="007C0562"/>
    <w:rsid w:val="007C0D1F"/>
    <w:rsid w:val="007C1262"/>
    <w:rsid w:val="007D204D"/>
    <w:rsid w:val="007D342D"/>
    <w:rsid w:val="007D5D17"/>
    <w:rsid w:val="007E02B7"/>
    <w:rsid w:val="007E367F"/>
    <w:rsid w:val="007E4067"/>
    <w:rsid w:val="007E438D"/>
    <w:rsid w:val="007E590D"/>
    <w:rsid w:val="007E5C6D"/>
    <w:rsid w:val="007E6B55"/>
    <w:rsid w:val="007E6D87"/>
    <w:rsid w:val="007E6DB8"/>
    <w:rsid w:val="007E6EBD"/>
    <w:rsid w:val="007F00A2"/>
    <w:rsid w:val="007F0164"/>
    <w:rsid w:val="007F2561"/>
    <w:rsid w:val="007F2E15"/>
    <w:rsid w:val="007F3ABB"/>
    <w:rsid w:val="007F3BED"/>
    <w:rsid w:val="007F5E9F"/>
    <w:rsid w:val="007F6584"/>
    <w:rsid w:val="007F7946"/>
    <w:rsid w:val="00800245"/>
    <w:rsid w:val="00800986"/>
    <w:rsid w:val="00800A63"/>
    <w:rsid w:val="00802C19"/>
    <w:rsid w:val="00803057"/>
    <w:rsid w:val="00805C4E"/>
    <w:rsid w:val="008062D6"/>
    <w:rsid w:val="00806466"/>
    <w:rsid w:val="00807CC1"/>
    <w:rsid w:val="00810290"/>
    <w:rsid w:val="008109C6"/>
    <w:rsid w:val="0081158F"/>
    <w:rsid w:val="00815EC5"/>
    <w:rsid w:val="008167CC"/>
    <w:rsid w:val="008169D6"/>
    <w:rsid w:val="008172B3"/>
    <w:rsid w:val="00825F4C"/>
    <w:rsid w:val="008267DB"/>
    <w:rsid w:val="0082684A"/>
    <w:rsid w:val="00826D51"/>
    <w:rsid w:val="00832987"/>
    <w:rsid w:val="0083306C"/>
    <w:rsid w:val="00833BE2"/>
    <w:rsid w:val="00833C23"/>
    <w:rsid w:val="0083438A"/>
    <w:rsid w:val="00837773"/>
    <w:rsid w:val="00840B50"/>
    <w:rsid w:val="00841DAE"/>
    <w:rsid w:val="008441E1"/>
    <w:rsid w:val="00846926"/>
    <w:rsid w:val="00846A8A"/>
    <w:rsid w:val="00851913"/>
    <w:rsid w:val="008532FD"/>
    <w:rsid w:val="0085718A"/>
    <w:rsid w:val="00857C6C"/>
    <w:rsid w:val="008604E8"/>
    <w:rsid w:val="00861E18"/>
    <w:rsid w:val="0086218A"/>
    <w:rsid w:val="0086271F"/>
    <w:rsid w:val="008628ED"/>
    <w:rsid w:val="00862CEF"/>
    <w:rsid w:val="00862F5D"/>
    <w:rsid w:val="00863865"/>
    <w:rsid w:val="00865025"/>
    <w:rsid w:val="00865965"/>
    <w:rsid w:val="008668EE"/>
    <w:rsid w:val="00867F38"/>
    <w:rsid w:val="00870591"/>
    <w:rsid w:val="00870F2D"/>
    <w:rsid w:val="00871F8A"/>
    <w:rsid w:val="008723E4"/>
    <w:rsid w:val="00874AD2"/>
    <w:rsid w:val="00874DBD"/>
    <w:rsid w:val="00874E27"/>
    <w:rsid w:val="008760AE"/>
    <w:rsid w:val="00876B25"/>
    <w:rsid w:val="00877025"/>
    <w:rsid w:val="0087745B"/>
    <w:rsid w:val="00877C89"/>
    <w:rsid w:val="00880B6D"/>
    <w:rsid w:val="008819AF"/>
    <w:rsid w:val="00882E6F"/>
    <w:rsid w:val="00883CCE"/>
    <w:rsid w:val="00885D06"/>
    <w:rsid w:val="00885EC2"/>
    <w:rsid w:val="00886761"/>
    <w:rsid w:val="00887EA3"/>
    <w:rsid w:val="00890111"/>
    <w:rsid w:val="00892095"/>
    <w:rsid w:val="00893CC2"/>
    <w:rsid w:val="00894378"/>
    <w:rsid w:val="00895A27"/>
    <w:rsid w:val="0089656B"/>
    <w:rsid w:val="00897A66"/>
    <w:rsid w:val="008A0CEA"/>
    <w:rsid w:val="008A4970"/>
    <w:rsid w:val="008A5007"/>
    <w:rsid w:val="008A66C5"/>
    <w:rsid w:val="008A6AD4"/>
    <w:rsid w:val="008B229A"/>
    <w:rsid w:val="008B42F2"/>
    <w:rsid w:val="008B44B0"/>
    <w:rsid w:val="008B4846"/>
    <w:rsid w:val="008B4EC3"/>
    <w:rsid w:val="008B647E"/>
    <w:rsid w:val="008B74E8"/>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F10FA"/>
    <w:rsid w:val="008F1572"/>
    <w:rsid w:val="008F2225"/>
    <w:rsid w:val="008F2BC4"/>
    <w:rsid w:val="008F3046"/>
    <w:rsid w:val="008F3530"/>
    <w:rsid w:val="008F4BC5"/>
    <w:rsid w:val="008F539F"/>
    <w:rsid w:val="008F6F72"/>
    <w:rsid w:val="009021F4"/>
    <w:rsid w:val="0090283F"/>
    <w:rsid w:val="009038F1"/>
    <w:rsid w:val="00903E92"/>
    <w:rsid w:val="00904B5D"/>
    <w:rsid w:val="0090523F"/>
    <w:rsid w:val="00906718"/>
    <w:rsid w:val="00906A48"/>
    <w:rsid w:val="00911A5F"/>
    <w:rsid w:val="00911EDA"/>
    <w:rsid w:val="00913480"/>
    <w:rsid w:val="00920DA7"/>
    <w:rsid w:val="00922310"/>
    <w:rsid w:val="00923BFF"/>
    <w:rsid w:val="00925E49"/>
    <w:rsid w:val="009265EE"/>
    <w:rsid w:val="0093012E"/>
    <w:rsid w:val="00933305"/>
    <w:rsid w:val="00933CAC"/>
    <w:rsid w:val="0093510A"/>
    <w:rsid w:val="00935C76"/>
    <w:rsid w:val="00936F2A"/>
    <w:rsid w:val="00937F5D"/>
    <w:rsid w:val="009453F3"/>
    <w:rsid w:val="00945D59"/>
    <w:rsid w:val="009463BC"/>
    <w:rsid w:val="0094696C"/>
    <w:rsid w:val="00946AAB"/>
    <w:rsid w:val="00947704"/>
    <w:rsid w:val="00951B63"/>
    <w:rsid w:val="00952D17"/>
    <w:rsid w:val="00954161"/>
    <w:rsid w:val="00954518"/>
    <w:rsid w:val="009561A0"/>
    <w:rsid w:val="0095739B"/>
    <w:rsid w:val="00960B4F"/>
    <w:rsid w:val="00960C60"/>
    <w:rsid w:val="00961532"/>
    <w:rsid w:val="00967515"/>
    <w:rsid w:val="00967D94"/>
    <w:rsid w:val="00967DA6"/>
    <w:rsid w:val="00971C94"/>
    <w:rsid w:val="00973E24"/>
    <w:rsid w:val="00974D1F"/>
    <w:rsid w:val="009763FB"/>
    <w:rsid w:val="00976957"/>
    <w:rsid w:val="00977892"/>
    <w:rsid w:val="0098021A"/>
    <w:rsid w:val="00980672"/>
    <w:rsid w:val="00980AC2"/>
    <w:rsid w:val="009816C3"/>
    <w:rsid w:val="00981CF1"/>
    <w:rsid w:val="009821F3"/>
    <w:rsid w:val="00982EFD"/>
    <w:rsid w:val="009851CC"/>
    <w:rsid w:val="00985776"/>
    <w:rsid w:val="00985EC2"/>
    <w:rsid w:val="00987E7A"/>
    <w:rsid w:val="0099532C"/>
    <w:rsid w:val="00995705"/>
    <w:rsid w:val="00996A9C"/>
    <w:rsid w:val="009A2775"/>
    <w:rsid w:val="009A3959"/>
    <w:rsid w:val="009A4A9A"/>
    <w:rsid w:val="009A50C7"/>
    <w:rsid w:val="009A5A5C"/>
    <w:rsid w:val="009A7206"/>
    <w:rsid w:val="009A763A"/>
    <w:rsid w:val="009B1A40"/>
    <w:rsid w:val="009B638D"/>
    <w:rsid w:val="009B6A65"/>
    <w:rsid w:val="009B7F0A"/>
    <w:rsid w:val="009C036D"/>
    <w:rsid w:val="009C2A30"/>
    <w:rsid w:val="009C4058"/>
    <w:rsid w:val="009C7A0A"/>
    <w:rsid w:val="009D1098"/>
    <w:rsid w:val="009D2605"/>
    <w:rsid w:val="009D29B7"/>
    <w:rsid w:val="009D3380"/>
    <w:rsid w:val="009D3521"/>
    <w:rsid w:val="009D38ED"/>
    <w:rsid w:val="009D43B7"/>
    <w:rsid w:val="009D51D3"/>
    <w:rsid w:val="009D7479"/>
    <w:rsid w:val="009E04F3"/>
    <w:rsid w:val="009E21B4"/>
    <w:rsid w:val="009E3C94"/>
    <w:rsid w:val="009E50E4"/>
    <w:rsid w:val="009E73C0"/>
    <w:rsid w:val="009E78B5"/>
    <w:rsid w:val="009E7CF5"/>
    <w:rsid w:val="009E7D85"/>
    <w:rsid w:val="009F2CDE"/>
    <w:rsid w:val="009F32BC"/>
    <w:rsid w:val="009F5C58"/>
    <w:rsid w:val="00A035DC"/>
    <w:rsid w:val="00A046A1"/>
    <w:rsid w:val="00A0718A"/>
    <w:rsid w:val="00A10488"/>
    <w:rsid w:val="00A11E8E"/>
    <w:rsid w:val="00A133CD"/>
    <w:rsid w:val="00A16815"/>
    <w:rsid w:val="00A20578"/>
    <w:rsid w:val="00A22A98"/>
    <w:rsid w:val="00A2506B"/>
    <w:rsid w:val="00A26151"/>
    <w:rsid w:val="00A32012"/>
    <w:rsid w:val="00A36E48"/>
    <w:rsid w:val="00A41842"/>
    <w:rsid w:val="00A42988"/>
    <w:rsid w:val="00A44605"/>
    <w:rsid w:val="00A4503A"/>
    <w:rsid w:val="00A56D69"/>
    <w:rsid w:val="00A60EE7"/>
    <w:rsid w:val="00A61194"/>
    <w:rsid w:val="00A63C2F"/>
    <w:rsid w:val="00A63F68"/>
    <w:rsid w:val="00A656C0"/>
    <w:rsid w:val="00A657C4"/>
    <w:rsid w:val="00A668A8"/>
    <w:rsid w:val="00A71392"/>
    <w:rsid w:val="00A7168F"/>
    <w:rsid w:val="00A718BF"/>
    <w:rsid w:val="00A71A19"/>
    <w:rsid w:val="00A7224F"/>
    <w:rsid w:val="00A72601"/>
    <w:rsid w:val="00A753A5"/>
    <w:rsid w:val="00A77CBD"/>
    <w:rsid w:val="00A844A3"/>
    <w:rsid w:val="00A86713"/>
    <w:rsid w:val="00A8733D"/>
    <w:rsid w:val="00A87435"/>
    <w:rsid w:val="00A87C05"/>
    <w:rsid w:val="00A9158A"/>
    <w:rsid w:val="00A92A71"/>
    <w:rsid w:val="00A92B48"/>
    <w:rsid w:val="00A93B34"/>
    <w:rsid w:val="00A95CBA"/>
    <w:rsid w:val="00A967B7"/>
    <w:rsid w:val="00A979AE"/>
    <w:rsid w:val="00A97A5F"/>
    <w:rsid w:val="00AA0AF6"/>
    <w:rsid w:val="00AA12F1"/>
    <w:rsid w:val="00AA14AA"/>
    <w:rsid w:val="00AA47C8"/>
    <w:rsid w:val="00AA5683"/>
    <w:rsid w:val="00AA6EAC"/>
    <w:rsid w:val="00AA6EDB"/>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5E9B"/>
    <w:rsid w:val="00AC63F2"/>
    <w:rsid w:val="00AD1106"/>
    <w:rsid w:val="00AD21AA"/>
    <w:rsid w:val="00AD3137"/>
    <w:rsid w:val="00AD37EB"/>
    <w:rsid w:val="00AD40C4"/>
    <w:rsid w:val="00AD7AC2"/>
    <w:rsid w:val="00AD7EF1"/>
    <w:rsid w:val="00AE0432"/>
    <w:rsid w:val="00AE0908"/>
    <w:rsid w:val="00AE18F8"/>
    <w:rsid w:val="00AE1C3F"/>
    <w:rsid w:val="00AE2360"/>
    <w:rsid w:val="00AE2AF1"/>
    <w:rsid w:val="00AE2E04"/>
    <w:rsid w:val="00AE2E24"/>
    <w:rsid w:val="00AE30C3"/>
    <w:rsid w:val="00AE59B4"/>
    <w:rsid w:val="00AE6BD1"/>
    <w:rsid w:val="00AE7A43"/>
    <w:rsid w:val="00AF0864"/>
    <w:rsid w:val="00AF0AC9"/>
    <w:rsid w:val="00AF0BD1"/>
    <w:rsid w:val="00AF1C15"/>
    <w:rsid w:val="00AF3D4A"/>
    <w:rsid w:val="00AF4280"/>
    <w:rsid w:val="00AF6391"/>
    <w:rsid w:val="00AF7CA5"/>
    <w:rsid w:val="00B002FB"/>
    <w:rsid w:val="00B00589"/>
    <w:rsid w:val="00B06C07"/>
    <w:rsid w:val="00B071B3"/>
    <w:rsid w:val="00B07BFF"/>
    <w:rsid w:val="00B11271"/>
    <w:rsid w:val="00B1307A"/>
    <w:rsid w:val="00B16FD5"/>
    <w:rsid w:val="00B20006"/>
    <w:rsid w:val="00B20424"/>
    <w:rsid w:val="00B20FC3"/>
    <w:rsid w:val="00B21D59"/>
    <w:rsid w:val="00B2250D"/>
    <w:rsid w:val="00B23707"/>
    <w:rsid w:val="00B23C98"/>
    <w:rsid w:val="00B24517"/>
    <w:rsid w:val="00B249B3"/>
    <w:rsid w:val="00B31227"/>
    <w:rsid w:val="00B33F80"/>
    <w:rsid w:val="00B34F95"/>
    <w:rsid w:val="00B36B5C"/>
    <w:rsid w:val="00B40237"/>
    <w:rsid w:val="00B42C5C"/>
    <w:rsid w:val="00B42D1E"/>
    <w:rsid w:val="00B43AB5"/>
    <w:rsid w:val="00B472F8"/>
    <w:rsid w:val="00B505AB"/>
    <w:rsid w:val="00B525CB"/>
    <w:rsid w:val="00B52647"/>
    <w:rsid w:val="00B55579"/>
    <w:rsid w:val="00B56085"/>
    <w:rsid w:val="00B57371"/>
    <w:rsid w:val="00B573D7"/>
    <w:rsid w:val="00B604C8"/>
    <w:rsid w:val="00B6052F"/>
    <w:rsid w:val="00B60D0A"/>
    <w:rsid w:val="00B60F4D"/>
    <w:rsid w:val="00B6168A"/>
    <w:rsid w:val="00B62CDA"/>
    <w:rsid w:val="00B6307D"/>
    <w:rsid w:val="00B66941"/>
    <w:rsid w:val="00B66B6A"/>
    <w:rsid w:val="00B6709C"/>
    <w:rsid w:val="00B67331"/>
    <w:rsid w:val="00B70914"/>
    <w:rsid w:val="00B70EAB"/>
    <w:rsid w:val="00B74251"/>
    <w:rsid w:val="00B75C0B"/>
    <w:rsid w:val="00B82A36"/>
    <w:rsid w:val="00B85FEB"/>
    <w:rsid w:val="00B90B51"/>
    <w:rsid w:val="00B92473"/>
    <w:rsid w:val="00B96148"/>
    <w:rsid w:val="00B96660"/>
    <w:rsid w:val="00B9686C"/>
    <w:rsid w:val="00B96FE4"/>
    <w:rsid w:val="00B97AB7"/>
    <w:rsid w:val="00B97AF3"/>
    <w:rsid w:val="00BA0296"/>
    <w:rsid w:val="00BA2C93"/>
    <w:rsid w:val="00BA4114"/>
    <w:rsid w:val="00BA6D6E"/>
    <w:rsid w:val="00BB0643"/>
    <w:rsid w:val="00BB1FE5"/>
    <w:rsid w:val="00BB29EF"/>
    <w:rsid w:val="00BB2ED1"/>
    <w:rsid w:val="00BB52C9"/>
    <w:rsid w:val="00BB6F95"/>
    <w:rsid w:val="00BB7669"/>
    <w:rsid w:val="00BC00AE"/>
    <w:rsid w:val="00BC01AD"/>
    <w:rsid w:val="00BC0BAA"/>
    <w:rsid w:val="00BC3868"/>
    <w:rsid w:val="00BC5ABA"/>
    <w:rsid w:val="00BC6A14"/>
    <w:rsid w:val="00BD2364"/>
    <w:rsid w:val="00BD31A2"/>
    <w:rsid w:val="00BD43C3"/>
    <w:rsid w:val="00BD5C5A"/>
    <w:rsid w:val="00BD5C7B"/>
    <w:rsid w:val="00BD6B4F"/>
    <w:rsid w:val="00BD7F1A"/>
    <w:rsid w:val="00BE00F3"/>
    <w:rsid w:val="00BE1AB9"/>
    <w:rsid w:val="00BE2D7C"/>
    <w:rsid w:val="00BE3519"/>
    <w:rsid w:val="00BE4BAB"/>
    <w:rsid w:val="00BE52A9"/>
    <w:rsid w:val="00BF0487"/>
    <w:rsid w:val="00BF24F3"/>
    <w:rsid w:val="00BF4116"/>
    <w:rsid w:val="00BF5F46"/>
    <w:rsid w:val="00BF5F89"/>
    <w:rsid w:val="00C002FB"/>
    <w:rsid w:val="00C007A0"/>
    <w:rsid w:val="00C01220"/>
    <w:rsid w:val="00C03F49"/>
    <w:rsid w:val="00C04BF3"/>
    <w:rsid w:val="00C060FA"/>
    <w:rsid w:val="00C07195"/>
    <w:rsid w:val="00C076E7"/>
    <w:rsid w:val="00C10791"/>
    <w:rsid w:val="00C1086E"/>
    <w:rsid w:val="00C1178C"/>
    <w:rsid w:val="00C131F0"/>
    <w:rsid w:val="00C13AB9"/>
    <w:rsid w:val="00C141C5"/>
    <w:rsid w:val="00C14D8D"/>
    <w:rsid w:val="00C1648D"/>
    <w:rsid w:val="00C17693"/>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45866"/>
    <w:rsid w:val="00C464F7"/>
    <w:rsid w:val="00C46B80"/>
    <w:rsid w:val="00C50460"/>
    <w:rsid w:val="00C506DC"/>
    <w:rsid w:val="00C5232D"/>
    <w:rsid w:val="00C5287D"/>
    <w:rsid w:val="00C53BD3"/>
    <w:rsid w:val="00C5406C"/>
    <w:rsid w:val="00C5424E"/>
    <w:rsid w:val="00C562A7"/>
    <w:rsid w:val="00C574CF"/>
    <w:rsid w:val="00C57713"/>
    <w:rsid w:val="00C6040D"/>
    <w:rsid w:val="00C61340"/>
    <w:rsid w:val="00C61445"/>
    <w:rsid w:val="00C6159D"/>
    <w:rsid w:val="00C62DB4"/>
    <w:rsid w:val="00C62EDB"/>
    <w:rsid w:val="00C634B4"/>
    <w:rsid w:val="00C64169"/>
    <w:rsid w:val="00C654B1"/>
    <w:rsid w:val="00C656A4"/>
    <w:rsid w:val="00C667BC"/>
    <w:rsid w:val="00C70656"/>
    <w:rsid w:val="00C70B76"/>
    <w:rsid w:val="00C71173"/>
    <w:rsid w:val="00C7184A"/>
    <w:rsid w:val="00C74590"/>
    <w:rsid w:val="00C7474B"/>
    <w:rsid w:val="00C74A61"/>
    <w:rsid w:val="00C74E4F"/>
    <w:rsid w:val="00C756E0"/>
    <w:rsid w:val="00C767E4"/>
    <w:rsid w:val="00C77FD1"/>
    <w:rsid w:val="00C81EFA"/>
    <w:rsid w:val="00C827A9"/>
    <w:rsid w:val="00C836A6"/>
    <w:rsid w:val="00C839A9"/>
    <w:rsid w:val="00C839E3"/>
    <w:rsid w:val="00C84E53"/>
    <w:rsid w:val="00C8584B"/>
    <w:rsid w:val="00C85CD6"/>
    <w:rsid w:val="00C9081E"/>
    <w:rsid w:val="00C90BA5"/>
    <w:rsid w:val="00C90F9A"/>
    <w:rsid w:val="00C94FAB"/>
    <w:rsid w:val="00C9575C"/>
    <w:rsid w:val="00C96512"/>
    <w:rsid w:val="00C9698A"/>
    <w:rsid w:val="00CA116D"/>
    <w:rsid w:val="00CA6A48"/>
    <w:rsid w:val="00CA74BE"/>
    <w:rsid w:val="00CA7FE1"/>
    <w:rsid w:val="00CB04D0"/>
    <w:rsid w:val="00CB2FA9"/>
    <w:rsid w:val="00CB5D3E"/>
    <w:rsid w:val="00CB7C16"/>
    <w:rsid w:val="00CC03B4"/>
    <w:rsid w:val="00CC0696"/>
    <w:rsid w:val="00CC19A5"/>
    <w:rsid w:val="00CC2692"/>
    <w:rsid w:val="00CC29DE"/>
    <w:rsid w:val="00CC3EBF"/>
    <w:rsid w:val="00CC46ED"/>
    <w:rsid w:val="00CC5856"/>
    <w:rsid w:val="00CD004F"/>
    <w:rsid w:val="00CD0EC9"/>
    <w:rsid w:val="00CD191B"/>
    <w:rsid w:val="00CD79B5"/>
    <w:rsid w:val="00CE1490"/>
    <w:rsid w:val="00CE3FB9"/>
    <w:rsid w:val="00CE6EDB"/>
    <w:rsid w:val="00CE7C8C"/>
    <w:rsid w:val="00CF4070"/>
    <w:rsid w:val="00CF4C26"/>
    <w:rsid w:val="00CF52E0"/>
    <w:rsid w:val="00CF69F8"/>
    <w:rsid w:val="00D018FC"/>
    <w:rsid w:val="00D02454"/>
    <w:rsid w:val="00D02842"/>
    <w:rsid w:val="00D0391C"/>
    <w:rsid w:val="00D05EA0"/>
    <w:rsid w:val="00D0683F"/>
    <w:rsid w:val="00D07918"/>
    <w:rsid w:val="00D11C6F"/>
    <w:rsid w:val="00D127C3"/>
    <w:rsid w:val="00D14117"/>
    <w:rsid w:val="00D14412"/>
    <w:rsid w:val="00D146D1"/>
    <w:rsid w:val="00D1571E"/>
    <w:rsid w:val="00D16C68"/>
    <w:rsid w:val="00D17075"/>
    <w:rsid w:val="00D17964"/>
    <w:rsid w:val="00D213D7"/>
    <w:rsid w:val="00D2289C"/>
    <w:rsid w:val="00D25704"/>
    <w:rsid w:val="00D26009"/>
    <w:rsid w:val="00D26480"/>
    <w:rsid w:val="00D300EB"/>
    <w:rsid w:val="00D301C8"/>
    <w:rsid w:val="00D30B8E"/>
    <w:rsid w:val="00D31BE8"/>
    <w:rsid w:val="00D322FF"/>
    <w:rsid w:val="00D32460"/>
    <w:rsid w:val="00D33D5F"/>
    <w:rsid w:val="00D355F8"/>
    <w:rsid w:val="00D36A9E"/>
    <w:rsid w:val="00D37DED"/>
    <w:rsid w:val="00D40E66"/>
    <w:rsid w:val="00D423B9"/>
    <w:rsid w:val="00D42779"/>
    <w:rsid w:val="00D42BD2"/>
    <w:rsid w:val="00D43194"/>
    <w:rsid w:val="00D44F0C"/>
    <w:rsid w:val="00D462F2"/>
    <w:rsid w:val="00D46847"/>
    <w:rsid w:val="00D47D5A"/>
    <w:rsid w:val="00D47E7A"/>
    <w:rsid w:val="00D47EA8"/>
    <w:rsid w:val="00D47F88"/>
    <w:rsid w:val="00D50004"/>
    <w:rsid w:val="00D50B70"/>
    <w:rsid w:val="00D50C46"/>
    <w:rsid w:val="00D53C40"/>
    <w:rsid w:val="00D5430A"/>
    <w:rsid w:val="00D550D1"/>
    <w:rsid w:val="00D55748"/>
    <w:rsid w:val="00D55BF0"/>
    <w:rsid w:val="00D56358"/>
    <w:rsid w:val="00D56BCE"/>
    <w:rsid w:val="00D57ED8"/>
    <w:rsid w:val="00D60AFC"/>
    <w:rsid w:val="00D61E25"/>
    <w:rsid w:val="00D628A0"/>
    <w:rsid w:val="00D62ABB"/>
    <w:rsid w:val="00D64950"/>
    <w:rsid w:val="00D66B34"/>
    <w:rsid w:val="00D67970"/>
    <w:rsid w:val="00D70518"/>
    <w:rsid w:val="00D71CD8"/>
    <w:rsid w:val="00D735CF"/>
    <w:rsid w:val="00D746D1"/>
    <w:rsid w:val="00D7560D"/>
    <w:rsid w:val="00D8095E"/>
    <w:rsid w:val="00D81232"/>
    <w:rsid w:val="00D8137C"/>
    <w:rsid w:val="00D81A2C"/>
    <w:rsid w:val="00D82B87"/>
    <w:rsid w:val="00D847DA"/>
    <w:rsid w:val="00D84A45"/>
    <w:rsid w:val="00D86A12"/>
    <w:rsid w:val="00D87780"/>
    <w:rsid w:val="00D93C7C"/>
    <w:rsid w:val="00D94478"/>
    <w:rsid w:val="00D94891"/>
    <w:rsid w:val="00D948E6"/>
    <w:rsid w:val="00D94AA7"/>
    <w:rsid w:val="00D97804"/>
    <w:rsid w:val="00DA12EE"/>
    <w:rsid w:val="00DA20D5"/>
    <w:rsid w:val="00DA30DF"/>
    <w:rsid w:val="00DA312F"/>
    <w:rsid w:val="00DA3646"/>
    <w:rsid w:val="00DA38CF"/>
    <w:rsid w:val="00DA5E7A"/>
    <w:rsid w:val="00DA6854"/>
    <w:rsid w:val="00DB171E"/>
    <w:rsid w:val="00DB501F"/>
    <w:rsid w:val="00DB6F50"/>
    <w:rsid w:val="00DC24C8"/>
    <w:rsid w:val="00DC2595"/>
    <w:rsid w:val="00DC32B1"/>
    <w:rsid w:val="00DC32BD"/>
    <w:rsid w:val="00DC4575"/>
    <w:rsid w:val="00DC5576"/>
    <w:rsid w:val="00DC77FA"/>
    <w:rsid w:val="00DD061B"/>
    <w:rsid w:val="00DD1775"/>
    <w:rsid w:val="00DD2358"/>
    <w:rsid w:val="00DD25E0"/>
    <w:rsid w:val="00DD3138"/>
    <w:rsid w:val="00DD31F3"/>
    <w:rsid w:val="00DD328A"/>
    <w:rsid w:val="00DD4599"/>
    <w:rsid w:val="00DD7994"/>
    <w:rsid w:val="00DE3BBA"/>
    <w:rsid w:val="00DE3D70"/>
    <w:rsid w:val="00DE6438"/>
    <w:rsid w:val="00DE6D97"/>
    <w:rsid w:val="00DF0A2C"/>
    <w:rsid w:val="00DF0E0B"/>
    <w:rsid w:val="00DF1B45"/>
    <w:rsid w:val="00DF2AC8"/>
    <w:rsid w:val="00DF361E"/>
    <w:rsid w:val="00DF43AD"/>
    <w:rsid w:val="00DF4728"/>
    <w:rsid w:val="00DF5130"/>
    <w:rsid w:val="00DF5392"/>
    <w:rsid w:val="00E00D4B"/>
    <w:rsid w:val="00E026ED"/>
    <w:rsid w:val="00E02914"/>
    <w:rsid w:val="00E04755"/>
    <w:rsid w:val="00E05528"/>
    <w:rsid w:val="00E061E6"/>
    <w:rsid w:val="00E1195C"/>
    <w:rsid w:val="00E11BF4"/>
    <w:rsid w:val="00E16B54"/>
    <w:rsid w:val="00E17A47"/>
    <w:rsid w:val="00E215FF"/>
    <w:rsid w:val="00E2184A"/>
    <w:rsid w:val="00E2292C"/>
    <w:rsid w:val="00E22D53"/>
    <w:rsid w:val="00E24A98"/>
    <w:rsid w:val="00E24BF4"/>
    <w:rsid w:val="00E26A07"/>
    <w:rsid w:val="00E30206"/>
    <w:rsid w:val="00E326F8"/>
    <w:rsid w:val="00E338E1"/>
    <w:rsid w:val="00E35022"/>
    <w:rsid w:val="00E36C51"/>
    <w:rsid w:val="00E36E13"/>
    <w:rsid w:val="00E4111E"/>
    <w:rsid w:val="00E42348"/>
    <w:rsid w:val="00E441BA"/>
    <w:rsid w:val="00E44F18"/>
    <w:rsid w:val="00E4612E"/>
    <w:rsid w:val="00E463C1"/>
    <w:rsid w:val="00E478B9"/>
    <w:rsid w:val="00E5077F"/>
    <w:rsid w:val="00E50B06"/>
    <w:rsid w:val="00E5310C"/>
    <w:rsid w:val="00E559DD"/>
    <w:rsid w:val="00E566C9"/>
    <w:rsid w:val="00E56810"/>
    <w:rsid w:val="00E57EE3"/>
    <w:rsid w:val="00E61312"/>
    <w:rsid w:val="00E61D0A"/>
    <w:rsid w:val="00E62359"/>
    <w:rsid w:val="00E63370"/>
    <w:rsid w:val="00E652E5"/>
    <w:rsid w:val="00E667D1"/>
    <w:rsid w:val="00E7473A"/>
    <w:rsid w:val="00E74A94"/>
    <w:rsid w:val="00E753FB"/>
    <w:rsid w:val="00E75756"/>
    <w:rsid w:val="00E763C1"/>
    <w:rsid w:val="00E80A64"/>
    <w:rsid w:val="00E83451"/>
    <w:rsid w:val="00E83612"/>
    <w:rsid w:val="00E83933"/>
    <w:rsid w:val="00E86D2C"/>
    <w:rsid w:val="00E87FA3"/>
    <w:rsid w:val="00E901D3"/>
    <w:rsid w:val="00E92166"/>
    <w:rsid w:val="00E923CD"/>
    <w:rsid w:val="00E94832"/>
    <w:rsid w:val="00E949B1"/>
    <w:rsid w:val="00E961CE"/>
    <w:rsid w:val="00EA1419"/>
    <w:rsid w:val="00EA28FF"/>
    <w:rsid w:val="00EA4147"/>
    <w:rsid w:val="00EA429B"/>
    <w:rsid w:val="00EA5758"/>
    <w:rsid w:val="00EB0AD0"/>
    <w:rsid w:val="00EB292A"/>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0D0F"/>
    <w:rsid w:val="00ED3A6B"/>
    <w:rsid w:val="00ED53B7"/>
    <w:rsid w:val="00ED7FE8"/>
    <w:rsid w:val="00EE0917"/>
    <w:rsid w:val="00EE124F"/>
    <w:rsid w:val="00EE19BC"/>
    <w:rsid w:val="00EE1AAA"/>
    <w:rsid w:val="00EE301C"/>
    <w:rsid w:val="00EE36CD"/>
    <w:rsid w:val="00EE5446"/>
    <w:rsid w:val="00EE5B7D"/>
    <w:rsid w:val="00EE5C33"/>
    <w:rsid w:val="00EE7ED3"/>
    <w:rsid w:val="00EF044C"/>
    <w:rsid w:val="00EF1782"/>
    <w:rsid w:val="00EF2182"/>
    <w:rsid w:val="00EF419C"/>
    <w:rsid w:val="00EF6C02"/>
    <w:rsid w:val="00F014EE"/>
    <w:rsid w:val="00F01521"/>
    <w:rsid w:val="00F016C4"/>
    <w:rsid w:val="00F05B15"/>
    <w:rsid w:val="00F07271"/>
    <w:rsid w:val="00F07342"/>
    <w:rsid w:val="00F12889"/>
    <w:rsid w:val="00F14954"/>
    <w:rsid w:val="00F175FD"/>
    <w:rsid w:val="00F178AE"/>
    <w:rsid w:val="00F207D1"/>
    <w:rsid w:val="00F20951"/>
    <w:rsid w:val="00F21365"/>
    <w:rsid w:val="00F21C54"/>
    <w:rsid w:val="00F24B97"/>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F28"/>
    <w:rsid w:val="00F44569"/>
    <w:rsid w:val="00F50160"/>
    <w:rsid w:val="00F516C5"/>
    <w:rsid w:val="00F524AA"/>
    <w:rsid w:val="00F52908"/>
    <w:rsid w:val="00F54041"/>
    <w:rsid w:val="00F54049"/>
    <w:rsid w:val="00F554DE"/>
    <w:rsid w:val="00F55D17"/>
    <w:rsid w:val="00F55F02"/>
    <w:rsid w:val="00F56144"/>
    <w:rsid w:val="00F57256"/>
    <w:rsid w:val="00F6035E"/>
    <w:rsid w:val="00F62D6F"/>
    <w:rsid w:val="00F64E06"/>
    <w:rsid w:val="00F657DA"/>
    <w:rsid w:val="00F66556"/>
    <w:rsid w:val="00F66DE4"/>
    <w:rsid w:val="00F67275"/>
    <w:rsid w:val="00F677AC"/>
    <w:rsid w:val="00F677FB"/>
    <w:rsid w:val="00F67820"/>
    <w:rsid w:val="00F70DD2"/>
    <w:rsid w:val="00F71645"/>
    <w:rsid w:val="00F7228E"/>
    <w:rsid w:val="00F72E52"/>
    <w:rsid w:val="00F74C1B"/>
    <w:rsid w:val="00F803F2"/>
    <w:rsid w:val="00F814AD"/>
    <w:rsid w:val="00F81637"/>
    <w:rsid w:val="00F819A8"/>
    <w:rsid w:val="00F8681C"/>
    <w:rsid w:val="00F87CCB"/>
    <w:rsid w:val="00F909DA"/>
    <w:rsid w:val="00F919A0"/>
    <w:rsid w:val="00F92268"/>
    <w:rsid w:val="00F9305C"/>
    <w:rsid w:val="00F944B5"/>
    <w:rsid w:val="00F9451F"/>
    <w:rsid w:val="00F9480F"/>
    <w:rsid w:val="00F95E24"/>
    <w:rsid w:val="00FA053B"/>
    <w:rsid w:val="00FA0837"/>
    <w:rsid w:val="00FA0FA3"/>
    <w:rsid w:val="00FA1DFF"/>
    <w:rsid w:val="00FA24C6"/>
    <w:rsid w:val="00FA4B3F"/>
    <w:rsid w:val="00FA6422"/>
    <w:rsid w:val="00FA69E4"/>
    <w:rsid w:val="00FA7A28"/>
    <w:rsid w:val="00FB02A7"/>
    <w:rsid w:val="00FB0D92"/>
    <w:rsid w:val="00FB271C"/>
    <w:rsid w:val="00FB3A5E"/>
    <w:rsid w:val="00FB3D4C"/>
    <w:rsid w:val="00FC343A"/>
    <w:rsid w:val="00FC3E88"/>
    <w:rsid w:val="00FC582E"/>
    <w:rsid w:val="00FC729A"/>
    <w:rsid w:val="00FC746D"/>
    <w:rsid w:val="00FC7D16"/>
    <w:rsid w:val="00FD0D18"/>
    <w:rsid w:val="00FD5886"/>
    <w:rsid w:val="00FE03FD"/>
    <w:rsid w:val="00FE0A66"/>
    <w:rsid w:val="00FE0E83"/>
    <w:rsid w:val="00FE1C6E"/>
    <w:rsid w:val="00FE2733"/>
    <w:rsid w:val="00FE3E20"/>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49C"/>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449D13DB-747F-4959-9FDA-15721838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cbag.ch/downloads/downloads.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cbag.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cbag.ch/downloads/downloads/forms.php"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2.xml><?xml version="1.0" encoding="utf-8"?>
<ds:datastoreItem xmlns:ds="http://schemas.openxmlformats.org/officeDocument/2006/customXml" ds:itemID="{F9243CFE-3DF0-4ED3-BD2C-88DE01464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4.xml><?xml version="1.0" encoding="utf-8"?>
<ds:datastoreItem xmlns:ds="http://schemas.openxmlformats.org/officeDocument/2006/customXml" ds:itemID="{E746497E-8A67-4247-9D43-882402FBABA8}">
  <ds:schemaRefs>
    <ds:schemaRef ds:uri="http://schemas.microsoft.com/office/2006/metadata/properties"/>
    <ds:schemaRef ds:uri="769612c4-c021-4b5c-a664-ed7cb5476d04"/>
    <ds:schemaRef ds:uri="http://schemas.microsoft.com/office/2006/documentManagement/types"/>
    <ds:schemaRef ds:uri="http://www.w3.org/XML/1998/namespace"/>
    <ds:schemaRef ds:uri="http://purl.org/dc/dcmitype/"/>
    <ds:schemaRef ds:uri="http://schemas.microsoft.com/office/infopath/2007/PartnerControls"/>
    <ds:schemaRef ds:uri="http://purl.org/dc/terms/"/>
    <ds:schemaRef ds:uri="http://schemas.openxmlformats.org/package/2006/metadata/core-properties"/>
    <ds:schemaRef ds:uri="26d81215-cfa5-4b41-94b0-2827e70eb11a"/>
    <ds:schemaRef ds:uri="http://purl.org/dc/elements/1.1/"/>
  </ds:schemaRefs>
</ds:datastoreItem>
</file>

<file path=customXml/itemProps5.xml><?xml version="1.0" encoding="utf-8"?>
<ds:datastoreItem xmlns:ds="http://schemas.openxmlformats.org/officeDocument/2006/customXml" ds:itemID="{406E3872-3783-4E79-9B2C-BA6389BDD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4395</CharactersWithSpaces>
  <SharedDoc>false</SharedDoc>
  <HLinks>
    <vt:vector size="438" baseType="variant">
      <vt:variant>
        <vt:i4>6946882</vt:i4>
      </vt:variant>
      <vt:variant>
        <vt:i4>5484</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5313</vt:i4>
      </vt:variant>
      <vt:variant>
        <vt:i4>0</vt:i4>
      </vt:variant>
      <vt:variant>
        <vt:i4>5</vt:i4>
      </vt:variant>
      <vt:variant>
        <vt:lpwstr>https://www.icbag.ch/resources/Merkblaetter/ENG/ENG_ExportationtoSwitzerland_2020.pdf</vt:lpwstr>
      </vt:variant>
      <vt:variant>
        <vt:lpwstr/>
      </vt:variant>
      <vt:variant>
        <vt:i4>5308418</vt:i4>
      </vt:variant>
      <vt:variant>
        <vt:i4>5310</vt:i4>
      </vt:variant>
      <vt:variant>
        <vt:i4>0</vt:i4>
      </vt:variant>
      <vt:variant>
        <vt:i4>5</vt:i4>
      </vt:variant>
      <vt:variant>
        <vt:lpwstr>https://www.icbag.ch/downloads/downloads/guidelinesinstructions.html</vt:lpwstr>
      </vt:variant>
      <vt:variant>
        <vt:lpwstr/>
      </vt:variant>
      <vt:variant>
        <vt:i4>6684765</vt:i4>
      </vt:variant>
      <vt:variant>
        <vt:i4>5307</vt:i4>
      </vt:variant>
      <vt:variant>
        <vt:i4>0</vt:i4>
      </vt:variant>
      <vt:variant>
        <vt:i4>5</vt:i4>
      </vt:variant>
      <vt:variant>
        <vt:lpwstr>https://www.icbag.ch/resources/Merkblaetter/ENG/ENG_DocumentsfortheBioSuissecertification2020.pdf</vt:lpwstr>
      </vt:variant>
      <vt:variant>
        <vt:lpwstr/>
      </vt:variant>
      <vt:variant>
        <vt:i4>262192</vt:i4>
      </vt:variant>
      <vt:variant>
        <vt:i4>5256</vt:i4>
      </vt:variant>
      <vt:variant>
        <vt:i4>0</vt:i4>
      </vt:variant>
      <vt:variant>
        <vt:i4>5</vt:i4>
      </vt:variant>
      <vt:variant>
        <vt:lpwstr/>
      </vt:variant>
      <vt:variant>
        <vt:lpwstr>_top</vt:lpwstr>
      </vt:variant>
      <vt:variant>
        <vt:i4>262192</vt:i4>
      </vt:variant>
      <vt:variant>
        <vt:i4>5253</vt:i4>
      </vt:variant>
      <vt:variant>
        <vt:i4>0</vt:i4>
      </vt:variant>
      <vt:variant>
        <vt:i4>5</vt:i4>
      </vt:variant>
      <vt:variant>
        <vt:lpwstr/>
      </vt:variant>
      <vt:variant>
        <vt:lpwstr>_top</vt:lpwstr>
      </vt:variant>
      <vt:variant>
        <vt:i4>5636114</vt:i4>
      </vt:variant>
      <vt:variant>
        <vt:i4>5241</vt:i4>
      </vt:variant>
      <vt:variant>
        <vt:i4>0</vt:i4>
      </vt:variant>
      <vt:variant>
        <vt:i4>5</vt:i4>
      </vt:variant>
      <vt:variant>
        <vt:lpwstr>http://eur-lex.europa.eu/LexUriServ/LexUriServ.do?uri=OJ:L:2010:084:0019:0022:EN:PDF</vt:lpwstr>
      </vt:variant>
      <vt:variant>
        <vt:lpwstr/>
      </vt:variant>
      <vt:variant>
        <vt:i4>3342427</vt:i4>
      </vt:variant>
      <vt:variant>
        <vt:i4>5238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5235</vt:i4>
      </vt:variant>
      <vt:variant>
        <vt:i4>0</vt:i4>
      </vt:variant>
      <vt:variant>
        <vt:i4>5</vt:i4>
      </vt:variant>
      <vt:variant>
        <vt:lpwstr>https://ec.europa.eu/agriculture/organic/downloads/logo_en</vt:lpwstr>
      </vt:variant>
      <vt:variant>
        <vt:lpwstr/>
      </vt:variant>
      <vt:variant>
        <vt:i4>1245269</vt:i4>
      </vt:variant>
      <vt:variant>
        <vt:i4>5232</vt:i4>
      </vt:variant>
      <vt:variant>
        <vt:i4>0</vt:i4>
      </vt:variant>
      <vt:variant>
        <vt:i4>5</vt:i4>
      </vt:variant>
      <vt:variant>
        <vt:lpwstr>https://www.iso.org/obp/ui/</vt:lpwstr>
      </vt:variant>
      <vt:variant>
        <vt:lpwstr>search</vt:lpwstr>
      </vt:variant>
      <vt:variant>
        <vt:i4>4128856</vt:i4>
      </vt:variant>
      <vt:variant>
        <vt:i4>5094</vt:i4>
      </vt:variant>
      <vt:variant>
        <vt:i4>0</vt:i4>
      </vt:variant>
      <vt:variant>
        <vt:i4>5</vt:i4>
      </vt:variant>
      <vt:variant>
        <vt:lpwstr>http://www.enviagro.go.kr/portal/content/html/import/pdf/Import_Certificate(USA).pdf</vt:lpwstr>
      </vt:variant>
      <vt:variant>
        <vt:lpwstr/>
      </vt:variant>
      <vt:variant>
        <vt:i4>524310</vt:i4>
      </vt:variant>
      <vt:variant>
        <vt:i4>4995</vt:i4>
      </vt:variant>
      <vt:variant>
        <vt:i4>0</vt:i4>
      </vt:variant>
      <vt:variant>
        <vt:i4>5</vt:i4>
      </vt:variant>
      <vt:variant>
        <vt:lpwstr>https://www.ams.usda.gov/sites/default/files/media/NOP Exporting Organic to Korea.pdf</vt:lpwstr>
      </vt:variant>
      <vt:variant>
        <vt:lpwstr/>
      </vt:variant>
      <vt:variant>
        <vt:i4>6881320</vt:i4>
      </vt:variant>
      <vt:variant>
        <vt:i4>4968</vt:i4>
      </vt:variant>
      <vt:variant>
        <vt:i4>0</vt:i4>
      </vt:variant>
      <vt:variant>
        <vt:i4>5</vt:i4>
      </vt:variant>
      <vt:variant>
        <vt:lpwstr>http://bit.ly/FOAG-organic-farming</vt:lpwstr>
      </vt:variant>
      <vt:variant>
        <vt:lpwstr/>
      </vt:variant>
      <vt:variant>
        <vt:i4>2424869</vt:i4>
      </vt:variant>
      <vt:variant>
        <vt:i4>4887</vt:i4>
      </vt:variant>
      <vt:variant>
        <vt:i4>0</vt:i4>
      </vt:variant>
      <vt:variant>
        <vt:i4>5</vt:i4>
      </vt:variant>
      <vt:variant>
        <vt:lpwstr>https://www.ams.usda.gov/sites/default/files/media/exporting organic products to switz.pdf</vt:lpwstr>
      </vt:variant>
      <vt:variant>
        <vt:lpwstr/>
      </vt:variant>
      <vt:variant>
        <vt:i4>4063290</vt:i4>
      </vt:variant>
      <vt:variant>
        <vt:i4>4875</vt:i4>
      </vt:variant>
      <vt:variant>
        <vt:i4>0</vt:i4>
      </vt:variant>
      <vt:variant>
        <vt:i4>5</vt:i4>
      </vt:variant>
      <vt:variant>
        <vt:lpwstr>https://app.box.com/s/21ohd3r3fwm5osxcx38rqryaz3vrlss4</vt:lpwstr>
      </vt:variant>
      <vt:variant>
        <vt:lpwstr/>
      </vt:variant>
      <vt:variant>
        <vt:i4>3014709</vt:i4>
      </vt:variant>
      <vt:variant>
        <vt:i4>4791</vt:i4>
      </vt:variant>
      <vt:variant>
        <vt:i4>0</vt:i4>
      </vt:variant>
      <vt:variant>
        <vt:i4>5</vt:i4>
      </vt:variant>
      <vt:variant>
        <vt:lpwstr>https://www.ams.usda.gov/services/organic-certification/international-trade/Taiwan</vt:lpwstr>
      </vt:variant>
      <vt:variant>
        <vt:lpwstr/>
      </vt:variant>
      <vt:variant>
        <vt:i4>3080297</vt:i4>
      </vt:variant>
      <vt:variant>
        <vt:i4>4725</vt:i4>
      </vt:variant>
      <vt:variant>
        <vt:i4>0</vt:i4>
      </vt:variant>
      <vt:variant>
        <vt:i4>5</vt:i4>
      </vt:variant>
      <vt:variant>
        <vt:lpwstr>https://www.ams.usda.gov/sites/default/files/media/NOP Exporting Organic Products to Japan.pdf</vt:lpwstr>
      </vt:variant>
      <vt:variant>
        <vt:lpwstr/>
      </vt:variant>
      <vt:variant>
        <vt:i4>3473527</vt:i4>
      </vt:variant>
      <vt:variant>
        <vt:i4>4710</vt:i4>
      </vt:variant>
      <vt:variant>
        <vt:i4>0</vt:i4>
      </vt:variant>
      <vt:variant>
        <vt:i4>5</vt:i4>
      </vt:variant>
      <vt:variant>
        <vt:lpwstr>https://www.ams.usda.gov/sites/default/files/media/NOP US Canada Agreement.pdf</vt:lpwstr>
      </vt:variant>
      <vt:variant>
        <vt:lpwstr/>
      </vt:variant>
      <vt:variant>
        <vt:i4>3604512</vt:i4>
      </vt:variant>
      <vt:variant>
        <vt:i4>4644</vt:i4>
      </vt:variant>
      <vt:variant>
        <vt:i4>0</vt:i4>
      </vt:variant>
      <vt:variant>
        <vt:i4>5</vt:i4>
      </vt:variant>
      <vt:variant>
        <vt:lpwstr>https://www.ams.usda.gov/services/organic-certification/international-trade/Canada</vt:lpwstr>
      </vt:variant>
      <vt:variant>
        <vt:lpwstr/>
      </vt:variant>
      <vt:variant>
        <vt:i4>8192050</vt:i4>
      </vt:variant>
      <vt:variant>
        <vt:i4>4602</vt:i4>
      </vt:variant>
      <vt:variant>
        <vt:i4>0</vt:i4>
      </vt:variant>
      <vt:variant>
        <vt:i4>5</vt:i4>
      </vt:variant>
      <vt:variant>
        <vt:lpwstr>https://ec.europa.eu/agriculture/organic/sites/orgfarming/files/docs/body/organic_logo-faq_en.pdf</vt:lpwstr>
      </vt:variant>
      <vt:variant>
        <vt:lpwstr/>
      </vt:variant>
      <vt:variant>
        <vt:i4>1048701</vt:i4>
      </vt:variant>
      <vt:variant>
        <vt:i4>4599</vt:i4>
      </vt:variant>
      <vt:variant>
        <vt:i4>0</vt:i4>
      </vt:variant>
      <vt:variant>
        <vt:i4>5</vt:i4>
      </vt:variant>
      <vt:variant>
        <vt:lpwstr>https://ec.europa.eu/agriculture/organic/downloads/logo_en</vt:lpwstr>
      </vt:variant>
      <vt:variant>
        <vt:lpwstr/>
      </vt:variant>
      <vt:variant>
        <vt:i4>5636114</vt:i4>
      </vt:variant>
      <vt:variant>
        <vt:i4>4596</vt:i4>
      </vt:variant>
      <vt:variant>
        <vt:i4>0</vt:i4>
      </vt:variant>
      <vt:variant>
        <vt:i4>5</vt:i4>
      </vt:variant>
      <vt:variant>
        <vt:lpwstr>http://eur-lex.europa.eu/LexUriServ/LexUriServ.do?uri=OJ:L:2010:084:0019:0022:EN:PDF</vt:lpwstr>
      </vt:variant>
      <vt:variant>
        <vt:lpwstr/>
      </vt:variant>
      <vt:variant>
        <vt:i4>2228344</vt:i4>
      </vt:variant>
      <vt:variant>
        <vt:i4>4593</vt:i4>
      </vt:variant>
      <vt:variant>
        <vt:i4>0</vt:i4>
      </vt:variant>
      <vt:variant>
        <vt:i4>5</vt:i4>
      </vt:variant>
      <vt:variant>
        <vt:lpwstr>https://www.ams.usda.gov/sites/default/files/media/NOP Accessing EU Market.pdf</vt:lpwstr>
      </vt:variant>
      <vt:variant>
        <vt:lpwstr/>
      </vt:variant>
      <vt:variant>
        <vt:i4>3473518</vt:i4>
      </vt:variant>
      <vt:variant>
        <vt:i4>4512</vt:i4>
      </vt:variant>
      <vt:variant>
        <vt:i4>0</vt:i4>
      </vt:variant>
      <vt:variant>
        <vt:i4>5</vt:i4>
      </vt:variant>
      <vt:variant>
        <vt:lpwstr>https://www.ams.usda.gov/services/organic-certification/international-trade/European Union</vt:lpwstr>
      </vt:variant>
      <vt:variant>
        <vt:lpwstr/>
      </vt:variant>
      <vt:variant>
        <vt:i4>7078005</vt:i4>
      </vt:variant>
      <vt:variant>
        <vt:i4>2961</vt:i4>
      </vt:variant>
      <vt:variant>
        <vt:i4>0</vt:i4>
      </vt:variant>
      <vt:variant>
        <vt:i4>5</vt:i4>
      </vt:variant>
      <vt:variant>
        <vt:lpwstr>https://www.ams.usda.gov/sites/default/files/media/NOP5037DraftGuidancePercentCalculations.pdf</vt:lpwstr>
      </vt:variant>
      <vt:variant>
        <vt:lpwstr/>
      </vt:variant>
      <vt:variant>
        <vt:i4>2293814</vt:i4>
      </vt:variant>
      <vt:variant>
        <vt:i4>2958</vt:i4>
      </vt:variant>
      <vt:variant>
        <vt:i4>0</vt:i4>
      </vt:variant>
      <vt:variant>
        <vt:i4>5</vt:i4>
      </vt:variant>
      <vt:variant>
        <vt:lpwstr>https://www.ams.usda.gov/sites/default/files/media/OrganicTextilePolicyMemo.pdf</vt:lpwstr>
      </vt:variant>
      <vt:variant>
        <vt:lpwstr/>
      </vt:variant>
      <vt:variant>
        <vt:i4>6750268</vt:i4>
      </vt:variant>
      <vt:variant>
        <vt:i4>2955</vt:i4>
      </vt:variant>
      <vt:variant>
        <vt:i4>0</vt:i4>
      </vt:variant>
      <vt:variant>
        <vt:i4>5</vt:i4>
      </vt:variant>
      <vt:variant>
        <vt:lpwstr>https://www.ams.usda.gov/sites/default/files/media/NOP-PM-11-3-LabelingofAlcoholicBeverages.pdf</vt:lpwstr>
      </vt:variant>
      <vt:variant>
        <vt:lpwstr/>
      </vt:variant>
      <vt:variant>
        <vt:i4>2228283</vt:i4>
      </vt:variant>
      <vt:variant>
        <vt:i4>2952</vt:i4>
      </vt:variant>
      <vt:variant>
        <vt:i4>0</vt:i4>
      </vt:variant>
      <vt:variant>
        <vt:i4>5</vt:i4>
      </vt:variant>
      <vt:variant>
        <vt:lpwstr>https://www.ams.usda.gov/sites/default/files/media/5032.pdf</vt:lpwstr>
      </vt:variant>
      <vt:variant>
        <vt:lpwstr/>
      </vt:variant>
      <vt:variant>
        <vt:i4>1572953</vt:i4>
      </vt:variant>
      <vt:variant>
        <vt:i4>2949</vt:i4>
      </vt:variant>
      <vt:variant>
        <vt:i4>0</vt:i4>
      </vt:variant>
      <vt:variant>
        <vt:i4>5</vt:i4>
      </vt:variant>
      <vt:variant>
        <vt:lpwstr>https://www.ams.usda.gov/sites/default/files/media/NOP-PM-12-2-OrganicByStatement.pdf</vt:lpwstr>
      </vt:variant>
      <vt:variant>
        <vt:lpwstr/>
      </vt:variant>
      <vt:variant>
        <vt:i4>65613</vt:i4>
      </vt:variant>
      <vt:variant>
        <vt:i4>2946</vt:i4>
      </vt:variant>
      <vt:variant>
        <vt:i4>0</vt:i4>
      </vt:variant>
      <vt:variant>
        <vt:i4>5</vt:i4>
      </vt:variant>
      <vt:variant>
        <vt:lpwstr>https://www.ams.usda.gov/sites/default/files/media/NOP Labeling Packaged Products.pdf</vt:lpwstr>
      </vt:variant>
      <vt:variant>
        <vt:lpwstr/>
      </vt:variant>
      <vt:variant>
        <vt:i4>8126591</vt:i4>
      </vt:variant>
      <vt:variant>
        <vt:i4>2943</vt:i4>
      </vt:variant>
      <vt:variant>
        <vt:i4>0</vt:i4>
      </vt:variant>
      <vt:variant>
        <vt:i4>5</vt:i4>
      </vt:variant>
      <vt:variant>
        <vt:lpwstr>https://www.ams.usda.gov/sites/default/files/media/Labeling Organic Products Fact Sheet.pdf</vt:lpwstr>
      </vt:variant>
      <vt:variant>
        <vt:lpwstr/>
      </vt:variant>
      <vt:variant>
        <vt:i4>2031640</vt:i4>
      </vt:variant>
      <vt:variant>
        <vt:i4>2903</vt:i4>
      </vt:variant>
      <vt:variant>
        <vt:i4>0</vt:i4>
      </vt:variant>
      <vt:variant>
        <vt:i4>5</vt:i4>
      </vt:variant>
      <vt:variant>
        <vt:lpwstr>https://www.ecfr.gov/cgi-bin/retrieveECFR?gp=&amp;SID=3f8446cc0d781cecb4e9e2a0109df385&amp;mc=true&amp;n=pt7.3.205&amp;r=PART&amp;ty=HTML</vt:lpwstr>
      </vt:variant>
      <vt:variant>
        <vt:lpwstr/>
      </vt:variant>
      <vt:variant>
        <vt:i4>4128818</vt:i4>
      </vt:variant>
      <vt:variant>
        <vt:i4>2247</vt:i4>
      </vt:variant>
      <vt:variant>
        <vt:i4>0</vt:i4>
      </vt:variant>
      <vt:variant>
        <vt:i4>5</vt:i4>
      </vt:variant>
      <vt:variant>
        <vt:lpwstr>http://606organic.com/</vt:lpwstr>
      </vt:variant>
      <vt:variant>
        <vt:lpwstr/>
      </vt:variant>
      <vt:variant>
        <vt:i4>7274533</vt:i4>
      </vt:variant>
      <vt:variant>
        <vt:i4>2244</vt:i4>
      </vt:variant>
      <vt:variant>
        <vt:i4>0</vt:i4>
      </vt:variant>
      <vt:variant>
        <vt:i4>5</vt:i4>
      </vt:variant>
      <vt:variant>
        <vt:lpwstr>https://organic.ams.usda.gov/integrity</vt:lpwstr>
      </vt:variant>
      <vt:variant>
        <vt:lpwstr/>
      </vt:variant>
      <vt:variant>
        <vt:i4>7798902</vt:i4>
      </vt:variant>
      <vt:variant>
        <vt:i4>1998</vt:i4>
      </vt:variant>
      <vt:variant>
        <vt:i4>0</vt:i4>
      </vt:variant>
      <vt:variant>
        <vt:i4>5</vt:i4>
      </vt:variant>
      <vt:variant>
        <vt:lpwstr>https://www.ecfr.gov/cgi-bin/text-idx?c=ecfr&amp;SID=9874504b6f1025eb0e6b67cadf9d3b40&amp;rgn=div6&amp;view=text&amp;node=7:3.1.1.9.32.7&amp;idno=7</vt:lpwstr>
      </vt:variant>
      <vt:variant>
        <vt:lpwstr/>
      </vt:variant>
      <vt:variant>
        <vt:i4>7798902</vt:i4>
      </vt:variant>
      <vt:variant>
        <vt:i4>1761</vt:i4>
      </vt:variant>
      <vt:variant>
        <vt:i4>0</vt:i4>
      </vt:variant>
      <vt:variant>
        <vt:i4>5</vt:i4>
      </vt:variant>
      <vt:variant>
        <vt:lpwstr>https://www.ecfr.gov/cgi-bin/text-idx?c=ecfr&amp;SID=9874504b6f1025eb0e6b67cadf9d3b40&amp;rgn=div6&amp;view=text&amp;node=7:3.1.1.9.32.7&amp;idno=7</vt:lpwstr>
      </vt:variant>
      <vt:variant>
        <vt:lpwstr/>
      </vt:variant>
      <vt:variant>
        <vt:i4>7012441</vt:i4>
      </vt:variant>
      <vt:variant>
        <vt:i4>1380</vt:i4>
      </vt:variant>
      <vt:variant>
        <vt:i4>0</vt:i4>
      </vt:variant>
      <vt:variant>
        <vt:i4>5</vt:i4>
      </vt:variant>
      <vt:variant>
        <vt:lpwstr>mailto:qcs@qcsinfo.org</vt:lpwstr>
      </vt:variant>
      <vt:variant>
        <vt:lpwstr/>
      </vt:variant>
      <vt:variant>
        <vt:i4>3932207</vt:i4>
      </vt:variant>
      <vt:variant>
        <vt:i4>1377</vt:i4>
      </vt:variant>
      <vt:variant>
        <vt:i4>0</vt:i4>
      </vt:variant>
      <vt:variant>
        <vt:i4>5</vt:i4>
      </vt:variant>
      <vt:variant>
        <vt:lpwstr>https://qcsinfo.org/resources/</vt:lpwstr>
      </vt:variant>
      <vt:variant>
        <vt:lpwstr/>
      </vt:variant>
      <vt:variant>
        <vt:i4>7012441</vt:i4>
      </vt:variant>
      <vt:variant>
        <vt:i4>702</vt:i4>
      </vt:variant>
      <vt:variant>
        <vt:i4>0</vt:i4>
      </vt:variant>
      <vt:variant>
        <vt:i4>5</vt:i4>
      </vt:variant>
      <vt:variant>
        <vt:lpwstr>mailto:qcs@qcsinfo.org</vt:lpwstr>
      </vt:variant>
      <vt:variant>
        <vt:lpwstr/>
      </vt:variant>
      <vt:variant>
        <vt:i4>3932207</vt:i4>
      </vt:variant>
      <vt:variant>
        <vt:i4>699</vt:i4>
      </vt:variant>
      <vt:variant>
        <vt:i4>0</vt:i4>
      </vt:variant>
      <vt:variant>
        <vt:i4>5</vt:i4>
      </vt:variant>
      <vt:variant>
        <vt:lpwstr>https://qcsinfo.org/resources/</vt:lpwstr>
      </vt:variant>
      <vt:variant>
        <vt:lpwstr/>
      </vt:variant>
      <vt:variant>
        <vt:i4>1179697</vt:i4>
      </vt:variant>
      <vt:variant>
        <vt:i4>185</vt:i4>
      </vt:variant>
      <vt:variant>
        <vt:i4>0</vt:i4>
      </vt:variant>
      <vt:variant>
        <vt:i4>5</vt:i4>
      </vt:variant>
      <vt:variant>
        <vt:lpwstr/>
      </vt:variant>
      <vt:variant>
        <vt:lpwstr>_Toc37425636</vt:lpwstr>
      </vt:variant>
      <vt:variant>
        <vt:i4>1114161</vt:i4>
      </vt:variant>
      <vt:variant>
        <vt:i4>179</vt:i4>
      </vt:variant>
      <vt:variant>
        <vt:i4>0</vt:i4>
      </vt:variant>
      <vt:variant>
        <vt:i4>5</vt:i4>
      </vt:variant>
      <vt:variant>
        <vt:lpwstr/>
      </vt:variant>
      <vt:variant>
        <vt:lpwstr>_Toc37425635</vt:lpwstr>
      </vt:variant>
      <vt:variant>
        <vt:i4>1048625</vt:i4>
      </vt:variant>
      <vt:variant>
        <vt:i4>173</vt:i4>
      </vt:variant>
      <vt:variant>
        <vt:i4>0</vt:i4>
      </vt:variant>
      <vt:variant>
        <vt:i4>5</vt:i4>
      </vt:variant>
      <vt:variant>
        <vt:lpwstr/>
      </vt:variant>
      <vt:variant>
        <vt:lpwstr>_Toc37425634</vt:lpwstr>
      </vt:variant>
      <vt:variant>
        <vt:i4>1507377</vt:i4>
      </vt:variant>
      <vt:variant>
        <vt:i4>167</vt:i4>
      </vt:variant>
      <vt:variant>
        <vt:i4>0</vt:i4>
      </vt:variant>
      <vt:variant>
        <vt:i4>5</vt:i4>
      </vt:variant>
      <vt:variant>
        <vt:lpwstr/>
      </vt:variant>
      <vt:variant>
        <vt:lpwstr>_Toc37425633</vt:lpwstr>
      </vt:variant>
      <vt:variant>
        <vt:i4>1441841</vt:i4>
      </vt:variant>
      <vt:variant>
        <vt:i4>161</vt:i4>
      </vt:variant>
      <vt:variant>
        <vt:i4>0</vt:i4>
      </vt:variant>
      <vt:variant>
        <vt:i4>5</vt:i4>
      </vt:variant>
      <vt:variant>
        <vt:lpwstr/>
      </vt:variant>
      <vt:variant>
        <vt:lpwstr>_Toc37425632</vt:lpwstr>
      </vt:variant>
      <vt:variant>
        <vt:i4>1376305</vt:i4>
      </vt:variant>
      <vt:variant>
        <vt:i4>155</vt:i4>
      </vt:variant>
      <vt:variant>
        <vt:i4>0</vt:i4>
      </vt:variant>
      <vt:variant>
        <vt:i4>5</vt:i4>
      </vt:variant>
      <vt:variant>
        <vt:lpwstr/>
      </vt:variant>
      <vt:variant>
        <vt:lpwstr>_Toc37425631</vt:lpwstr>
      </vt:variant>
      <vt:variant>
        <vt:i4>1310769</vt:i4>
      </vt:variant>
      <vt:variant>
        <vt:i4>149</vt:i4>
      </vt:variant>
      <vt:variant>
        <vt:i4>0</vt:i4>
      </vt:variant>
      <vt:variant>
        <vt:i4>5</vt:i4>
      </vt:variant>
      <vt:variant>
        <vt:lpwstr/>
      </vt:variant>
      <vt:variant>
        <vt:lpwstr>_Toc37425630</vt:lpwstr>
      </vt:variant>
      <vt:variant>
        <vt:i4>1900592</vt:i4>
      </vt:variant>
      <vt:variant>
        <vt:i4>143</vt:i4>
      </vt:variant>
      <vt:variant>
        <vt:i4>0</vt:i4>
      </vt:variant>
      <vt:variant>
        <vt:i4>5</vt:i4>
      </vt:variant>
      <vt:variant>
        <vt:lpwstr/>
      </vt:variant>
      <vt:variant>
        <vt:lpwstr>_Toc37425629</vt:lpwstr>
      </vt:variant>
      <vt:variant>
        <vt:i4>1835056</vt:i4>
      </vt:variant>
      <vt:variant>
        <vt:i4>137</vt:i4>
      </vt:variant>
      <vt:variant>
        <vt:i4>0</vt:i4>
      </vt:variant>
      <vt:variant>
        <vt:i4>5</vt:i4>
      </vt:variant>
      <vt:variant>
        <vt:lpwstr/>
      </vt:variant>
      <vt:variant>
        <vt:lpwstr>_Toc37425628</vt:lpwstr>
      </vt:variant>
      <vt:variant>
        <vt:i4>1245232</vt:i4>
      </vt:variant>
      <vt:variant>
        <vt:i4>131</vt:i4>
      </vt:variant>
      <vt:variant>
        <vt:i4>0</vt:i4>
      </vt:variant>
      <vt:variant>
        <vt:i4>5</vt:i4>
      </vt:variant>
      <vt:variant>
        <vt:lpwstr/>
      </vt:variant>
      <vt:variant>
        <vt:lpwstr>_Toc37425627</vt:lpwstr>
      </vt:variant>
      <vt:variant>
        <vt:i4>1179696</vt:i4>
      </vt:variant>
      <vt:variant>
        <vt:i4>125</vt:i4>
      </vt:variant>
      <vt:variant>
        <vt:i4>0</vt:i4>
      </vt:variant>
      <vt:variant>
        <vt:i4>5</vt:i4>
      </vt:variant>
      <vt:variant>
        <vt:lpwstr/>
      </vt:variant>
      <vt:variant>
        <vt:lpwstr>_Toc37425626</vt:lpwstr>
      </vt:variant>
      <vt:variant>
        <vt:i4>1114160</vt:i4>
      </vt:variant>
      <vt:variant>
        <vt:i4>119</vt:i4>
      </vt:variant>
      <vt:variant>
        <vt:i4>0</vt:i4>
      </vt:variant>
      <vt:variant>
        <vt:i4>5</vt:i4>
      </vt:variant>
      <vt:variant>
        <vt:lpwstr/>
      </vt:variant>
      <vt:variant>
        <vt:lpwstr>_Toc37425625</vt:lpwstr>
      </vt:variant>
      <vt:variant>
        <vt:i4>1048624</vt:i4>
      </vt:variant>
      <vt:variant>
        <vt:i4>113</vt:i4>
      </vt:variant>
      <vt:variant>
        <vt:i4>0</vt:i4>
      </vt:variant>
      <vt:variant>
        <vt:i4>5</vt:i4>
      </vt:variant>
      <vt:variant>
        <vt:lpwstr/>
      </vt:variant>
      <vt:variant>
        <vt:lpwstr>_Toc37425624</vt:lpwstr>
      </vt:variant>
      <vt:variant>
        <vt:i4>1507376</vt:i4>
      </vt:variant>
      <vt:variant>
        <vt:i4>107</vt:i4>
      </vt:variant>
      <vt:variant>
        <vt:i4>0</vt:i4>
      </vt:variant>
      <vt:variant>
        <vt:i4>5</vt:i4>
      </vt:variant>
      <vt:variant>
        <vt:lpwstr/>
      </vt:variant>
      <vt:variant>
        <vt:lpwstr>_Toc37425623</vt:lpwstr>
      </vt:variant>
      <vt:variant>
        <vt:i4>1441840</vt:i4>
      </vt:variant>
      <vt:variant>
        <vt:i4>101</vt:i4>
      </vt:variant>
      <vt:variant>
        <vt:i4>0</vt:i4>
      </vt:variant>
      <vt:variant>
        <vt:i4>5</vt:i4>
      </vt:variant>
      <vt:variant>
        <vt:lpwstr/>
      </vt:variant>
      <vt:variant>
        <vt:lpwstr>_Toc37425622</vt:lpwstr>
      </vt:variant>
      <vt:variant>
        <vt:i4>1376304</vt:i4>
      </vt:variant>
      <vt:variant>
        <vt:i4>95</vt:i4>
      </vt:variant>
      <vt:variant>
        <vt:i4>0</vt:i4>
      </vt:variant>
      <vt:variant>
        <vt:i4>5</vt:i4>
      </vt:variant>
      <vt:variant>
        <vt:lpwstr/>
      </vt:variant>
      <vt:variant>
        <vt:lpwstr>_Toc37425621</vt:lpwstr>
      </vt:variant>
      <vt:variant>
        <vt:i4>1310768</vt:i4>
      </vt:variant>
      <vt:variant>
        <vt:i4>89</vt:i4>
      </vt:variant>
      <vt:variant>
        <vt:i4>0</vt:i4>
      </vt:variant>
      <vt:variant>
        <vt:i4>5</vt:i4>
      </vt:variant>
      <vt:variant>
        <vt:lpwstr/>
      </vt:variant>
      <vt:variant>
        <vt:lpwstr>_Toc37425620</vt:lpwstr>
      </vt:variant>
      <vt:variant>
        <vt:i4>1900595</vt:i4>
      </vt:variant>
      <vt:variant>
        <vt:i4>83</vt:i4>
      </vt:variant>
      <vt:variant>
        <vt:i4>0</vt:i4>
      </vt:variant>
      <vt:variant>
        <vt:i4>5</vt:i4>
      </vt:variant>
      <vt:variant>
        <vt:lpwstr/>
      </vt:variant>
      <vt:variant>
        <vt:lpwstr>_Toc37425619</vt:lpwstr>
      </vt:variant>
      <vt:variant>
        <vt:i4>1835059</vt:i4>
      </vt:variant>
      <vt:variant>
        <vt:i4>77</vt:i4>
      </vt:variant>
      <vt:variant>
        <vt:i4>0</vt:i4>
      </vt:variant>
      <vt:variant>
        <vt:i4>5</vt:i4>
      </vt:variant>
      <vt:variant>
        <vt:lpwstr/>
      </vt:variant>
      <vt:variant>
        <vt:lpwstr>_Toc37425618</vt:lpwstr>
      </vt:variant>
      <vt:variant>
        <vt:i4>1245235</vt:i4>
      </vt:variant>
      <vt:variant>
        <vt:i4>71</vt:i4>
      </vt:variant>
      <vt:variant>
        <vt:i4>0</vt:i4>
      </vt:variant>
      <vt:variant>
        <vt:i4>5</vt:i4>
      </vt:variant>
      <vt:variant>
        <vt:lpwstr/>
      </vt:variant>
      <vt:variant>
        <vt:lpwstr>_Toc37425617</vt:lpwstr>
      </vt:variant>
      <vt:variant>
        <vt:i4>1179699</vt:i4>
      </vt:variant>
      <vt:variant>
        <vt:i4>65</vt:i4>
      </vt:variant>
      <vt:variant>
        <vt:i4>0</vt:i4>
      </vt:variant>
      <vt:variant>
        <vt:i4>5</vt:i4>
      </vt:variant>
      <vt:variant>
        <vt:lpwstr/>
      </vt:variant>
      <vt:variant>
        <vt:lpwstr>_Toc37425616</vt:lpwstr>
      </vt:variant>
      <vt:variant>
        <vt:i4>1114163</vt:i4>
      </vt:variant>
      <vt:variant>
        <vt:i4>59</vt:i4>
      </vt:variant>
      <vt:variant>
        <vt:i4>0</vt:i4>
      </vt:variant>
      <vt:variant>
        <vt:i4>5</vt:i4>
      </vt:variant>
      <vt:variant>
        <vt:lpwstr/>
      </vt:variant>
      <vt:variant>
        <vt:lpwstr>_Toc37425615</vt:lpwstr>
      </vt:variant>
      <vt:variant>
        <vt:i4>1048627</vt:i4>
      </vt:variant>
      <vt:variant>
        <vt:i4>53</vt:i4>
      </vt:variant>
      <vt:variant>
        <vt:i4>0</vt:i4>
      </vt:variant>
      <vt:variant>
        <vt:i4>5</vt:i4>
      </vt:variant>
      <vt:variant>
        <vt:lpwstr/>
      </vt:variant>
      <vt:variant>
        <vt:lpwstr>_Toc37425614</vt:lpwstr>
      </vt:variant>
      <vt:variant>
        <vt:i4>1507379</vt:i4>
      </vt:variant>
      <vt:variant>
        <vt:i4>47</vt:i4>
      </vt:variant>
      <vt:variant>
        <vt:i4>0</vt:i4>
      </vt:variant>
      <vt:variant>
        <vt:i4>5</vt:i4>
      </vt:variant>
      <vt:variant>
        <vt:lpwstr/>
      </vt:variant>
      <vt:variant>
        <vt:lpwstr>_Toc37425613</vt:lpwstr>
      </vt:variant>
      <vt:variant>
        <vt:i4>1441843</vt:i4>
      </vt:variant>
      <vt:variant>
        <vt:i4>41</vt:i4>
      </vt:variant>
      <vt:variant>
        <vt:i4>0</vt:i4>
      </vt:variant>
      <vt:variant>
        <vt:i4>5</vt:i4>
      </vt:variant>
      <vt:variant>
        <vt:lpwstr/>
      </vt:variant>
      <vt:variant>
        <vt:lpwstr>_Toc37425612</vt:lpwstr>
      </vt:variant>
      <vt:variant>
        <vt:i4>1376307</vt:i4>
      </vt:variant>
      <vt:variant>
        <vt:i4>35</vt:i4>
      </vt:variant>
      <vt:variant>
        <vt:i4>0</vt:i4>
      </vt:variant>
      <vt:variant>
        <vt:i4>5</vt:i4>
      </vt:variant>
      <vt:variant>
        <vt:lpwstr/>
      </vt:variant>
      <vt:variant>
        <vt:lpwstr>_Toc37425611</vt:lpwstr>
      </vt:variant>
      <vt:variant>
        <vt:i4>1310771</vt:i4>
      </vt:variant>
      <vt:variant>
        <vt:i4>29</vt:i4>
      </vt:variant>
      <vt:variant>
        <vt:i4>0</vt:i4>
      </vt:variant>
      <vt:variant>
        <vt:i4>5</vt:i4>
      </vt:variant>
      <vt:variant>
        <vt:lpwstr/>
      </vt:variant>
      <vt:variant>
        <vt:lpwstr>_Toc37425610</vt:lpwstr>
      </vt:variant>
      <vt:variant>
        <vt:i4>1900594</vt:i4>
      </vt:variant>
      <vt:variant>
        <vt:i4>23</vt:i4>
      </vt:variant>
      <vt:variant>
        <vt:i4>0</vt:i4>
      </vt:variant>
      <vt:variant>
        <vt:i4>5</vt:i4>
      </vt:variant>
      <vt:variant>
        <vt:lpwstr/>
      </vt:variant>
      <vt:variant>
        <vt:lpwstr>_Toc37425609</vt:lpwstr>
      </vt:variant>
      <vt:variant>
        <vt:i4>1835058</vt:i4>
      </vt:variant>
      <vt:variant>
        <vt:i4>17</vt:i4>
      </vt:variant>
      <vt:variant>
        <vt:i4>0</vt:i4>
      </vt:variant>
      <vt:variant>
        <vt:i4>5</vt:i4>
      </vt:variant>
      <vt:variant>
        <vt:lpwstr/>
      </vt:variant>
      <vt:variant>
        <vt:lpwstr>_Toc37425608</vt:lpwstr>
      </vt:variant>
      <vt:variant>
        <vt:i4>1507387</vt:i4>
      </vt:variant>
      <vt:variant>
        <vt:i4>11</vt:i4>
      </vt:variant>
      <vt:variant>
        <vt:i4>0</vt:i4>
      </vt:variant>
      <vt:variant>
        <vt:i4>5</vt:i4>
      </vt:variant>
      <vt:variant>
        <vt:lpwstr/>
      </vt:variant>
      <vt:variant>
        <vt:lpwstr>_Toc37425590</vt:lpwstr>
      </vt:variant>
      <vt:variant>
        <vt:i4>1966138</vt:i4>
      </vt:variant>
      <vt:variant>
        <vt:i4>5</vt:i4>
      </vt:variant>
      <vt:variant>
        <vt:i4>0</vt:i4>
      </vt:variant>
      <vt:variant>
        <vt:i4>5</vt:i4>
      </vt:variant>
      <vt:variant>
        <vt:lpwstr/>
      </vt:variant>
      <vt:variant>
        <vt:lpwstr>_Toc37425589</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5</cp:revision>
  <cp:lastPrinted>2018-08-23T20:49:00Z</cp:lastPrinted>
  <dcterms:created xsi:type="dcterms:W3CDTF">2023-10-02T15:07:00Z</dcterms:created>
  <dcterms:modified xsi:type="dcterms:W3CDTF">2025-02-04T17:31:00Z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